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29116" w14:textId="6DAC8A6E" w:rsidR="00582CE9" w:rsidRDefault="006E100D">
      <w:r w:rsidRPr="009F4FBB">
        <w:rPr>
          <w:noProof/>
          <w:lang w:eastAsia="pl-PL"/>
        </w:rPr>
        <mc:AlternateContent>
          <mc:Choice Requires="wps">
            <w:drawing>
              <wp:anchor distT="0" distB="0" distL="114300" distR="114300" simplePos="0" relativeHeight="251632640" behindDoc="0" locked="0" layoutInCell="1" allowOverlap="1" wp14:anchorId="5B1AAC3B" wp14:editId="294E48A0">
                <wp:simplePos x="0" y="0"/>
                <wp:positionH relativeFrom="column">
                  <wp:posOffset>-34925</wp:posOffset>
                </wp:positionH>
                <wp:positionV relativeFrom="paragraph">
                  <wp:posOffset>970403</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CAFC43" id="Prostokąt 150" o:spid="_x0000_s1026" style="position:absolute;margin-left:-2.7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" fillcolor="#b2cf65 [3204]" stroked="f" strokeweight="1pt"/>
            </w:pict>
          </mc:Fallback>
        </mc:AlternateContent>
      </w:r>
      <w:r w:rsidR="00A57E04" w:rsidRPr="00582CE9">
        <w:rPr>
          <w:noProof/>
          <w:lang w:eastAsia="pl-PL"/>
        </w:rPr>
        <w:drawing>
          <wp:anchor distT="0" distB="0" distL="114300" distR="114300" simplePos="0" relativeHeight="251630592" behindDoc="1" locked="0" layoutInCell="1" allowOverlap="1" wp14:anchorId="3B44D8E6" wp14:editId="5B41C0ED">
            <wp:simplePos x="0" y="0"/>
            <wp:positionH relativeFrom="column">
              <wp:posOffset>-763917</wp:posOffset>
            </wp:positionH>
            <wp:positionV relativeFrom="paragraph">
              <wp:posOffset>7435850</wp:posOffset>
            </wp:positionV>
            <wp:extent cx="7617626" cy="2361461"/>
            <wp:effectExtent l="0" t="0" r="2540" b="1270"/>
            <wp:wrapNone/>
            <wp:docPr id="167" name="Obraz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1" cstate="print">
                      <a:extLst>
                        <a:ext uri="{28A0092B-C50C-407E-A947-70E740481C1C}">
                          <a14:useLocalDpi xmlns:a14="http://schemas.microsoft.com/office/drawing/2010/main" val="0"/>
                        </a:ext>
                      </a:extLst>
                    </a:blip>
                    <a:srcRect t="21185" b="56886"/>
                    <a:stretch/>
                  </pic:blipFill>
                  <pic:spPr bwMode="auto">
                    <a:xfrm>
                      <a:off x="0" y="0"/>
                      <a:ext cx="7617626" cy="23614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049327FB" wp14:editId="1C718088">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991C3C" w14:textId="77777777" w:rsidR="004E5D6B" w:rsidRDefault="004E5D6B" w:rsidP="006E100D">
                              <w:pPr>
                                <w:pStyle w:val="Tytu"/>
                                <w:rPr>
                                  <w:spacing w:val="0"/>
                                </w:rPr>
                              </w:pPr>
                            </w:p>
                            <w:p w14:paraId="4082D121" w14:textId="77777777" w:rsidR="0038591A" w:rsidRDefault="0038591A" w:rsidP="0061043F">
                              <w:pPr>
                                <w:pStyle w:val="Tytu"/>
                                <w:jc w:val="center"/>
                                <w:rPr>
                                  <w:spacing w:val="0"/>
                                </w:rPr>
                              </w:pPr>
                            </w:p>
                            <w:p w14:paraId="3EDD0450" w14:textId="6EBC151C" w:rsidR="004E5D6B" w:rsidRDefault="004E5D6B" w:rsidP="0061043F">
                              <w:pPr>
                                <w:pStyle w:val="Tytu"/>
                                <w:jc w:val="center"/>
                                <w:rPr>
                                  <w:spacing w:val="0"/>
                                </w:rPr>
                              </w:pPr>
                              <w:r w:rsidRPr="006E100D">
                                <w:rPr>
                                  <w:spacing w:val="0"/>
                                </w:rPr>
                                <w:t>SPECYFIKACJA WARUNKÓW ZAMÓWIENIA (SWZ)</w:t>
                              </w:r>
                            </w:p>
                            <w:p w14:paraId="3FFB34B9" w14:textId="77777777" w:rsidR="004E5D6B" w:rsidRDefault="004E5D6B" w:rsidP="006E100D">
                              <w:pPr>
                                <w:pStyle w:val="Tytu"/>
                                <w:rPr>
                                  <w:spacing w:val="0"/>
                                </w:rPr>
                              </w:pPr>
                            </w:p>
                            <w:p w14:paraId="0B7584BB" w14:textId="04E59A41" w:rsidR="00C73AC0" w:rsidRDefault="004E5D6B" w:rsidP="00505047">
                              <w:pPr>
                                <w:pStyle w:val="PODTYTU"/>
                                <w:spacing w:before="400"/>
                                <w:jc w:val="center"/>
                              </w:pPr>
                              <w:r>
                                <w:t xml:space="preserve">POSTĘPOWANIE ZAKUPOWE                                                                 O UDZIELENIE ZAMÓWIENIA NIEPUBLICZNEGO                                    na podstawie Procedury Ogólnej Zakupów GK PGE (PROG </w:t>
                              </w:r>
                              <w:r w:rsidRPr="00F8123B">
                                <w:t>00096/</w:t>
                              </w:r>
                              <w:r w:rsidR="00733E5B">
                                <w:t>H.1</w:t>
                              </w:r>
                              <w:r w:rsidRPr="000F0854">
                                <w:t>)</w:t>
                              </w:r>
                            </w:p>
                            <w:p w14:paraId="3B27C963" w14:textId="70CD34F5" w:rsidR="004E5D6B" w:rsidRDefault="004E5D6B" w:rsidP="00505047">
                              <w:pPr>
                                <w:pStyle w:val="PODTYTU"/>
                                <w:spacing w:before="400"/>
                                <w:jc w:val="center"/>
                              </w:pPr>
                              <w:r>
                                <w:t xml:space="preserve">        w trybie przetargu nieograniczonego</w:t>
                              </w:r>
                            </w:p>
                            <w:p w14:paraId="7C5D779B" w14:textId="0A28A1AF" w:rsidR="004E5D6B" w:rsidRDefault="00733E5B" w:rsidP="00B25998">
                              <w:pPr>
                                <w:pStyle w:val="PODTYTU"/>
                                <w:spacing w:before="2160"/>
                                <w:jc w:val="center"/>
                              </w:pPr>
                              <w:r w:rsidRPr="00733E5B">
                                <w:t>Modernizacja w kompleksie pomieszczeń 609 w budynku PGE Polska Grupa Energetyczna S.A.</w:t>
                              </w:r>
                            </w:p>
                            <w:p w14:paraId="28C26E18" w14:textId="096A1C42" w:rsidR="004E5D6B" w:rsidRDefault="004E5D6B" w:rsidP="00B25998">
                              <w:pPr>
                                <w:pStyle w:val="tekst"/>
                                <w:spacing w:before="720"/>
                                <w:jc w:val="center"/>
                              </w:pPr>
                              <w:r w:rsidRPr="006E100D">
                                <w:t>Nume</w:t>
                              </w:r>
                              <w:r>
                                <w:t>r Postępowania zakupowego:</w:t>
                              </w:r>
                              <w:r w:rsidR="00733E5B">
                                <w:t xml:space="preserve"> POST/PGE/PGE/DZ/00296/2025</w:t>
                              </w:r>
                            </w:p>
                            <w:p w14:paraId="7DC6948D" w14:textId="77777777" w:rsidR="004E5D6B" w:rsidRDefault="004E5D6B" w:rsidP="0061043F"/>
                            <w:p w14:paraId="463DDB16" w14:textId="459F7BDD" w:rsidR="004E5D6B" w:rsidRPr="0061043F" w:rsidRDefault="004E5D6B" w:rsidP="0061043F">
                              <w:pPr>
                                <w:jc w:val="center"/>
                                <w:rPr>
                                  <w:b/>
                                  <w:color w:val="FF0000"/>
                                </w:rPr>
                              </w:pPr>
                            </w:p>
                            <w:p w14:paraId="4E0AAA31" w14:textId="77777777" w:rsidR="004E5D6B" w:rsidRDefault="004E5D6B" w:rsidP="00582CE9"/>
                            <w:p w14:paraId="0A2FF36B" w14:textId="77777777" w:rsidR="004E5D6B" w:rsidRDefault="004E5D6B" w:rsidP="00582CE9"/>
                            <w:p w14:paraId="6C9A0CA3" w14:textId="77777777" w:rsidR="004E5D6B" w:rsidRDefault="004E5D6B" w:rsidP="00582CE9"/>
                            <w:p w14:paraId="6CE3AEF7" w14:textId="6BDC6733" w:rsidR="004E5D6B" w:rsidRDefault="004E5D6B" w:rsidP="00582CE9"/>
                            <w:p w14:paraId="016FF61C" w14:textId="5FDA97C3" w:rsidR="004E5D6B" w:rsidRDefault="004E5D6B" w:rsidP="00582CE9"/>
                            <w:p w14:paraId="5FFCFE9C" w14:textId="1D9AD7F3" w:rsidR="004E5D6B" w:rsidRDefault="004E5D6B" w:rsidP="00582CE9"/>
                            <w:p w14:paraId="585B4125" w14:textId="68688133" w:rsidR="004E5D6B" w:rsidRDefault="004E5D6B" w:rsidP="00582CE9"/>
                            <w:p w14:paraId="0C31748C" w14:textId="7EB896B8" w:rsidR="004E5D6B" w:rsidRDefault="004E5D6B" w:rsidP="00582CE9"/>
                            <w:p w14:paraId="0A7B13E6" w14:textId="59C652ED" w:rsidR="004E5D6B" w:rsidRDefault="004E5D6B" w:rsidP="00582CE9"/>
                            <w:p w14:paraId="28683B45" w14:textId="4F4C9C21" w:rsidR="004E5D6B" w:rsidRDefault="004E5D6B" w:rsidP="00582CE9"/>
                            <w:p w14:paraId="490E7667" w14:textId="06419D0D" w:rsidR="004E5D6B" w:rsidRDefault="004E5D6B" w:rsidP="00582CE9"/>
                            <w:p w14:paraId="1E32B904" w14:textId="1EEFD7F7" w:rsidR="004E5D6B" w:rsidRDefault="004E5D6B" w:rsidP="00582CE9"/>
                            <w:p w14:paraId="723CF3EC" w14:textId="62D117F8" w:rsidR="004E5D6B" w:rsidRDefault="004E5D6B" w:rsidP="00582CE9"/>
                            <w:p w14:paraId="0A9164EE" w14:textId="6B6D9FE2" w:rsidR="004E5D6B" w:rsidRDefault="004E5D6B" w:rsidP="00582CE9"/>
                            <w:p w14:paraId="24EE7147" w14:textId="5F377FC4" w:rsidR="004E5D6B" w:rsidRDefault="004E5D6B" w:rsidP="00582CE9"/>
                            <w:p w14:paraId="6F2D65C8" w14:textId="77777777" w:rsidR="004E5D6B" w:rsidRDefault="004E5D6B" w:rsidP="00582CE9"/>
                            <w:p w14:paraId="75BC2D58" w14:textId="77777777" w:rsidR="004E5D6B" w:rsidRDefault="004E5D6B" w:rsidP="00582CE9"/>
                            <w:p w14:paraId="4F246D4C" w14:textId="77777777" w:rsidR="004E5D6B" w:rsidRDefault="004E5D6B" w:rsidP="00582CE9"/>
                            <w:p w14:paraId="4381DED7" w14:textId="77777777" w:rsidR="004E5D6B" w:rsidRDefault="004E5D6B" w:rsidP="00582CE9"/>
                            <w:p w14:paraId="684EBCF6" w14:textId="77777777" w:rsidR="004E5D6B" w:rsidRDefault="004E5D6B" w:rsidP="00582CE9"/>
                            <w:p w14:paraId="2FB427EC" w14:textId="77777777" w:rsidR="004E5D6B" w:rsidRDefault="004E5D6B" w:rsidP="00582CE9"/>
                            <w:p w14:paraId="2D6C5A8F" w14:textId="77777777" w:rsidR="004E5D6B" w:rsidRDefault="004E5D6B" w:rsidP="00582CE9"/>
                            <w:p w14:paraId="30DAE0EA" w14:textId="77777777" w:rsidR="004E5D6B" w:rsidRDefault="004E5D6B" w:rsidP="00582CE9"/>
                            <w:p w14:paraId="57F336FD" w14:textId="77777777" w:rsidR="004E5D6B" w:rsidRDefault="004E5D6B" w:rsidP="00582CE9"/>
                            <w:p w14:paraId="28917AC7" w14:textId="77777777" w:rsidR="004E5D6B" w:rsidRDefault="004E5D6B" w:rsidP="00582CE9"/>
                            <w:p w14:paraId="701FE939" w14:textId="77777777" w:rsidR="004E5D6B" w:rsidRDefault="004E5D6B" w:rsidP="00582CE9"/>
                            <w:p w14:paraId="1343341C" w14:textId="77777777" w:rsidR="004E5D6B" w:rsidRDefault="004E5D6B" w:rsidP="00582CE9"/>
                            <w:p w14:paraId="1432C827" w14:textId="77777777" w:rsidR="004E5D6B" w:rsidRDefault="004E5D6B" w:rsidP="00582CE9"/>
                            <w:p w14:paraId="7B35398F" w14:textId="77777777" w:rsidR="004E5D6B" w:rsidRDefault="004E5D6B" w:rsidP="00582CE9"/>
                            <w:p w14:paraId="43EE2866" w14:textId="77777777" w:rsidR="004E5D6B" w:rsidRDefault="004E5D6B" w:rsidP="00582CE9"/>
                            <w:p w14:paraId="229097DD" w14:textId="77777777" w:rsidR="004E5D6B" w:rsidRDefault="004E5D6B" w:rsidP="00582CE9"/>
                            <w:p w14:paraId="201EC5B7" w14:textId="77777777" w:rsidR="004E5D6B" w:rsidRDefault="004E5D6B" w:rsidP="00582CE9"/>
                            <w:p w14:paraId="5793BB72" w14:textId="77777777" w:rsidR="004E5D6B" w:rsidRDefault="004E5D6B" w:rsidP="00582CE9"/>
                            <w:p w14:paraId="598AE692" w14:textId="77777777" w:rsidR="004E5D6B" w:rsidRDefault="004E5D6B" w:rsidP="00582CE9"/>
                            <w:p w14:paraId="40BC46EE" w14:textId="77777777" w:rsidR="004E5D6B" w:rsidRDefault="004E5D6B" w:rsidP="00582CE9"/>
                            <w:p w14:paraId="11F9F4C7" w14:textId="77777777" w:rsidR="004E5D6B" w:rsidRDefault="004E5D6B" w:rsidP="00582CE9"/>
                            <w:p w14:paraId="3D302161" w14:textId="77777777" w:rsidR="004E5D6B" w:rsidRDefault="004E5D6B" w:rsidP="00582CE9"/>
                            <w:p w14:paraId="7A7D4AB8" w14:textId="77777777" w:rsidR="004E5D6B" w:rsidRDefault="004E5D6B" w:rsidP="00582CE9"/>
                            <w:p w14:paraId="33A875CC" w14:textId="77777777" w:rsidR="004E5D6B" w:rsidRDefault="004E5D6B" w:rsidP="00582CE9">
                              <w:pPr>
                                <w:jc w:val="right"/>
                              </w:pPr>
                            </w:p>
                            <w:p w14:paraId="60BBDDD0" w14:textId="77777777" w:rsidR="004E5D6B" w:rsidRDefault="004E5D6B" w:rsidP="00582CE9"/>
                            <w:p w14:paraId="22395213" w14:textId="77777777" w:rsidR="004E5D6B" w:rsidRDefault="004E5D6B" w:rsidP="00582CE9"/>
                            <w:p w14:paraId="0C0E70C2" w14:textId="77777777" w:rsidR="004E5D6B" w:rsidRDefault="004E5D6B" w:rsidP="00582CE9"/>
                            <w:p w14:paraId="21086B64" w14:textId="77777777" w:rsidR="004E5D6B" w:rsidRDefault="004E5D6B" w:rsidP="00582CE9"/>
                            <w:p w14:paraId="5B0C958C" w14:textId="77777777" w:rsidR="004E5D6B" w:rsidRDefault="004E5D6B" w:rsidP="00582CE9"/>
                            <w:p w14:paraId="0CD1FADF" w14:textId="77777777" w:rsidR="004E5D6B" w:rsidRDefault="004E5D6B" w:rsidP="00582CE9"/>
                            <w:p w14:paraId="6E91FCC6" w14:textId="77777777" w:rsidR="004E5D6B" w:rsidRDefault="004E5D6B" w:rsidP="00582CE9"/>
                            <w:p w14:paraId="719B27DF" w14:textId="77777777" w:rsidR="004E5D6B" w:rsidRDefault="004E5D6B" w:rsidP="00582CE9"/>
                            <w:p w14:paraId="68557E3C" w14:textId="77777777" w:rsidR="004E5D6B" w:rsidRDefault="004E5D6B" w:rsidP="00582CE9"/>
                            <w:p w14:paraId="32D8B71D" w14:textId="77777777" w:rsidR="004E5D6B" w:rsidRDefault="004E5D6B" w:rsidP="00582CE9"/>
                            <w:p w14:paraId="3EF59BEB" w14:textId="77777777" w:rsidR="004E5D6B" w:rsidRDefault="004E5D6B" w:rsidP="00582CE9"/>
                            <w:p w14:paraId="6F6B4BAD" w14:textId="77777777" w:rsidR="004E5D6B" w:rsidRDefault="004E5D6B" w:rsidP="00582CE9"/>
                            <w:p w14:paraId="02432CBA" w14:textId="77777777" w:rsidR="004E5D6B" w:rsidRDefault="004E5D6B" w:rsidP="00582CE9"/>
                            <w:p w14:paraId="66179F3B" w14:textId="77777777" w:rsidR="004E5D6B" w:rsidRDefault="004E5D6B" w:rsidP="00582CE9"/>
                            <w:p w14:paraId="3344751A" w14:textId="77777777" w:rsidR="004E5D6B" w:rsidRDefault="004E5D6B" w:rsidP="00582CE9"/>
                            <w:p w14:paraId="644D28AE" w14:textId="77777777" w:rsidR="004E5D6B" w:rsidRDefault="004E5D6B" w:rsidP="00582CE9"/>
                            <w:p w14:paraId="7F1E8AED" w14:textId="77777777" w:rsidR="004E5D6B" w:rsidRDefault="004E5D6B" w:rsidP="00582CE9"/>
                            <w:p w14:paraId="51C49FA1" w14:textId="77777777" w:rsidR="004E5D6B" w:rsidRDefault="004E5D6B" w:rsidP="00582CE9"/>
                            <w:p w14:paraId="7F2CD54D" w14:textId="77777777" w:rsidR="004E5D6B" w:rsidRDefault="004E5D6B" w:rsidP="00582CE9"/>
                            <w:p w14:paraId="75FFE7CD" w14:textId="77777777" w:rsidR="004E5D6B" w:rsidRDefault="004E5D6B" w:rsidP="00582CE9"/>
                            <w:p w14:paraId="756C94FC" w14:textId="77777777" w:rsidR="004E5D6B" w:rsidRDefault="004E5D6B" w:rsidP="00582CE9"/>
                            <w:p w14:paraId="619C8EF1" w14:textId="77777777" w:rsidR="004E5D6B" w:rsidRDefault="004E5D6B" w:rsidP="00582CE9"/>
                            <w:p w14:paraId="4E249615" w14:textId="77777777" w:rsidR="004E5D6B" w:rsidRDefault="004E5D6B" w:rsidP="00582CE9"/>
                            <w:p w14:paraId="6C9E77FF" w14:textId="77777777" w:rsidR="004E5D6B" w:rsidRDefault="004E5D6B" w:rsidP="00582CE9"/>
                            <w:p w14:paraId="166E5FB6" w14:textId="77777777" w:rsidR="004E5D6B" w:rsidRDefault="004E5D6B" w:rsidP="00582CE9"/>
                            <w:p w14:paraId="235A7627" w14:textId="77777777" w:rsidR="004E5D6B" w:rsidRDefault="004E5D6B" w:rsidP="00582CE9"/>
                            <w:p w14:paraId="60737003" w14:textId="77777777" w:rsidR="004E5D6B" w:rsidRDefault="004E5D6B" w:rsidP="00582CE9">
                              <w:pPr>
                                <w:jc w:val="right"/>
                              </w:pPr>
                              <w:r>
                                <w:rPr>
                                  <w:noProof/>
                                  <w:lang w:eastAsia="pl-PL"/>
                                </w:rPr>
                                <w:drawing>
                                  <wp:inline distT="0" distB="0" distL="0" distR="0" wp14:anchorId="1F7747EA" wp14:editId="3E0EB22D">
                                    <wp:extent cx="1630117" cy="971550"/>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479D059F" w14:textId="77777777" w:rsidR="004E5D6B" w:rsidRPr="00532563" w:rsidRDefault="004E5D6B" w:rsidP="00582CE9">
                              <w:pPr>
                                <w:jc w:val="right"/>
                              </w:pPr>
                            </w:p>
                            <w:p w14:paraId="6DED7921" w14:textId="77777777" w:rsidR="004E5D6B" w:rsidRDefault="004E5D6B" w:rsidP="00582CE9"/>
                            <w:p w14:paraId="4A4CD50F" w14:textId="77777777" w:rsidR="004E5D6B" w:rsidRPr="002C29FC" w:rsidRDefault="004E5D6B" w:rsidP="00582CE9">
                              <w:bookmarkStart w:id="0" w:name="_Toc85738539"/>
                              <w:bookmarkStart w:id="1" w:name="_Toc85738566"/>
                              <w:bookmarkStart w:id="2" w:name="_Toc85738843"/>
                              <w:r w:rsidRPr="00256A41">
                                <w:t>z dz</w:t>
                              </w:r>
                              <w:r>
                                <w:t>iałalności Grupy Kapitałowej PGE</w:t>
                              </w:r>
                              <w:r>
                                <w:br/>
                              </w:r>
                              <w:r w:rsidRPr="00256A41">
                                <w:t>za okres 6 miesięcy</w:t>
                              </w:r>
                              <w:bookmarkEnd w:id="0"/>
                              <w:bookmarkEnd w:id="1"/>
                              <w:bookmarkEnd w:id="2"/>
                              <w:r>
                                <w:t xml:space="preserve"> </w:t>
                              </w:r>
                            </w:p>
                            <w:p w14:paraId="009673D9" w14:textId="77777777" w:rsidR="004E5D6B" w:rsidRPr="00532563" w:rsidRDefault="004E5D6B" w:rsidP="00582CE9"/>
                            <w:p w14:paraId="26E705AE" w14:textId="77777777" w:rsidR="004E5D6B" w:rsidRDefault="004E5D6B" w:rsidP="00582CE9">
                              <w:r>
                                <w:t>zakończony XX</w:t>
                              </w:r>
                              <w:r w:rsidRPr="00532563">
                                <w:t xml:space="preserve"> </w:t>
                              </w:r>
                              <w:r>
                                <w:t>[miesiąc] 202X</w:t>
                              </w:r>
                              <w:r w:rsidRPr="00532563">
                                <w:t xml:space="preserve"> roku</w:t>
                              </w:r>
                            </w:p>
                            <w:p w14:paraId="07D1A062" w14:textId="77777777" w:rsidR="004E5D6B" w:rsidRDefault="004E5D6B" w:rsidP="00582CE9"/>
                            <w:p w14:paraId="1002891D" w14:textId="77777777" w:rsidR="004E5D6B" w:rsidRDefault="004E5D6B" w:rsidP="00582CE9"/>
                            <w:p w14:paraId="4C52CD87" w14:textId="77777777" w:rsidR="004E5D6B" w:rsidRDefault="004E5D6B" w:rsidP="00582CE9"/>
                            <w:p w14:paraId="1FA387C7" w14:textId="77777777" w:rsidR="004E5D6B" w:rsidRDefault="004E5D6B" w:rsidP="00582CE9"/>
                            <w:p w14:paraId="5F9CA346" w14:textId="77777777" w:rsidR="004E5D6B" w:rsidRDefault="004E5D6B" w:rsidP="00582CE9"/>
                            <w:p w14:paraId="1730A74C" w14:textId="77777777" w:rsidR="004E5D6B" w:rsidRDefault="004E5D6B" w:rsidP="00582CE9"/>
                            <w:p w14:paraId="408ED38B" w14:textId="77777777" w:rsidR="004E5D6B" w:rsidRDefault="004E5D6B" w:rsidP="00582CE9"/>
                            <w:p w14:paraId="42565988" w14:textId="77777777" w:rsidR="004E5D6B" w:rsidRDefault="004E5D6B" w:rsidP="00582CE9"/>
                            <w:p w14:paraId="05B58EAD" w14:textId="77777777" w:rsidR="004E5D6B" w:rsidRDefault="004E5D6B" w:rsidP="00582CE9"/>
                            <w:p w14:paraId="212F3547" w14:textId="77777777" w:rsidR="004E5D6B" w:rsidRDefault="004E5D6B" w:rsidP="00582CE9"/>
                            <w:p w14:paraId="2B1BA1A3" w14:textId="77777777" w:rsidR="004E5D6B" w:rsidRDefault="004E5D6B" w:rsidP="00582CE9"/>
                            <w:p w14:paraId="5E14B092" w14:textId="77777777" w:rsidR="004E5D6B" w:rsidRDefault="004E5D6B" w:rsidP="00582CE9"/>
                            <w:p w14:paraId="5AC6C062" w14:textId="77777777" w:rsidR="004E5D6B" w:rsidRDefault="004E5D6B" w:rsidP="00582CE9"/>
                            <w:p w14:paraId="15CF464C" w14:textId="77777777" w:rsidR="004E5D6B" w:rsidRDefault="004E5D6B" w:rsidP="00582CE9"/>
                            <w:p w14:paraId="4BC88B27" w14:textId="77777777" w:rsidR="004E5D6B" w:rsidRDefault="004E5D6B" w:rsidP="00582CE9"/>
                            <w:p w14:paraId="678F4430" w14:textId="77777777" w:rsidR="004E5D6B" w:rsidRDefault="004E5D6B" w:rsidP="00582CE9"/>
                            <w:p w14:paraId="7E37CA4A" w14:textId="77777777" w:rsidR="004E5D6B" w:rsidRDefault="004E5D6B" w:rsidP="00582CE9"/>
                            <w:p w14:paraId="3D586574" w14:textId="77777777" w:rsidR="004E5D6B" w:rsidRDefault="004E5D6B" w:rsidP="00582CE9"/>
                            <w:p w14:paraId="0338F4A0" w14:textId="77777777" w:rsidR="004E5D6B" w:rsidRDefault="004E5D6B" w:rsidP="00582CE9"/>
                            <w:p w14:paraId="3B0D5DAA" w14:textId="77777777" w:rsidR="004E5D6B" w:rsidRDefault="004E5D6B" w:rsidP="00582CE9"/>
                            <w:p w14:paraId="0ACF1DCD" w14:textId="77777777" w:rsidR="004E5D6B" w:rsidRDefault="004E5D6B" w:rsidP="00582CE9"/>
                            <w:p w14:paraId="46B70030" w14:textId="77777777" w:rsidR="004E5D6B" w:rsidRDefault="004E5D6B" w:rsidP="00582CE9"/>
                            <w:p w14:paraId="758F0C8C" w14:textId="77777777" w:rsidR="004E5D6B" w:rsidRDefault="004E5D6B" w:rsidP="00582CE9"/>
                            <w:p w14:paraId="0BE15245" w14:textId="77777777" w:rsidR="004E5D6B" w:rsidRDefault="004E5D6B" w:rsidP="00582CE9"/>
                            <w:p w14:paraId="5E1DDAD6" w14:textId="77777777" w:rsidR="004E5D6B" w:rsidRDefault="004E5D6B" w:rsidP="00582CE9"/>
                            <w:p w14:paraId="3A611F4E" w14:textId="77777777" w:rsidR="004E5D6B" w:rsidRDefault="004E5D6B" w:rsidP="00582CE9"/>
                            <w:p w14:paraId="3AFACBD4" w14:textId="77777777" w:rsidR="004E5D6B" w:rsidRDefault="004E5D6B" w:rsidP="00582CE9"/>
                            <w:p w14:paraId="426A4B59" w14:textId="77777777" w:rsidR="004E5D6B" w:rsidRDefault="004E5D6B" w:rsidP="00582CE9"/>
                            <w:p w14:paraId="02D96C2E" w14:textId="77777777" w:rsidR="004E5D6B" w:rsidRDefault="004E5D6B" w:rsidP="00582CE9"/>
                            <w:p w14:paraId="6A17C1D4" w14:textId="77777777" w:rsidR="004E5D6B" w:rsidRDefault="004E5D6B" w:rsidP="00582CE9"/>
                            <w:p w14:paraId="2C73C6CC" w14:textId="77777777" w:rsidR="004E5D6B" w:rsidRDefault="004E5D6B" w:rsidP="00582CE9"/>
                            <w:p w14:paraId="709E5659" w14:textId="77777777" w:rsidR="004E5D6B" w:rsidRDefault="004E5D6B" w:rsidP="00582CE9">
                              <w:pPr>
                                <w:jc w:val="right"/>
                              </w:pPr>
                              <w:r>
                                <w:rPr>
                                  <w:noProof/>
                                  <w:lang w:eastAsia="pl-PL"/>
                                </w:rPr>
                                <w:drawing>
                                  <wp:inline distT="0" distB="0" distL="0" distR="0" wp14:anchorId="54D63DD7" wp14:editId="3A0F449C">
                                    <wp:extent cx="1630117" cy="971550"/>
                                    <wp:effectExtent l="0" t="0" r="825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5639729" w14:textId="77777777" w:rsidR="004E5D6B" w:rsidRPr="00532563" w:rsidRDefault="004E5D6B" w:rsidP="00582CE9">
                              <w:pPr>
                                <w:jc w:val="right"/>
                              </w:pPr>
                            </w:p>
                            <w:p w14:paraId="58AAB910" w14:textId="77777777" w:rsidR="004E5D6B" w:rsidRDefault="004E5D6B" w:rsidP="00582CE9"/>
                            <w:p w14:paraId="288A8B5B" w14:textId="77777777" w:rsidR="004E5D6B" w:rsidRPr="002C29FC" w:rsidRDefault="004E5D6B" w:rsidP="00582CE9">
                              <w:bookmarkStart w:id="3" w:name="_Toc85738540"/>
                              <w:bookmarkStart w:id="4" w:name="_Toc85738567"/>
                              <w:bookmarkStart w:id="5" w:name="_Toc85738844"/>
                              <w:r w:rsidRPr="00256A41">
                                <w:t>z dz</w:t>
                              </w:r>
                              <w:r>
                                <w:t>iałalności Grupy Kapitałowej PGE</w:t>
                              </w:r>
                              <w:r>
                                <w:br/>
                              </w:r>
                              <w:r w:rsidRPr="00256A41">
                                <w:t>za okres 6 miesięcy</w:t>
                              </w:r>
                              <w:bookmarkEnd w:id="3"/>
                              <w:bookmarkEnd w:id="4"/>
                              <w:bookmarkEnd w:id="5"/>
                              <w:r>
                                <w:t xml:space="preserve"> </w:t>
                              </w:r>
                            </w:p>
                            <w:p w14:paraId="6610F527" w14:textId="77777777" w:rsidR="004E5D6B" w:rsidRPr="00532563" w:rsidRDefault="004E5D6B" w:rsidP="00582CE9"/>
                            <w:p w14:paraId="3399C3DE" w14:textId="77777777" w:rsidR="004E5D6B" w:rsidRDefault="004E5D6B" w:rsidP="00582CE9">
                              <w:r>
                                <w:t>zakończony XX</w:t>
                              </w:r>
                              <w:r w:rsidRPr="00532563">
                                <w:t xml:space="preserve"> </w:t>
                              </w:r>
                              <w:r>
                                <w:t>[miesiąc] 202X</w:t>
                              </w:r>
                              <w:r w:rsidRPr="00532563">
                                <w:t xml:space="preserve"> roku</w:t>
                              </w:r>
                            </w:p>
                            <w:p w14:paraId="2CFBE84D" w14:textId="77777777" w:rsidR="004E5D6B" w:rsidRDefault="004E5D6B" w:rsidP="00582CE9"/>
                            <w:p w14:paraId="570BA4D8" w14:textId="77777777" w:rsidR="004E5D6B" w:rsidRDefault="004E5D6B" w:rsidP="00582CE9"/>
                            <w:p w14:paraId="74BFC842" w14:textId="77777777" w:rsidR="004E5D6B" w:rsidRDefault="004E5D6B" w:rsidP="00582CE9"/>
                            <w:p w14:paraId="7C728B5A" w14:textId="77777777" w:rsidR="004E5D6B" w:rsidRDefault="004E5D6B" w:rsidP="00582CE9"/>
                            <w:p w14:paraId="5158F3CE" w14:textId="77777777" w:rsidR="004E5D6B" w:rsidRDefault="004E5D6B" w:rsidP="00582CE9"/>
                            <w:p w14:paraId="5C8E0644" w14:textId="77777777" w:rsidR="004E5D6B" w:rsidRDefault="004E5D6B" w:rsidP="00582CE9"/>
                            <w:p w14:paraId="4F935623" w14:textId="77777777" w:rsidR="004E5D6B" w:rsidRDefault="004E5D6B" w:rsidP="00582CE9"/>
                            <w:p w14:paraId="625C6B15" w14:textId="77777777" w:rsidR="004E5D6B" w:rsidRDefault="004E5D6B" w:rsidP="00582CE9"/>
                            <w:p w14:paraId="0E84F3D3" w14:textId="77777777" w:rsidR="004E5D6B" w:rsidRDefault="004E5D6B" w:rsidP="00582CE9"/>
                            <w:p w14:paraId="1D8AAE69" w14:textId="77777777" w:rsidR="004E5D6B" w:rsidRDefault="004E5D6B" w:rsidP="00582CE9"/>
                            <w:p w14:paraId="6C51B3EE" w14:textId="77777777" w:rsidR="004E5D6B" w:rsidRDefault="004E5D6B" w:rsidP="00582CE9"/>
                            <w:p w14:paraId="15709DBC" w14:textId="77777777" w:rsidR="004E5D6B" w:rsidRDefault="004E5D6B" w:rsidP="00582CE9"/>
                            <w:p w14:paraId="1C5FFAE8" w14:textId="77777777" w:rsidR="004E5D6B" w:rsidRDefault="004E5D6B" w:rsidP="00582CE9"/>
                            <w:p w14:paraId="2929664E" w14:textId="77777777" w:rsidR="004E5D6B" w:rsidRDefault="004E5D6B" w:rsidP="00582CE9"/>
                            <w:p w14:paraId="344697E0" w14:textId="77777777" w:rsidR="004E5D6B" w:rsidRDefault="004E5D6B" w:rsidP="00582CE9"/>
                            <w:p w14:paraId="133D488A" w14:textId="77777777" w:rsidR="004E5D6B" w:rsidRDefault="004E5D6B" w:rsidP="00582CE9"/>
                            <w:p w14:paraId="311499A5" w14:textId="77777777" w:rsidR="004E5D6B" w:rsidRDefault="004E5D6B" w:rsidP="00582CE9"/>
                            <w:p w14:paraId="7E571BAA" w14:textId="77777777" w:rsidR="004E5D6B" w:rsidRDefault="004E5D6B" w:rsidP="00582CE9"/>
                            <w:p w14:paraId="6ECD48F5" w14:textId="77777777" w:rsidR="004E5D6B" w:rsidRDefault="004E5D6B" w:rsidP="00582CE9"/>
                            <w:p w14:paraId="5474D71D" w14:textId="77777777" w:rsidR="004E5D6B" w:rsidRDefault="004E5D6B" w:rsidP="00582CE9"/>
                            <w:p w14:paraId="216D53F8" w14:textId="77777777" w:rsidR="004E5D6B" w:rsidRDefault="004E5D6B" w:rsidP="00582CE9"/>
                            <w:p w14:paraId="7A3B222A" w14:textId="77777777" w:rsidR="004E5D6B" w:rsidRDefault="004E5D6B" w:rsidP="00582CE9"/>
                            <w:p w14:paraId="499A93A0" w14:textId="77777777" w:rsidR="004E5D6B" w:rsidRDefault="004E5D6B" w:rsidP="00582CE9"/>
                            <w:p w14:paraId="4A1E5065" w14:textId="77777777" w:rsidR="004E5D6B" w:rsidRDefault="004E5D6B" w:rsidP="00582CE9"/>
                            <w:p w14:paraId="07FF026B" w14:textId="77777777" w:rsidR="004E5D6B" w:rsidRDefault="004E5D6B" w:rsidP="00582CE9"/>
                            <w:p w14:paraId="5D0C8089" w14:textId="77777777" w:rsidR="004E5D6B" w:rsidRDefault="004E5D6B" w:rsidP="00582CE9"/>
                            <w:p w14:paraId="43ABF46A" w14:textId="77777777" w:rsidR="004E5D6B" w:rsidRDefault="004E5D6B" w:rsidP="00582CE9"/>
                            <w:p w14:paraId="36CC6EE2" w14:textId="77777777" w:rsidR="004E5D6B" w:rsidRDefault="004E5D6B" w:rsidP="00582CE9"/>
                            <w:p w14:paraId="5BC6AEEA" w14:textId="77777777" w:rsidR="004E5D6B" w:rsidRDefault="004E5D6B" w:rsidP="00582CE9"/>
                            <w:p w14:paraId="7031268A" w14:textId="77777777" w:rsidR="004E5D6B" w:rsidRDefault="004E5D6B" w:rsidP="00582CE9"/>
                            <w:p w14:paraId="28A06CAD" w14:textId="77777777" w:rsidR="004E5D6B" w:rsidRDefault="004E5D6B" w:rsidP="00582CE9"/>
                            <w:p w14:paraId="2D75FC18" w14:textId="77777777" w:rsidR="004E5D6B" w:rsidRDefault="004E5D6B" w:rsidP="00582CE9">
                              <w:pPr>
                                <w:jc w:val="right"/>
                              </w:pPr>
                              <w:r>
                                <w:rPr>
                                  <w:noProof/>
                                  <w:lang w:eastAsia="pl-PL"/>
                                </w:rPr>
                                <w:drawing>
                                  <wp:inline distT="0" distB="0" distL="0" distR="0" wp14:anchorId="76C7F6E6" wp14:editId="7057DAC6">
                                    <wp:extent cx="1630117" cy="971550"/>
                                    <wp:effectExtent l="0" t="0" r="825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254F6FE" w14:textId="77777777" w:rsidR="004E5D6B" w:rsidRPr="00532563" w:rsidRDefault="004E5D6B"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49327FB" id="Grupa 173" o:spid="_x0000_s1026" style="position:absolute;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5A991C3C" w14:textId="77777777" w:rsidR="004E5D6B" w:rsidRDefault="004E5D6B" w:rsidP="006E100D">
                        <w:pPr>
                          <w:pStyle w:val="Tytu"/>
                          <w:rPr>
                            <w:spacing w:val="0"/>
                          </w:rPr>
                        </w:pPr>
                      </w:p>
                      <w:p w14:paraId="4082D121" w14:textId="77777777" w:rsidR="0038591A" w:rsidRDefault="0038591A" w:rsidP="0061043F">
                        <w:pPr>
                          <w:pStyle w:val="Tytu"/>
                          <w:jc w:val="center"/>
                          <w:rPr>
                            <w:spacing w:val="0"/>
                          </w:rPr>
                        </w:pPr>
                      </w:p>
                      <w:p w14:paraId="3EDD0450" w14:textId="6EBC151C" w:rsidR="004E5D6B" w:rsidRDefault="004E5D6B" w:rsidP="0061043F">
                        <w:pPr>
                          <w:pStyle w:val="Tytu"/>
                          <w:jc w:val="center"/>
                          <w:rPr>
                            <w:spacing w:val="0"/>
                          </w:rPr>
                        </w:pPr>
                        <w:r w:rsidRPr="006E100D">
                          <w:rPr>
                            <w:spacing w:val="0"/>
                          </w:rPr>
                          <w:t>SPECYFIKACJA WARUNKÓW ZAMÓWIENIA (SWZ)</w:t>
                        </w:r>
                      </w:p>
                      <w:p w14:paraId="3FFB34B9" w14:textId="77777777" w:rsidR="004E5D6B" w:rsidRDefault="004E5D6B" w:rsidP="006E100D">
                        <w:pPr>
                          <w:pStyle w:val="Tytu"/>
                          <w:rPr>
                            <w:spacing w:val="0"/>
                          </w:rPr>
                        </w:pPr>
                      </w:p>
                      <w:p w14:paraId="0B7584BB" w14:textId="04E59A41" w:rsidR="00C73AC0" w:rsidRDefault="004E5D6B" w:rsidP="00505047">
                        <w:pPr>
                          <w:pStyle w:val="PODTYTU"/>
                          <w:spacing w:before="400"/>
                          <w:jc w:val="center"/>
                        </w:pPr>
                        <w:r>
                          <w:t xml:space="preserve">POSTĘPOWANIE ZAKUPOWE                                                                 O UDZIELENIE ZAMÓWIENIA NIEPUBLICZNEGO                                    na podstawie Procedury Ogólnej Zakupów GK PGE (PROG </w:t>
                        </w:r>
                        <w:r w:rsidRPr="00F8123B">
                          <w:t>00096/</w:t>
                        </w:r>
                        <w:r w:rsidR="00733E5B">
                          <w:t>H.1</w:t>
                        </w:r>
                        <w:r w:rsidRPr="000F0854">
                          <w:t>)</w:t>
                        </w:r>
                      </w:p>
                      <w:p w14:paraId="3B27C963" w14:textId="70CD34F5" w:rsidR="004E5D6B" w:rsidRDefault="004E5D6B" w:rsidP="00505047">
                        <w:pPr>
                          <w:pStyle w:val="PODTYTU"/>
                          <w:spacing w:before="400"/>
                          <w:jc w:val="center"/>
                        </w:pPr>
                        <w:r>
                          <w:t xml:space="preserve">        w trybie przetargu nieograniczonego</w:t>
                        </w:r>
                      </w:p>
                      <w:p w14:paraId="7C5D779B" w14:textId="0A28A1AF" w:rsidR="004E5D6B" w:rsidRDefault="00733E5B" w:rsidP="00B25998">
                        <w:pPr>
                          <w:pStyle w:val="PODTYTU"/>
                          <w:spacing w:before="2160"/>
                          <w:jc w:val="center"/>
                        </w:pPr>
                        <w:r w:rsidRPr="00733E5B">
                          <w:t>Modernizacja w kompleksie pomieszczeń 609 w budynku PGE Polska Grupa Energetyczna S.A.</w:t>
                        </w:r>
                      </w:p>
                      <w:p w14:paraId="28C26E18" w14:textId="096A1C42" w:rsidR="004E5D6B" w:rsidRDefault="004E5D6B" w:rsidP="00B25998">
                        <w:pPr>
                          <w:pStyle w:val="tekst"/>
                          <w:spacing w:before="720"/>
                          <w:jc w:val="center"/>
                        </w:pPr>
                        <w:r w:rsidRPr="006E100D">
                          <w:t>Nume</w:t>
                        </w:r>
                        <w:r>
                          <w:t>r Postępowania zakupowego:</w:t>
                        </w:r>
                        <w:r w:rsidR="00733E5B">
                          <w:t xml:space="preserve"> POST/PGE/PGE/DZ/00296/2025</w:t>
                        </w:r>
                      </w:p>
                      <w:p w14:paraId="7DC6948D" w14:textId="77777777" w:rsidR="004E5D6B" w:rsidRDefault="004E5D6B" w:rsidP="0061043F"/>
                      <w:p w14:paraId="463DDB16" w14:textId="459F7BDD" w:rsidR="004E5D6B" w:rsidRPr="0061043F" w:rsidRDefault="004E5D6B" w:rsidP="0061043F">
                        <w:pPr>
                          <w:jc w:val="center"/>
                          <w:rPr>
                            <w:b/>
                            <w:color w:val="FF0000"/>
                          </w:rPr>
                        </w:pPr>
                      </w:p>
                      <w:p w14:paraId="4E0AAA31" w14:textId="77777777" w:rsidR="004E5D6B" w:rsidRDefault="004E5D6B" w:rsidP="00582CE9"/>
                      <w:p w14:paraId="0A2FF36B" w14:textId="77777777" w:rsidR="004E5D6B" w:rsidRDefault="004E5D6B" w:rsidP="00582CE9"/>
                      <w:p w14:paraId="6C9A0CA3" w14:textId="77777777" w:rsidR="004E5D6B" w:rsidRDefault="004E5D6B" w:rsidP="00582CE9"/>
                      <w:p w14:paraId="6CE3AEF7" w14:textId="6BDC6733" w:rsidR="004E5D6B" w:rsidRDefault="004E5D6B" w:rsidP="00582CE9"/>
                      <w:p w14:paraId="016FF61C" w14:textId="5FDA97C3" w:rsidR="004E5D6B" w:rsidRDefault="004E5D6B" w:rsidP="00582CE9"/>
                      <w:p w14:paraId="5FFCFE9C" w14:textId="1D9AD7F3" w:rsidR="004E5D6B" w:rsidRDefault="004E5D6B" w:rsidP="00582CE9"/>
                      <w:p w14:paraId="585B4125" w14:textId="68688133" w:rsidR="004E5D6B" w:rsidRDefault="004E5D6B" w:rsidP="00582CE9"/>
                      <w:p w14:paraId="0C31748C" w14:textId="7EB896B8" w:rsidR="004E5D6B" w:rsidRDefault="004E5D6B" w:rsidP="00582CE9"/>
                      <w:p w14:paraId="0A7B13E6" w14:textId="59C652ED" w:rsidR="004E5D6B" w:rsidRDefault="004E5D6B" w:rsidP="00582CE9"/>
                      <w:p w14:paraId="28683B45" w14:textId="4F4C9C21" w:rsidR="004E5D6B" w:rsidRDefault="004E5D6B" w:rsidP="00582CE9"/>
                      <w:p w14:paraId="490E7667" w14:textId="06419D0D" w:rsidR="004E5D6B" w:rsidRDefault="004E5D6B" w:rsidP="00582CE9"/>
                      <w:p w14:paraId="1E32B904" w14:textId="1EEFD7F7" w:rsidR="004E5D6B" w:rsidRDefault="004E5D6B" w:rsidP="00582CE9"/>
                      <w:p w14:paraId="723CF3EC" w14:textId="62D117F8" w:rsidR="004E5D6B" w:rsidRDefault="004E5D6B" w:rsidP="00582CE9"/>
                      <w:p w14:paraId="0A9164EE" w14:textId="6B6D9FE2" w:rsidR="004E5D6B" w:rsidRDefault="004E5D6B" w:rsidP="00582CE9"/>
                      <w:p w14:paraId="24EE7147" w14:textId="5F377FC4" w:rsidR="004E5D6B" w:rsidRDefault="004E5D6B" w:rsidP="00582CE9"/>
                      <w:p w14:paraId="6F2D65C8" w14:textId="77777777" w:rsidR="004E5D6B" w:rsidRDefault="004E5D6B" w:rsidP="00582CE9"/>
                      <w:p w14:paraId="75BC2D58" w14:textId="77777777" w:rsidR="004E5D6B" w:rsidRDefault="004E5D6B" w:rsidP="00582CE9"/>
                      <w:p w14:paraId="4F246D4C" w14:textId="77777777" w:rsidR="004E5D6B" w:rsidRDefault="004E5D6B" w:rsidP="00582CE9"/>
                      <w:p w14:paraId="4381DED7" w14:textId="77777777" w:rsidR="004E5D6B" w:rsidRDefault="004E5D6B" w:rsidP="00582CE9"/>
                      <w:p w14:paraId="684EBCF6" w14:textId="77777777" w:rsidR="004E5D6B" w:rsidRDefault="004E5D6B" w:rsidP="00582CE9"/>
                      <w:p w14:paraId="2FB427EC" w14:textId="77777777" w:rsidR="004E5D6B" w:rsidRDefault="004E5D6B" w:rsidP="00582CE9"/>
                      <w:p w14:paraId="2D6C5A8F" w14:textId="77777777" w:rsidR="004E5D6B" w:rsidRDefault="004E5D6B" w:rsidP="00582CE9"/>
                      <w:p w14:paraId="30DAE0EA" w14:textId="77777777" w:rsidR="004E5D6B" w:rsidRDefault="004E5D6B" w:rsidP="00582CE9"/>
                      <w:p w14:paraId="57F336FD" w14:textId="77777777" w:rsidR="004E5D6B" w:rsidRDefault="004E5D6B" w:rsidP="00582CE9"/>
                      <w:p w14:paraId="28917AC7" w14:textId="77777777" w:rsidR="004E5D6B" w:rsidRDefault="004E5D6B" w:rsidP="00582CE9"/>
                      <w:p w14:paraId="701FE939" w14:textId="77777777" w:rsidR="004E5D6B" w:rsidRDefault="004E5D6B" w:rsidP="00582CE9"/>
                      <w:p w14:paraId="1343341C" w14:textId="77777777" w:rsidR="004E5D6B" w:rsidRDefault="004E5D6B" w:rsidP="00582CE9"/>
                      <w:p w14:paraId="1432C827" w14:textId="77777777" w:rsidR="004E5D6B" w:rsidRDefault="004E5D6B" w:rsidP="00582CE9"/>
                      <w:p w14:paraId="7B35398F" w14:textId="77777777" w:rsidR="004E5D6B" w:rsidRDefault="004E5D6B" w:rsidP="00582CE9"/>
                      <w:p w14:paraId="43EE2866" w14:textId="77777777" w:rsidR="004E5D6B" w:rsidRDefault="004E5D6B" w:rsidP="00582CE9"/>
                      <w:p w14:paraId="229097DD" w14:textId="77777777" w:rsidR="004E5D6B" w:rsidRDefault="004E5D6B" w:rsidP="00582CE9"/>
                      <w:p w14:paraId="201EC5B7" w14:textId="77777777" w:rsidR="004E5D6B" w:rsidRDefault="004E5D6B" w:rsidP="00582CE9"/>
                      <w:p w14:paraId="5793BB72" w14:textId="77777777" w:rsidR="004E5D6B" w:rsidRDefault="004E5D6B" w:rsidP="00582CE9"/>
                      <w:p w14:paraId="598AE692" w14:textId="77777777" w:rsidR="004E5D6B" w:rsidRDefault="004E5D6B" w:rsidP="00582CE9"/>
                      <w:p w14:paraId="40BC46EE" w14:textId="77777777" w:rsidR="004E5D6B" w:rsidRDefault="004E5D6B" w:rsidP="00582CE9"/>
                      <w:p w14:paraId="11F9F4C7" w14:textId="77777777" w:rsidR="004E5D6B" w:rsidRDefault="004E5D6B" w:rsidP="00582CE9"/>
                      <w:p w14:paraId="3D302161" w14:textId="77777777" w:rsidR="004E5D6B" w:rsidRDefault="004E5D6B" w:rsidP="00582CE9"/>
                      <w:p w14:paraId="7A7D4AB8" w14:textId="77777777" w:rsidR="004E5D6B" w:rsidRDefault="004E5D6B" w:rsidP="00582CE9"/>
                      <w:p w14:paraId="33A875CC" w14:textId="77777777" w:rsidR="004E5D6B" w:rsidRDefault="004E5D6B" w:rsidP="00582CE9">
                        <w:pPr>
                          <w:jc w:val="right"/>
                        </w:pPr>
                      </w:p>
                      <w:p w14:paraId="60BBDDD0" w14:textId="77777777" w:rsidR="004E5D6B" w:rsidRDefault="004E5D6B" w:rsidP="00582CE9"/>
                      <w:p w14:paraId="22395213" w14:textId="77777777" w:rsidR="004E5D6B" w:rsidRDefault="004E5D6B" w:rsidP="00582CE9"/>
                      <w:p w14:paraId="0C0E70C2" w14:textId="77777777" w:rsidR="004E5D6B" w:rsidRDefault="004E5D6B" w:rsidP="00582CE9"/>
                      <w:p w14:paraId="21086B64" w14:textId="77777777" w:rsidR="004E5D6B" w:rsidRDefault="004E5D6B" w:rsidP="00582CE9"/>
                      <w:p w14:paraId="5B0C958C" w14:textId="77777777" w:rsidR="004E5D6B" w:rsidRDefault="004E5D6B" w:rsidP="00582CE9"/>
                      <w:p w14:paraId="0CD1FADF" w14:textId="77777777" w:rsidR="004E5D6B" w:rsidRDefault="004E5D6B" w:rsidP="00582CE9"/>
                      <w:p w14:paraId="6E91FCC6" w14:textId="77777777" w:rsidR="004E5D6B" w:rsidRDefault="004E5D6B" w:rsidP="00582CE9"/>
                      <w:p w14:paraId="719B27DF" w14:textId="77777777" w:rsidR="004E5D6B" w:rsidRDefault="004E5D6B" w:rsidP="00582CE9"/>
                      <w:p w14:paraId="68557E3C" w14:textId="77777777" w:rsidR="004E5D6B" w:rsidRDefault="004E5D6B" w:rsidP="00582CE9"/>
                      <w:p w14:paraId="32D8B71D" w14:textId="77777777" w:rsidR="004E5D6B" w:rsidRDefault="004E5D6B" w:rsidP="00582CE9"/>
                      <w:p w14:paraId="3EF59BEB" w14:textId="77777777" w:rsidR="004E5D6B" w:rsidRDefault="004E5D6B" w:rsidP="00582CE9"/>
                      <w:p w14:paraId="6F6B4BAD" w14:textId="77777777" w:rsidR="004E5D6B" w:rsidRDefault="004E5D6B" w:rsidP="00582CE9"/>
                      <w:p w14:paraId="02432CBA" w14:textId="77777777" w:rsidR="004E5D6B" w:rsidRDefault="004E5D6B" w:rsidP="00582CE9"/>
                      <w:p w14:paraId="66179F3B" w14:textId="77777777" w:rsidR="004E5D6B" w:rsidRDefault="004E5D6B" w:rsidP="00582CE9"/>
                      <w:p w14:paraId="3344751A" w14:textId="77777777" w:rsidR="004E5D6B" w:rsidRDefault="004E5D6B" w:rsidP="00582CE9"/>
                      <w:p w14:paraId="644D28AE" w14:textId="77777777" w:rsidR="004E5D6B" w:rsidRDefault="004E5D6B" w:rsidP="00582CE9"/>
                      <w:p w14:paraId="7F1E8AED" w14:textId="77777777" w:rsidR="004E5D6B" w:rsidRDefault="004E5D6B" w:rsidP="00582CE9"/>
                      <w:p w14:paraId="51C49FA1" w14:textId="77777777" w:rsidR="004E5D6B" w:rsidRDefault="004E5D6B" w:rsidP="00582CE9"/>
                      <w:p w14:paraId="7F2CD54D" w14:textId="77777777" w:rsidR="004E5D6B" w:rsidRDefault="004E5D6B" w:rsidP="00582CE9"/>
                      <w:p w14:paraId="75FFE7CD" w14:textId="77777777" w:rsidR="004E5D6B" w:rsidRDefault="004E5D6B" w:rsidP="00582CE9"/>
                      <w:p w14:paraId="756C94FC" w14:textId="77777777" w:rsidR="004E5D6B" w:rsidRDefault="004E5D6B" w:rsidP="00582CE9"/>
                      <w:p w14:paraId="619C8EF1" w14:textId="77777777" w:rsidR="004E5D6B" w:rsidRDefault="004E5D6B" w:rsidP="00582CE9"/>
                      <w:p w14:paraId="4E249615" w14:textId="77777777" w:rsidR="004E5D6B" w:rsidRDefault="004E5D6B" w:rsidP="00582CE9"/>
                      <w:p w14:paraId="6C9E77FF" w14:textId="77777777" w:rsidR="004E5D6B" w:rsidRDefault="004E5D6B" w:rsidP="00582CE9"/>
                      <w:p w14:paraId="166E5FB6" w14:textId="77777777" w:rsidR="004E5D6B" w:rsidRDefault="004E5D6B" w:rsidP="00582CE9"/>
                      <w:p w14:paraId="235A7627" w14:textId="77777777" w:rsidR="004E5D6B" w:rsidRDefault="004E5D6B" w:rsidP="00582CE9"/>
                      <w:p w14:paraId="60737003" w14:textId="77777777" w:rsidR="004E5D6B" w:rsidRDefault="004E5D6B" w:rsidP="00582CE9">
                        <w:pPr>
                          <w:jc w:val="right"/>
                        </w:pPr>
                        <w:r>
                          <w:rPr>
                            <w:noProof/>
                            <w:lang w:eastAsia="pl-PL"/>
                          </w:rPr>
                          <w:drawing>
                            <wp:inline distT="0" distB="0" distL="0" distR="0" wp14:anchorId="1F7747EA" wp14:editId="3E0EB22D">
                              <wp:extent cx="1630117" cy="971550"/>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3">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479D059F" w14:textId="77777777" w:rsidR="004E5D6B" w:rsidRPr="00532563" w:rsidRDefault="004E5D6B" w:rsidP="00582CE9">
                        <w:pPr>
                          <w:jc w:val="right"/>
                        </w:pPr>
                      </w:p>
                      <w:p w14:paraId="6DED7921" w14:textId="77777777" w:rsidR="004E5D6B" w:rsidRDefault="004E5D6B" w:rsidP="00582CE9"/>
                      <w:p w14:paraId="4A4CD50F" w14:textId="77777777" w:rsidR="004E5D6B" w:rsidRPr="002C29FC" w:rsidRDefault="004E5D6B" w:rsidP="00582CE9">
                        <w:bookmarkStart w:id="6" w:name="_Toc85738539"/>
                        <w:bookmarkStart w:id="7" w:name="_Toc85738566"/>
                        <w:bookmarkStart w:id="8" w:name="_Toc85738843"/>
                        <w:r w:rsidRPr="00256A41">
                          <w:t>z dz</w:t>
                        </w:r>
                        <w:r>
                          <w:t>iałalności Grupy Kapitałowej PGE</w:t>
                        </w:r>
                        <w:r>
                          <w:br/>
                        </w:r>
                        <w:r w:rsidRPr="00256A41">
                          <w:t>za okres 6 miesięcy</w:t>
                        </w:r>
                        <w:bookmarkEnd w:id="6"/>
                        <w:bookmarkEnd w:id="7"/>
                        <w:bookmarkEnd w:id="8"/>
                        <w:r>
                          <w:t xml:space="preserve"> </w:t>
                        </w:r>
                      </w:p>
                      <w:p w14:paraId="009673D9" w14:textId="77777777" w:rsidR="004E5D6B" w:rsidRPr="00532563" w:rsidRDefault="004E5D6B" w:rsidP="00582CE9"/>
                      <w:p w14:paraId="26E705AE" w14:textId="77777777" w:rsidR="004E5D6B" w:rsidRDefault="004E5D6B" w:rsidP="00582CE9">
                        <w:r>
                          <w:t>zakończony XX</w:t>
                        </w:r>
                        <w:r w:rsidRPr="00532563">
                          <w:t xml:space="preserve"> </w:t>
                        </w:r>
                        <w:r>
                          <w:t>[miesiąc] 202X</w:t>
                        </w:r>
                        <w:r w:rsidRPr="00532563">
                          <w:t xml:space="preserve"> roku</w:t>
                        </w:r>
                      </w:p>
                      <w:p w14:paraId="07D1A062" w14:textId="77777777" w:rsidR="004E5D6B" w:rsidRDefault="004E5D6B" w:rsidP="00582CE9"/>
                      <w:p w14:paraId="1002891D" w14:textId="77777777" w:rsidR="004E5D6B" w:rsidRDefault="004E5D6B" w:rsidP="00582CE9"/>
                      <w:p w14:paraId="4C52CD87" w14:textId="77777777" w:rsidR="004E5D6B" w:rsidRDefault="004E5D6B" w:rsidP="00582CE9"/>
                      <w:p w14:paraId="1FA387C7" w14:textId="77777777" w:rsidR="004E5D6B" w:rsidRDefault="004E5D6B" w:rsidP="00582CE9"/>
                      <w:p w14:paraId="5F9CA346" w14:textId="77777777" w:rsidR="004E5D6B" w:rsidRDefault="004E5D6B" w:rsidP="00582CE9"/>
                      <w:p w14:paraId="1730A74C" w14:textId="77777777" w:rsidR="004E5D6B" w:rsidRDefault="004E5D6B" w:rsidP="00582CE9"/>
                      <w:p w14:paraId="408ED38B" w14:textId="77777777" w:rsidR="004E5D6B" w:rsidRDefault="004E5D6B" w:rsidP="00582CE9"/>
                      <w:p w14:paraId="42565988" w14:textId="77777777" w:rsidR="004E5D6B" w:rsidRDefault="004E5D6B" w:rsidP="00582CE9"/>
                      <w:p w14:paraId="05B58EAD" w14:textId="77777777" w:rsidR="004E5D6B" w:rsidRDefault="004E5D6B" w:rsidP="00582CE9"/>
                      <w:p w14:paraId="212F3547" w14:textId="77777777" w:rsidR="004E5D6B" w:rsidRDefault="004E5D6B" w:rsidP="00582CE9"/>
                      <w:p w14:paraId="2B1BA1A3" w14:textId="77777777" w:rsidR="004E5D6B" w:rsidRDefault="004E5D6B" w:rsidP="00582CE9"/>
                      <w:p w14:paraId="5E14B092" w14:textId="77777777" w:rsidR="004E5D6B" w:rsidRDefault="004E5D6B" w:rsidP="00582CE9"/>
                      <w:p w14:paraId="5AC6C062" w14:textId="77777777" w:rsidR="004E5D6B" w:rsidRDefault="004E5D6B" w:rsidP="00582CE9"/>
                      <w:p w14:paraId="15CF464C" w14:textId="77777777" w:rsidR="004E5D6B" w:rsidRDefault="004E5D6B" w:rsidP="00582CE9"/>
                      <w:p w14:paraId="4BC88B27" w14:textId="77777777" w:rsidR="004E5D6B" w:rsidRDefault="004E5D6B" w:rsidP="00582CE9"/>
                      <w:p w14:paraId="678F4430" w14:textId="77777777" w:rsidR="004E5D6B" w:rsidRDefault="004E5D6B" w:rsidP="00582CE9"/>
                      <w:p w14:paraId="7E37CA4A" w14:textId="77777777" w:rsidR="004E5D6B" w:rsidRDefault="004E5D6B" w:rsidP="00582CE9"/>
                      <w:p w14:paraId="3D586574" w14:textId="77777777" w:rsidR="004E5D6B" w:rsidRDefault="004E5D6B" w:rsidP="00582CE9"/>
                      <w:p w14:paraId="0338F4A0" w14:textId="77777777" w:rsidR="004E5D6B" w:rsidRDefault="004E5D6B" w:rsidP="00582CE9"/>
                      <w:p w14:paraId="3B0D5DAA" w14:textId="77777777" w:rsidR="004E5D6B" w:rsidRDefault="004E5D6B" w:rsidP="00582CE9"/>
                      <w:p w14:paraId="0ACF1DCD" w14:textId="77777777" w:rsidR="004E5D6B" w:rsidRDefault="004E5D6B" w:rsidP="00582CE9"/>
                      <w:p w14:paraId="46B70030" w14:textId="77777777" w:rsidR="004E5D6B" w:rsidRDefault="004E5D6B" w:rsidP="00582CE9"/>
                      <w:p w14:paraId="758F0C8C" w14:textId="77777777" w:rsidR="004E5D6B" w:rsidRDefault="004E5D6B" w:rsidP="00582CE9"/>
                      <w:p w14:paraId="0BE15245" w14:textId="77777777" w:rsidR="004E5D6B" w:rsidRDefault="004E5D6B" w:rsidP="00582CE9"/>
                      <w:p w14:paraId="5E1DDAD6" w14:textId="77777777" w:rsidR="004E5D6B" w:rsidRDefault="004E5D6B" w:rsidP="00582CE9"/>
                      <w:p w14:paraId="3A611F4E" w14:textId="77777777" w:rsidR="004E5D6B" w:rsidRDefault="004E5D6B" w:rsidP="00582CE9"/>
                      <w:p w14:paraId="3AFACBD4" w14:textId="77777777" w:rsidR="004E5D6B" w:rsidRDefault="004E5D6B" w:rsidP="00582CE9"/>
                      <w:p w14:paraId="426A4B59" w14:textId="77777777" w:rsidR="004E5D6B" w:rsidRDefault="004E5D6B" w:rsidP="00582CE9"/>
                      <w:p w14:paraId="02D96C2E" w14:textId="77777777" w:rsidR="004E5D6B" w:rsidRDefault="004E5D6B" w:rsidP="00582CE9"/>
                      <w:p w14:paraId="6A17C1D4" w14:textId="77777777" w:rsidR="004E5D6B" w:rsidRDefault="004E5D6B" w:rsidP="00582CE9"/>
                      <w:p w14:paraId="2C73C6CC" w14:textId="77777777" w:rsidR="004E5D6B" w:rsidRDefault="004E5D6B" w:rsidP="00582CE9"/>
                      <w:p w14:paraId="709E5659" w14:textId="77777777" w:rsidR="004E5D6B" w:rsidRDefault="004E5D6B" w:rsidP="00582CE9">
                        <w:pPr>
                          <w:jc w:val="right"/>
                        </w:pPr>
                        <w:r>
                          <w:rPr>
                            <w:noProof/>
                            <w:lang w:eastAsia="pl-PL"/>
                          </w:rPr>
                          <w:drawing>
                            <wp:inline distT="0" distB="0" distL="0" distR="0" wp14:anchorId="54D63DD7" wp14:editId="3A0F449C">
                              <wp:extent cx="1630117" cy="971550"/>
                              <wp:effectExtent l="0" t="0" r="825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3">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5639729" w14:textId="77777777" w:rsidR="004E5D6B" w:rsidRPr="00532563" w:rsidRDefault="004E5D6B" w:rsidP="00582CE9">
                        <w:pPr>
                          <w:jc w:val="right"/>
                        </w:pPr>
                      </w:p>
                      <w:p w14:paraId="58AAB910" w14:textId="77777777" w:rsidR="004E5D6B" w:rsidRDefault="004E5D6B" w:rsidP="00582CE9"/>
                      <w:p w14:paraId="288A8B5B" w14:textId="77777777" w:rsidR="004E5D6B" w:rsidRPr="002C29FC" w:rsidRDefault="004E5D6B" w:rsidP="00582CE9">
                        <w:bookmarkStart w:id="9" w:name="_Toc85738540"/>
                        <w:bookmarkStart w:id="10" w:name="_Toc85738567"/>
                        <w:bookmarkStart w:id="11" w:name="_Toc85738844"/>
                        <w:r w:rsidRPr="00256A41">
                          <w:t>z dz</w:t>
                        </w:r>
                        <w:r>
                          <w:t>iałalności Grupy Kapitałowej PGE</w:t>
                        </w:r>
                        <w:r>
                          <w:br/>
                        </w:r>
                        <w:r w:rsidRPr="00256A41">
                          <w:t>za okres 6 miesięcy</w:t>
                        </w:r>
                        <w:bookmarkEnd w:id="9"/>
                        <w:bookmarkEnd w:id="10"/>
                        <w:bookmarkEnd w:id="11"/>
                        <w:r>
                          <w:t xml:space="preserve"> </w:t>
                        </w:r>
                      </w:p>
                      <w:p w14:paraId="6610F527" w14:textId="77777777" w:rsidR="004E5D6B" w:rsidRPr="00532563" w:rsidRDefault="004E5D6B" w:rsidP="00582CE9"/>
                      <w:p w14:paraId="3399C3DE" w14:textId="77777777" w:rsidR="004E5D6B" w:rsidRDefault="004E5D6B" w:rsidP="00582CE9">
                        <w:r>
                          <w:t>zakończony XX</w:t>
                        </w:r>
                        <w:r w:rsidRPr="00532563">
                          <w:t xml:space="preserve"> </w:t>
                        </w:r>
                        <w:r>
                          <w:t>[miesiąc] 202X</w:t>
                        </w:r>
                        <w:r w:rsidRPr="00532563">
                          <w:t xml:space="preserve"> roku</w:t>
                        </w:r>
                      </w:p>
                      <w:p w14:paraId="2CFBE84D" w14:textId="77777777" w:rsidR="004E5D6B" w:rsidRDefault="004E5D6B" w:rsidP="00582CE9"/>
                      <w:p w14:paraId="570BA4D8" w14:textId="77777777" w:rsidR="004E5D6B" w:rsidRDefault="004E5D6B" w:rsidP="00582CE9"/>
                      <w:p w14:paraId="74BFC842" w14:textId="77777777" w:rsidR="004E5D6B" w:rsidRDefault="004E5D6B" w:rsidP="00582CE9"/>
                      <w:p w14:paraId="7C728B5A" w14:textId="77777777" w:rsidR="004E5D6B" w:rsidRDefault="004E5D6B" w:rsidP="00582CE9"/>
                      <w:p w14:paraId="5158F3CE" w14:textId="77777777" w:rsidR="004E5D6B" w:rsidRDefault="004E5D6B" w:rsidP="00582CE9"/>
                      <w:p w14:paraId="5C8E0644" w14:textId="77777777" w:rsidR="004E5D6B" w:rsidRDefault="004E5D6B" w:rsidP="00582CE9"/>
                      <w:p w14:paraId="4F935623" w14:textId="77777777" w:rsidR="004E5D6B" w:rsidRDefault="004E5D6B" w:rsidP="00582CE9"/>
                      <w:p w14:paraId="625C6B15" w14:textId="77777777" w:rsidR="004E5D6B" w:rsidRDefault="004E5D6B" w:rsidP="00582CE9"/>
                      <w:p w14:paraId="0E84F3D3" w14:textId="77777777" w:rsidR="004E5D6B" w:rsidRDefault="004E5D6B" w:rsidP="00582CE9"/>
                      <w:p w14:paraId="1D8AAE69" w14:textId="77777777" w:rsidR="004E5D6B" w:rsidRDefault="004E5D6B" w:rsidP="00582CE9"/>
                      <w:p w14:paraId="6C51B3EE" w14:textId="77777777" w:rsidR="004E5D6B" w:rsidRDefault="004E5D6B" w:rsidP="00582CE9"/>
                      <w:p w14:paraId="15709DBC" w14:textId="77777777" w:rsidR="004E5D6B" w:rsidRDefault="004E5D6B" w:rsidP="00582CE9"/>
                      <w:p w14:paraId="1C5FFAE8" w14:textId="77777777" w:rsidR="004E5D6B" w:rsidRDefault="004E5D6B" w:rsidP="00582CE9"/>
                      <w:p w14:paraId="2929664E" w14:textId="77777777" w:rsidR="004E5D6B" w:rsidRDefault="004E5D6B" w:rsidP="00582CE9"/>
                      <w:p w14:paraId="344697E0" w14:textId="77777777" w:rsidR="004E5D6B" w:rsidRDefault="004E5D6B" w:rsidP="00582CE9"/>
                      <w:p w14:paraId="133D488A" w14:textId="77777777" w:rsidR="004E5D6B" w:rsidRDefault="004E5D6B" w:rsidP="00582CE9"/>
                      <w:p w14:paraId="311499A5" w14:textId="77777777" w:rsidR="004E5D6B" w:rsidRDefault="004E5D6B" w:rsidP="00582CE9"/>
                      <w:p w14:paraId="7E571BAA" w14:textId="77777777" w:rsidR="004E5D6B" w:rsidRDefault="004E5D6B" w:rsidP="00582CE9"/>
                      <w:p w14:paraId="6ECD48F5" w14:textId="77777777" w:rsidR="004E5D6B" w:rsidRDefault="004E5D6B" w:rsidP="00582CE9"/>
                      <w:p w14:paraId="5474D71D" w14:textId="77777777" w:rsidR="004E5D6B" w:rsidRDefault="004E5D6B" w:rsidP="00582CE9"/>
                      <w:p w14:paraId="216D53F8" w14:textId="77777777" w:rsidR="004E5D6B" w:rsidRDefault="004E5D6B" w:rsidP="00582CE9"/>
                      <w:p w14:paraId="7A3B222A" w14:textId="77777777" w:rsidR="004E5D6B" w:rsidRDefault="004E5D6B" w:rsidP="00582CE9"/>
                      <w:p w14:paraId="499A93A0" w14:textId="77777777" w:rsidR="004E5D6B" w:rsidRDefault="004E5D6B" w:rsidP="00582CE9"/>
                      <w:p w14:paraId="4A1E5065" w14:textId="77777777" w:rsidR="004E5D6B" w:rsidRDefault="004E5D6B" w:rsidP="00582CE9"/>
                      <w:p w14:paraId="07FF026B" w14:textId="77777777" w:rsidR="004E5D6B" w:rsidRDefault="004E5D6B" w:rsidP="00582CE9"/>
                      <w:p w14:paraId="5D0C8089" w14:textId="77777777" w:rsidR="004E5D6B" w:rsidRDefault="004E5D6B" w:rsidP="00582CE9"/>
                      <w:p w14:paraId="43ABF46A" w14:textId="77777777" w:rsidR="004E5D6B" w:rsidRDefault="004E5D6B" w:rsidP="00582CE9"/>
                      <w:p w14:paraId="36CC6EE2" w14:textId="77777777" w:rsidR="004E5D6B" w:rsidRDefault="004E5D6B" w:rsidP="00582CE9"/>
                      <w:p w14:paraId="5BC6AEEA" w14:textId="77777777" w:rsidR="004E5D6B" w:rsidRDefault="004E5D6B" w:rsidP="00582CE9"/>
                      <w:p w14:paraId="7031268A" w14:textId="77777777" w:rsidR="004E5D6B" w:rsidRDefault="004E5D6B" w:rsidP="00582CE9"/>
                      <w:p w14:paraId="28A06CAD" w14:textId="77777777" w:rsidR="004E5D6B" w:rsidRDefault="004E5D6B" w:rsidP="00582CE9"/>
                      <w:p w14:paraId="2D75FC18" w14:textId="77777777" w:rsidR="004E5D6B" w:rsidRDefault="004E5D6B" w:rsidP="00582CE9">
                        <w:pPr>
                          <w:jc w:val="right"/>
                        </w:pPr>
                        <w:r>
                          <w:rPr>
                            <w:noProof/>
                            <w:lang w:eastAsia="pl-PL"/>
                          </w:rPr>
                          <w:drawing>
                            <wp:inline distT="0" distB="0" distL="0" distR="0" wp14:anchorId="76C7F6E6" wp14:editId="7057DAC6">
                              <wp:extent cx="1630117" cy="971550"/>
                              <wp:effectExtent l="0" t="0" r="825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3">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254F6FE" w14:textId="77777777" w:rsidR="004E5D6B" w:rsidRPr="00532563" w:rsidRDefault="004E5D6B" w:rsidP="00582CE9">
                        <w:pPr>
                          <w:jc w:val="right"/>
                        </w:pPr>
                      </w:p>
                    </w:txbxContent>
                  </v:textbox>
                </v:shape>
                <w10:wrap type="square" anchorx="page" anchory="page"/>
              </v:group>
            </w:pict>
          </mc:Fallback>
        </mc:AlternateContent>
      </w:r>
      <w:r w:rsidR="00582CE9">
        <w:br w:type="page"/>
      </w:r>
    </w:p>
    <w:p w14:paraId="5214CA10" w14:textId="7BC1A7DC" w:rsidR="00847B49" w:rsidRDefault="00847B49" w:rsidP="00D87EDF">
      <w:pPr>
        <w:pStyle w:val="Nagwek1"/>
      </w:pPr>
      <w:r>
        <w:lastRenderedPageBreak/>
        <w:t>Informacje wstępne</w:t>
      </w:r>
    </w:p>
    <w:p w14:paraId="0298B630" w14:textId="0E99F46C" w:rsidR="00847B49" w:rsidRPr="00E473A9" w:rsidRDefault="00847B49" w:rsidP="0090541F">
      <w:pPr>
        <w:pStyle w:val="Akapitzlist"/>
        <w:numPr>
          <w:ilvl w:val="1"/>
          <w:numId w:val="18"/>
        </w:numPr>
        <w:spacing w:before="120" w:after="120" w:line="276" w:lineRule="auto"/>
        <w:ind w:left="992" w:hanging="992"/>
        <w:contextualSpacing w:val="0"/>
        <w:rPr>
          <w:b/>
          <w:bCs/>
          <w:sz w:val="22"/>
          <w:szCs w:val="28"/>
        </w:rPr>
      </w:pPr>
      <w:r w:rsidRPr="00E473A9">
        <w:rPr>
          <w:b/>
          <w:bCs/>
          <w:sz w:val="24"/>
          <w:szCs w:val="32"/>
        </w:rPr>
        <w:t>Zamawiający</w:t>
      </w:r>
    </w:p>
    <w:p w14:paraId="629DDDD9" w14:textId="64DC7405" w:rsidR="00726E70" w:rsidRPr="004433B8" w:rsidRDefault="00A624B7" w:rsidP="00A624B7">
      <w:pPr>
        <w:spacing w:before="120" w:after="240" w:line="276" w:lineRule="auto"/>
        <w:ind w:left="992"/>
        <w:jc w:val="both"/>
        <w:rPr>
          <w:rFonts w:ascii="Verdana" w:eastAsiaTheme="majorEastAsia" w:hAnsi="Verdana" w:cstheme="majorBidi"/>
          <w:color w:val="000000" w:themeColor="text1"/>
          <w:szCs w:val="18"/>
        </w:rPr>
      </w:pPr>
      <w:bookmarkStart w:id="6" w:name="_Hlk188607241"/>
      <w:r w:rsidRPr="004433B8">
        <w:rPr>
          <w:rFonts w:ascii="Verdana" w:hAnsi="Verdana" w:cstheme="minorHAnsi"/>
          <w:b/>
          <w:bCs/>
          <w:szCs w:val="18"/>
        </w:rPr>
        <w:t>PGE Polska Grupa Energetyczna S.A.</w:t>
      </w:r>
      <w:r w:rsidRPr="004433B8">
        <w:rPr>
          <w:rFonts w:ascii="Verdana" w:hAnsi="Verdana" w:cstheme="minorHAnsi"/>
          <w:bCs/>
          <w:szCs w:val="18"/>
        </w:rPr>
        <w:t xml:space="preserve">, </w:t>
      </w:r>
      <w:r w:rsidR="00C3347A">
        <w:rPr>
          <w:rFonts w:ascii="Verdana" w:hAnsi="Verdana" w:cstheme="minorHAnsi"/>
          <w:bCs/>
          <w:szCs w:val="18"/>
        </w:rPr>
        <w:t>A</w:t>
      </w:r>
      <w:r w:rsidRPr="004433B8">
        <w:rPr>
          <w:rFonts w:ascii="Verdana" w:hAnsi="Verdana" w:cstheme="minorHAnsi"/>
          <w:bCs/>
          <w:szCs w:val="18"/>
        </w:rPr>
        <w:t>leja Kraśnicka 27, 20-718 Lublin, wpisana do Krajowego Rejestru Sądowego prowadzonego przez Sąd Rejonowy Lublin-Wschód w Lublinie z siedzibą w Świdniku, KRS: 0000059307, NIP: 526-02-50-541, REGON: 006227638, wysokość kapitału zakładowego: 19 </w:t>
      </w:r>
      <w:r w:rsidR="00C3347A">
        <w:rPr>
          <w:rFonts w:ascii="Verdana" w:hAnsi="Verdana" w:cstheme="minorHAnsi"/>
          <w:bCs/>
          <w:szCs w:val="18"/>
        </w:rPr>
        <w:t>183</w:t>
      </w:r>
      <w:r w:rsidR="00C3347A" w:rsidRPr="0050001C">
        <w:rPr>
          <w:rFonts w:ascii="Verdana" w:hAnsi="Verdana" w:cstheme="minorHAnsi"/>
          <w:bCs/>
          <w:szCs w:val="18"/>
        </w:rPr>
        <w:t> </w:t>
      </w:r>
      <w:r w:rsidR="00C3347A">
        <w:rPr>
          <w:rFonts w:ascii="Verdana" w:hAnsi="Verdana" w:cstheme="minorHAnsi"/>
          <w:bCs/>
          <w:szCs w:val="18"/>
        </w:rPr>
        <w:t>746</w:t>
      </w:r>
      <w:r w:rsidR="00C3347A" w:rsidRPr="0050001C">
        <w:rPr>
          <w:rFonts w:ascii="Verdana" w:hAnsi="Verdana" w:cstheme="minorHAnsi"/>
          <w:bCs/>
          <w:szCs w:val="18"/>
        </w:rPr>
        <w:t xml:space="preserve"> </w:t>
      </w:r>
      <w:r w:rsidR="00C3347A">
        <w:rPr>
          <w:rFonts w:ascii="Verdana" w:hAnsi="Verdana" w:cstheme="minorHAnsi"/>
          <w:bCs/>
          <w:szCs w:val="18"/>
        </w:rPr>
        <w:t>098</w:t>
      </w:r>
      <w:r w:rsidR="00C3347A" w:rsidRPr="0050001C">
        <w:rPr>
          <w:rFonts w:ascii="Verdana" w:hAnsi="Verdana" w:cstheme="minorHAnsi"/>
          <w:bCs/>
          <w:szCs w:val="18"/>
        </w:rPr>
        <w:t>,</w:t>
      </w:r>
      <w:proofErr w:type="gramStart"/>
      <w:r w:rsidR="00C3347A">
        <w:rPr>
          <w:rFonts w:ascii="Verdana" w:hAnsi="Verdana" w:cstheme="minorHAnsi"/>
          <w:bCs/>
          <w:szCs w:val="18"/>
        </w:rPr>
        <w:t>70</w:t>
      </w:r>
      <w:r w:rsidR="00C3347A" w:rsidRPr="0050001C">
        <w:rPr>
          <w:rFonts w:ascii="Verdana" w:hAnsi="Verdana" w:cstheme="minorHAnsi"/>
          <w:bCs/>
          <w:szCs w:val="18"/>
        </w:rPr>
        <w:t xml:space="preserve"> </w:t>
      </w:r>
      <w:r w:rsidRPr="004433B8">
        <w:rPr>
          <w:rFonts w:ascii="Verdana" w:hAnsi="Verdana" w:cstheme="minorHAnsi"/>
          <w:bCs/>
          <w:szCs w:val="18"/>
        </w:rPr>
        <w:t xml:space="preserve"> zł.</w:t>
      </w:r>
      <w:bookmarkEnd w:id="6"/>
      <w:proofErr w:type="gramEnd"/>
    </w:p>
    <w:p w14:paraId="282B0F0B" w14:textId="77777777" w:rsidR="0090541F" w:rsidRPr="00E473A9" w:rsidRDefault="006E100D" w:rsidP="0090541F">
      <w:pPr>
        <w:pStyle w:val="Akapitzlist"/>
        <w:numPr>
          <w:ilvl w:val="1"/>
          <w:numId w:val="18"/>
        </w:numPr>
        <w:spacing w:before="120" w:after="120" w:line="276" w:lineRule="auto"/>
        <w:ind w:left="992" w:hanging="992"/>
        <w:contextualSpacing w:val="0"/>
        <w:rPr>
          <w:b/>
          <w:bCs/>
          <w:sz w:val="20"/>
          <w:szCs w:val="24"/>
        </w:rPr>
      </w:pPr>
      <w:r w:rsidRPr="00E473A9">
        <w:rPr>
          <w:b/>
          <w:bCs/>
          <w:sz w:val="24"/>
          <w:szCs w:val="32"/>
        </w:rPr>
        <w:t>Definicje:</w:t>
      </w:r>
    </w:p>
    <w:p w14:paraId="72B573A6" w14:textId="4AAB4962" w:rsidR="00886557" w:rsidRPr="004433B8" w:rsidRDefault="00886557" w:rsidP="00E951C8">
      <w:pPr>
        <w:pStyle w:val="Akapitzlist"/>
        <w:numPr>
          <w:ilvl w:val="2"/>
          <w:numId w:val="18"/>
        </w:numPr>
        <w:spacing w:before="120" w:after="120" w:line="276" w:lineRule="auto"/>
        <w:ind w:left="993" w:hanging="993"/>
        <w:contextualSpacing w:val="0"/>
        <w:jc w:val="both"/>
        <w:rPr>
          <w:b/>
          <w:bCs/>
          <w:szCs w:val="18"/>
        </w:rPr>
      </w:pPr>
      <w:r w:rsidRPr="004433B8">
        <w:rPr>
          <w:b/>
          <w:bCs/>
          <w:szCs w:val="18"/>
        </w:rPr>
        <w:t>Formularz Oferty</w:t>
      </w:r>
      <w:r w:rsidRPr="004433B8">
        <w:rPr>
          <w:szCs w:val="18"/>
        </w:rPr>
        <w:t xml:space="preserve"> – dokument, którego wzór stanowi Załącznik nr 2 do SWZ;</w:t>
      </w:r>
    </w:p>
    <w:p w14:paraId="299C15CD" w14:textId="77777777" w:rsidR="00886557" w:rsidRPr="004433B8" w:rsidRDefault="00886557" w:rsidP="00E951C8">
      <w:pPr>
        <w:pStyle w:val="Akapitzlist"/>
        <w:numPr>
          <w:ilvl w:val="2"/>
          <w:numId w:val="18"/>
        </w:numPr>
        <w:spacing w:before="120" w:after="120" w:line="276" w:lineRule="auto"/>
        <w:ind w:left="993" w:hanging="993"/>
        <w:contextualSpacing w:val="0"/>
        <w:jc w:val="both"/>
        <w:rPr>
          <w:szCs w:val="18"/>
        </w:rPr>
      </w:pPr>
      <w:r w:rsidRPr="004433B8">
        <w:rPr>
          <w:rStyle w:val="wyrnienie"/>
          <w:szCs w:val="18"/>
        </w:rPr>
        <w:t xml:space="preserve">GK </w:t>
      </w:r>
      <w:r w:rsidRPr="004433B8">
        <w:rPr>
          <w:b/>
          <w:szCs w:val="18"/>
        </w:rPr>
        <w:t>PGE</w:t>
      </w:r>
      <w:r w:rsidRPr="004433B8">
        <w:rPr>
          <w:szCs w:val="18"/>
        </w:rPr>
        <w:t xml:space="preserve"> – Grupa Kapitałowa PGE;</w:t>
      </w:r>
    </w:p>
    <w:p w14:paraId="63FD2872" w14:textId="6EB48DD9" w:rsidR="00886557" w:rsidRPr="004433B8" w:rsidRDefault="00886557" w:rsidP="00E951C8">
      <w:pPr>
        <w:pStyle w:val="Akapitzlist"/>
        <w:numPr>
          <w:ilvl w:val="2"/>
          <w:numId w:val="18"/>
        </w:numPr>
        <w:spacing w:before="120" w:after="120" w:line="276" w:lineRule="auto"/>
        <w:ind w:left="993" w:hanging="993"/>
        <w:contextualSpacing w:val="0"/>
        <w:jc w:val="both"/>
        <w:rPr>
          <w:szCs w:val="18"/>
        </w:rPr>
      </w:pPr>
      <w:r w:rsidRPr="004433B8">
        <w:rPr>
          <w:rStyle w:val="wyrnienie"/>
          <w:szCs w:val="18"/>
        </w:rPr>
        <w:t xml:space="preserve">Oferta </w:t>
      </w:r>
      <w:r w:rsidR="00E951C8" w:rsidRPr="004433B8">
        <w:rPr>
          <w:szCs w:val="18"/>
        </w:rPr>
        <w:t>–</w:t>
      </w:r>
      <w:r w:rsidRPr="004433B8">
        <w:rPr>
          <w:rStyle w:val="wyrnienie"/>
          <w:szCs w:val="18"/>
        </w:rPr>
        <w:t xml:space="preserve"> </w:t>
      </w:r>
      <w:r w:rsidRPr="004433B8">
        <w:rPr>
          <w:szCs w:val="18"/>
        </w:rPr>
        <w:t>oświadczenie woli zawarcia Umowy</w:t>
      </w:r>
      <w:r w:rsidR="00E951C8" w:rsidRPr="004433B8">
        <w:rPr>
          <w:szCs w:val="18"/>
        </w:rPr>
        <w:t>,</w:t>
      </w:r>
      <w:r w:rsidRPr="004433B8">
        <w:rPr>
          <w:szCs w:val="18"/>
        </w:rPr>
        <w:t xml:space="preserve"> złożone przez Wykonawcę </w:t>
      </w:r>
      <w:proofErr w:type="spellStart"/>
      <w:r w:rsidRPr="004433B8">
        <w:rPr>
          <w:szCs w:val="18"/>
        </w:rPr>
        <w:t>Zamawiajacemu</w:t>
      </w:r>
      <w:proofErr w:type="spellEnd"/>
      <w:r w:rsidRPr="004433B8">
        <w:rPr>
          <w:szCs w:val="18"/>
        </w:rPr>
        <w:t xml:space="preserve"> w odpowiedzi na SWZ;</w:t>
      </w:r>
    </w:p>
    <w:p w14:paraId="0205887E" w14:textId="14572EEE" w:rsidR="00886557" w:rsidRPr="004433B8" w:rsidRDefault="00886557" w:rsidP="00E951C8">
      <w:pPr>
        <w:pStyle w:val="Akapitzlist"/>
        <w:numPr>
          <w:ilvl w:val="2"/>
          <w:numId w:val="18"/>
        </w:numPr>
        <w:spacing w:before="120" w:after="120" w:line="276" w:lineRule="auto"/>
        <w:ind w:left="993" w:hanging="993"/>
        <w:contextualSpacing w:val="0"/>
        <w:jc w:val="both"/>
        <w:rPr>
          <w:szCs w:val="18"/>
        </w:rPr>
      </w:pPr>
      <w:r w:rsidRPr="004433B8">
        <w:rPr>
          <w:rStyle w:val="wyrnienie"/>
          <w:szCs w:val="18"/>
        </w:rPr>
        <w:t>Organizator Postępowania</w:t>
      </w:r>
      <w:r w:rsidRPr="004433B8">
        <w:rPr>
          <w:szCs w:val="18"/>
        </w:rPr>
        <w:t xml:space="preserve"> – spółka określona w pkt 1.2 SWZ, przygotowująca i przeprowadzająca Postępowanie;</w:t>
      </w:r>
    </w:p>
    <w:p w14:paraId="2951EC8B" w14:textId="4592B718" w:rsidR="00886557" w:rsidRPr="004433B8" w:rsidRDefault="00886557" w:rsidP="00C354CB">
      <w:pPr>
        <w:pStyle w:val="Akapitzlist"/>
        <w:numPr>
          <w:ilvl w:val="2"/>
          <w:numId w:val="18"/>
        </w:numPr>
        <w:spacing w:before="120" w:after="120" w:line="276" w:lineRule="auto"/>
        <w:ind w:left="993" w:hanging="993"/>
        <w:contextualSpacing w:val="0"/>
        <w:jc w:val="both"/>
        <w:rPr>
          <w:szCs w:val="18"/>
        </w:rPr>
      </w:pPr>
      <w:r w:rsidRPr="004433B8">
        <w:rPr>
          <w:rStyle w:val="wyrnienie"/>
          <w:szCs w:val="18"/>
        </w:rPr>
        <w:t>Postępowanie</w:t>
      </w:r>
      <w:r w:rsidRPr="004433B8">
        <w:rPr>
          <w:szCs w:val="18"/>
        </w:rPr>
        <w:t xml:space="preserve"> – niniejsze niepubliczne </w:t>
      </w:r>
      <w:r w:rsidR="0040314A" w:rsidRPr="004433B8">
        <w:rPr>
          <w:szCs w:val="18"/>
        </w:rPr>
        <w:t>p</w:t>
      </w:r>
      <w:r w:rsidRPr="004433B8">
        <w:rPr>
          <w:szCs w:val="18"/>
        </w:rPr>
        <w:t>ostępowanie zakupowe</w:t>
      </w:r>
      <w:r w:rsidR="00C354CB" w:rsidRPr="004433B8">
        <w:rPr>
          <w:szCs w:val="18"/>
        </w:rPr>
        <w:t>,</w:t>
      </w:r>
      <w:r w:rsidRPr="004433B8">
        <w:rPr>
          <w:szCs w:val="18"/>
        </w:rPr>
        <w:t xml:space="preserve"> rozumiane jako proces mający na celu wyłonienie Wykonawcy </w:t>
      </w:r>
      <w:r w:rsidR="00F9280D" w:rsidRPr="004433B8">
        <w:rPr>
          <w:szCs w:val="18"/>
        </w:rPr>
        <w:t xml:space="preserve">do </w:t>
      </w:r>
      <w:r w:rsidRPr="004433B8">
        <w:rPr>
          <w:szCs w:val="18"/>
        </w:rPr>
        <w:t xml:space="preserve">realizacji </w:t>
      </w:r>
      <w:r w:rsidR="00C354CB" w:rsidRPr="004433B8">
        <w:rPr>
          <w:szCs w:val="18"/>
        </w:rPr>
        <w:t xml:space="preserve">przedmiotu </w:t>
      </w:r>
      <w:r w:rsidR="0040314A" w:rsidRPr="004433B8">
        <w:rPr>
          <w:szCs w:val="18"/>
        </w:rPr>
        <w:t>Z</w:t>
      </w:r>
      <w:r w:rsidR="00C354CB" w:rsidRPr="004433B8">
        <w:rPr>
          <w:szCs w:val="18"/>
        </w:rPr>
        <w:t>amówienia</w:t>
      </w:r>
      <w:r w:rsidRPr="004433B8">
        <w:rPr>
          <w:szCs w:val="18"/>
        </w:rPr>
        <w:t>;</w:t>
      </w:r>
    </w:p>
    <w:p w14:paraId="46EC4EC4" w14:textId="563AB5A2" w:rsidR="00886557" w:rsidRPr="004433B8" w:rsidRDefault="00886557" w:rsidP="0040314A">
      <w:pPr>
        <w:pStyle w:val="Akapitzlist"/>
        <w:numPr>
          <w:ilvl w:val="2"/>
          <w:numId w:val="18"/>
        </w:numPr>
        <w:spacing w:before="120" w:after="120" w:line="276" w:lineRule="auto"/>
        <w:ind w:left="993" w:hanging="993"/>
        <w:contextualSpacing w:val="0"/>
        <w:jc w:val="both"/>
        <w:rPr>
          <w:color w:val="36A9E1" w:themeColor="accent5"/>
          <w:szCs w:val="18"/>
        </w:rPr>
      </w:pPr>
      <w:r w:rsidRPr="004433B8">
        <w:rPr>
          <w:rStyle w:val="wyrnienie"/>
          <w:szCs w:val="18"/>
        </w:rPr>
        <w:t xml:space="preserve">Procedura </w:t>
      </w:r>
      <w:r w:rsidRPr="004433B8">
        <w:rPr>
          <w:szCs w:val="18"/>
        </w:rPr>
        <w:t>– PROG 00096/</w:t>
      </w:r>
      <w:r w:rsidR="00733E5B" w:rsidRPr="004433B8">
        <w:rPr>
          <w:szCs w:val="18"/>
        </w:rPr>
        <w:t>H.1</w:t>
      </w:r>
      <w:r w:rsidRPr="004433B8">
        <w:rPr>
          <w:szCs w:val="18"/>
        </w:rPr>
        <w:t xml:space="preserve"> </w:t>
      </w:r>
      <w:r w:rsidRPr="004433B8">
        <w:rPr>
          <w:i/>
          <w:iCs/>
          <w:szCs w:val="18"/>
        </w:rPr>
        <w:t>Procedura Ogólna Zakupów GK PGE</w:t>
      </w:r>
      <w:r w:rsidR="0040314A" w:rsidRPr="004433B8">
        <w:rPr>
          <w:szCs w:val="18"/>
        </w:rPr>
        <w:t>, z której wyciąg</w:t>
      </w:r>
      <w:r w:rsidRPr="004433B8">
        <w:rPr>
          <w:szCs w:val="18"/>
        </w:rPr>
        <w:t xml:space="preserve"> dostępny jest na stronie internetowej </w:t>
      </w:r>
      <w:hyperlink r:id="rId14" w:history="1">
        <w:r w:rsidRPr="004433B8">
          <w:rPr>
            <w:color w:val="36A9E1" w:themeColor="accent5"/>
            <w:szCs w:val="18"/>
          </w:rPr>
          <w:t>https://www.gkpge.pl/grupa-pge/przetargi/zakupy/dokumenty</w:t>
        </w:r>
      </w:hyperlink>
      <w:r w:rsidR="0040314A" w:rsidRPr="004433B8">
        <w:rPr>
          <w:szCs w:val="18"/>
        </w:rPr>
        <w:t>;</w:t>
      </w:r>
    </w:p>
    <w:p w14:paraId="72967D82" w14:textId="77777777" w:rsidR="00886557" w:rsidRPr="004433B8" w:rsidRDefault="00886557" w:rsidP="00125F97">
      <w:pPr>
        <w:pStyle w:val="Akapitzlist"/>
        <w:numPr>
          <w:ilvl w:val="2"/>
          <w:numId w:val="18"/>
        </w:numPr>
        <w:spacing w:before="120" w:after="120" w:line="276" w:lineRule="auto"/>
        <w:ind w:left="993" w:hanging="993"/>
        <w:contextualSpacing w:val="0"/>
        <w:jc w:val="both"/>
        <w:rPr>
          <w:szCs w:val="18"/>
        </w:rPr>
      </w:pPr>
      <w:r w:rsidRPr="004433B8">
        <w:rPr>
          <w:rStyle w:val="wyrnienie"/>
          <w:szCs w:val="18"/>
        </w:rPr>
        <w:t>Projekt Umowy</w:t>
      </w:r>
      <w:r w:rsidRPr="004433B8">
        <w:rPr>
          <w:szCs w:val="18"/>
        </w:rPr>
        <w:t xml:space="preserve"> – dokument (wraz z załącznikami) stanowiący </w:t>
      </w:r>
      <w:r w:rsidRPr="004433B8">
        <w:rPr>
          <w:bCs/>
          <w:szCs w:val="18"/>
        </w:rPr>
        <w:t>Załącznik nr 5 do SWZ</w:t>
      </w:r>
      <w:r w:rsidRPr="004433B8">
        <w:rPr>
          <w:szCs w:val="18"/>
        </w:rPr>
        <w:t>;</w:t>
      </w:r>
    </w:p>
    <w:p w14:paraId="6B1FC359" w14:textId="4F141148" w:rsidR="00E844D2" w:rsidRPr="004433B8" w:rsidRDefault="00807EF2" w:rsidP="00125F97">
      <w:pPr>
        <w:pStyle w:val="Akapitzlist"/>
        <w:numPr>
          <w:ilvl w:val="2"/>
          <w:numId w:val="18"/>
        </w:numPr>
        <w:spacing w:before="120" w:after="120" w:line="276" w:lineRule="auto"/>
        <w:ind w:left="993" w:hanging="993"/>
        <w:contextualSpacing w:val="0"/>
        <w:jc w:val="both"/>
        <w:rPr>
          <w:rStyle w:val="wyrnienie"/>
          <w:b w:val="0"/>
          <w:szCs w:val="18"/>
        </w:rPr>
      </w:pPr>
      <w:r w:rsidRPr="004433B8">
        <w:rPr>
          <w:rStyle w:val="wyrnienie"/>
          <w:szCs w:val="18"/>
        </w:rPr>
        <w:t>Rozporządzenie Sankcyjne</w:t>
      </w:r>
      <w:r w:rsidRPr="004433B8">
        <w:rPr>
          <w:rStyle w:val="wyrnienie"/>
          <w:b w:val="0"/>
          <w:szCs w:val="18"/>
        </w:rPr>
        <w:t xml:space="preserve"> – rozporządzenie Rady (UE) nr 833/2014 z dnia 31 lipca 2014 r. dotyczące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w:t>
      </w:r>
      <w:r w:rsidR="00EB66FF">
        <w:rPr>
          <w:rStyle w:val="wyrnienie"/>
          <w:b w:val="0"/>
        </w:rPr>
        <w:t xml:space="preserve">, </w:t>
      </w:r>
      <w:r w:rsidR="00EB66FF" w:rsidRPr="00ED3797">
        <w:rPr>
          <w:rStyle w:val="wyrnienie"/>
          <w:b w:val="0"/>
        </w:rPr>
        <w:t>zaktualizowanym rozporządzeniem Rady (UE) 2025/2033 (Dz.U. L, 2025/2033 z 23.10.2025</w:t>
      </w:r>
      <w:r w:rsidR="00EB66FF" w:rsidRPr="00681BDE">
        <w:rPr>
          <w:rStyle w:val="wyrnienie"/>
          <w:b w:val="0"/>
        </w:rPr>
        <w:t>;</w:t>
      </w:r>
      <w:r w:rsidRPr="004433B8">
        <w:rPr>
          <w:rStyle w:val="wyrnienie"/>
          <w:b w:val="0"/>
          <w:szCs w:val="18"/>
        </w:rPr>
        <w:t>;</w:t>
      </w:r>
    </w:p>
    <w:p w14:paraId="1259C8EF" w14:textId="07C7EB6A" w:rsidR="00886557" w:rsidRPr="004433B8" w:rsidRDefault="00886557" w:rsidP="00125F97">
      <w:pPr>
        <w:pStyle w:val="Akapitzlist"/>
        <w:numPr>
          <w:ilvl w:val="2"/>
          <w:numId w:val="18"/>
        </w:numPr>
        <w:spacing w:before="120" w:after="120" w:line="276" w:lineRule="auto"/>
        <w:ind w:left="993" w:hanging="993"/>
        <w:contextualSpacing w:val="0"/>
        <w:jc w:val="both"/>
        <w:rPr>
          <w:szCs w:val="18"/>
        </w:rPr>
      </w:pPr>
      <w:r w:rsidRPr="004433B8">
        <w:rPr>
          <w:rStyle w:val="wyrnienie"/>
          <w:szCs w:val="18"/>
        </w:rPr>
        <w:t>SWZ</w:t>
      </w:r>
      <w:r w:rsidR="00125F97" w:rsidRPr="004433B8">
        <w:rPr>
          <w:rStyle w:val="wyrnienie"/>
          <w:szCs w:val="18"/>
        </w:rPr>
        <w:t xml:space="preserve"> </w:t>
      </w:r>
      <w:r w:rsidRPr="004433B8">
        <w:rPr>
          <w:szCs w:val="18"/>
        </w:rPr>
        <w:t>– niniejsza specyfikacja warunków Zamówienia określająca wymagania Zamawiającego związane z przygotowaniem Oferty oraz realizacją przedmiotu Zakupu;</w:t>
      </w:r>
    </w:p>
    <w:p w14:paraId="197E3119" w14:textId="213A4398" w:rsidR="00886557" w:rsidRPr="004433B8" w:rsidRDefault="00886557" w:rsidP="00125F97">
      <w:pPr>
        <w:pStyle w:val="Akapitzlist"/>
        <w:numPr>
          <w:ilvl w:val="2"/>
          <w:numId w:val="18"/>
        </w:numPr>
        <w:spacing w:before="120" w:after="120" w:line="276" w:lineRule="auto"/>
        <w:ind w:left="993" w:hanging="993"/>
        <w:contextualSpacing w:val="0"/>
        <w:jc w:val="both"/>
        <w:rPr>
          <w:szCs w:val="18"/>
        </w:rPr>
      </w:pPr>
      <w:r w:rsidRPr="004433B8">
        <w:rPr>
          <w:rStyle w:val="wyrnienie"/>
          <w:szCs w:val="18"/>
        </w:rPr>
        <w:t>System Zakupowy lub System</w:t>
      </w:r>
      <w:r w:rsidRPr="004433B8">
        <w:rPr>
          <w:szCs w:val="18"/>
        </w:rPr>
        <w:t xml:space="preserve"> – narzędzie informatyczne wspierające proces </w:t>
      </w:r>
      <w:r w:rsidR="0062468B" w:rsidRPr="004433B8">
        <w:rPr>
          <w:szCs w:val="18"/>
        </w:rPr>
        <w:t>zakupowy</w:t>
      </w:r>
      <w:r w:rsidRPr="004433B8">
        <w:rPr>
          <w:szCs w:val="18"/>
        </w:rPr>
        <w:t xml:space="preserve"> w GK PGE</w:t>
      </w:r>
      <w:r w:rsidR="0062468B" w:rsidRPr="004433B8">
        <w:rPr>
          <w:szCs w:val="18"/>
        </w:rPr>
        <w:t xml:space="preserve">, za </w:t>
      </w:r>
      <w:proofErr w:type="gramStart"/>
      <w:r w:rsidR="0062468B" w:rsidRPr="004433B8">
        <w:rPr>
          <w:szCs w:val="18"/>
        </w:rPr>
        <w:t>pośrednictwem</w:t>
      </w:r>
      <w:proofErr w:type="gramEnd"/>
      <w:r w:rsidR="0062468B" w:rsidRPr="004433B8">
        <w:rPr>
          <w:szCs w:val="18"/>
        </w:rPr>
        <w:t xml:space="preserve"> którego prowadzone jest Postępowanie</w:t>
      </w:r>
      <w:r w:rsidRPr="004433B8">
        <w:rPr>
          <w:szCs w:val="18"/>
        </w:rPr>
        <w:t>;</w:t>
      </w:r>
    </w:p>
    <w:p w14:paraId="192E4F5F" w14:textId="71678376" w:rsidR="00886557" w:rsidRPr="004433B8" w:rsidRDefault="00886557" w:rsidP="001C6D02">
      <w:pPr>
        <w:pStyle w:val="Akapitzlist"/>
        <w:numPr>
          <w:ilvl w:val="2"/>
          <w:numId w:val="18"/>
        </w:numPr>
        <w:spacing w:before="120" w:after="120" w:line="276" w:lineRule="auto"/>
        <w:ind w:left="993" w:hanging="993"/>
        <w:contextualSpacing w:val="0"/>
        <w:jc w:val="both"/>
        <w:rPr>
          <w:szCs w:val="18"/>
        </w:rPr>
      </w:pPr>
      <w:r w:rsidRPr="004433B8">
        <w:rPr>
          <w:rStyle w:val="wyrnienie"/>
          <w:szCs w:val="18"/>
        </w:rPr>
        <w:t>Umowa</w:t>
      </w:r>
      <w:r w:rsidRPr="004433B8">
        <w:rPr>
          <w:szCs w:val="18"/>
        </w:rPr>
        <w:t xml:space="preserve"> – zawarta w wyniku Postępowania </w:t>
      </w:r>
      <w:r w:rsidR="00F9280D" w:rsidRPr="004433B8">
        <w:rPr>
          <w:szCs w:val="18"/>
        </w:rPr>
        <w:t>u</w:t>
      </w:r>
      <w:r w:rsidRPr="004433B8">
        <w:rPr>
          <w:szCs w:val="18"/>
        </w:rPr>
        <w:t xml:space="preserve">mowa odpłatna pomiędzy Zamawiającym a Wykonawcą, której </w:t>
      </w:r>
      <w:r w:rsidR="00F9280D" w:rsidRPr="004433B8">
        <w:rPr>
          <w:szCs w:val="18"/>
        </w:rPr>
        <w:t>przedmiot okr</w:t>
      </w:r>
      <w:r w:rsidR="00714823">
        <w:rPr>
          <w:szCs w:val="18"/>
        </w:rPr>
        <w:t>eś</w:t>
      </w:r>
      <w:r w:rsidR="00F9280D" w:rsidRPr="004433B8">
        <w:rPr>
          <w:szCs w:val="18"/>
        </w:rPr>
        <w:t>lony jest w pkt 2 SWZ</w:t>
      </w:r>
      <w:r w:rsidRPr="004433B8">
        <w:rPr>
          <w:szCs w:val="18"/>
        </w:rPr>
        <w:t>;</w:t>
      </w:r>
    </w:p>
    <w:p w14:paraId="2C7FF301" w14:textId="20A3E69A" w:rsidR="00807EF2" w:rsidRPr="004433B8" w:rsidRDefault="00807EF2" w:rsidP="00BA1900">
      <w:pPr>
        <w:pStyle w:val="Akapitzlist"/>
        <w:numPr>
          <w:ilvl w:val="2"/>
          <w:numId w:val="18"/>
        </w:numPr>
        <w:spacing w:before="120" w:after="120" w:line="276" w:lineRule="auto"/>
        <w:ind w:left="993" w:hanging="993"/>
        <w:contextualSpacing w:val="0"/>
        <w:jc w:val="both"/>
        <w:rPr>
          <w:rStyle w:val="wyrnienie"/>
          <w:b w:val="0"/>
          <w:szCs w:val="18"/>
        </w:rPr>
      </w:pPr>
      <w:r w:rsidRPr="004433B8">
        <w:rPr>
          <w:rStyle w:val="wyrnienie"/>
          <w:szCs w:val="18"/>
        </w:rPr>
        <w:t>Ustawa Sankcyjna</w:t>
      </w:r>
      <w:r w:rsidRPr="004433B8">
        <w:rPr>
          <w:rStyle w:val="wyrnienie"/>
          <w:b w:val="0"/>
          <w:szCs w:val="18"/>
        </w:rPr>
        <w:t xml:space="preserve"> – </w:t>
      </w:r>
      <w:r w:rsidR="00BA1900" w:rsidRPr="004433B8">
        <w:rPr>
          <w:rStyle w:val="wyrnienie"/>
          <w:b w:val="0"/>
          <w:szCs w:val="18"/>
        </w:rPr>
        <w:t>ustawa</w:t>
      </w:r>
      <w:r w:rsidRPr="004433B8">
        <w:rPr>
          <w:rStyle w:val="wyrnienie"/>
          <w:b w:val="0"/>
          <w:szCs w:val="18"/>
        </w:rPr>
        <w:t xml:space="preserve"> z dnia 13 kwietnia 2022 r. o szczególnych rozwiązaniach w zakresie przeciwdziałania wspieraniu agresji na Ukrainę oraz służących ochronie bezpieczeństwa narodowego (</w:t>
      </w:r>
      <w:proofErr w:type="spellStart"/>
      <w:r w:rsidRPr="004433B8">
        <w:rPr>
          <w:rStyle w:val="wyrnienie"/>
          <w:b w:val="0"/>
          <w:szCs w:val="18"/>
        </w:rPr>
        <w:t>t.j</w:t>
      </w:r>
      <w:proofErr w:type="spellEnd"/>
      <w:r w:rsidRPr="004433B8">
        <w:rPr>
          <w:rStyle w:val="wyrnienie"/>
          <w:b w:val="0"/>
          <w:szCs w:val="18"/>
        </w:rPr>
        <w:t>. Dz. U. z 2024 r. poz. 507);</w:t>
      </w:r>
    </w:p>
    <w:p w14:paraId="20A7A756" w14:textId="7338845B" w:rsidR="00886557" w:rsidRPr="004433B8" w:rsidRDefault="00886557" w:rsidP="00BA1900">
      <w:pPr>
        <w:pStyle w:val="Akapitzlist"/>
        <w:numPr>
          <w:ilvl w:val="2"/>
          <w:numId w:val="18"/>
        </w:numPr>
        <w:spacing w:before="120" w:after="120" w:line="276" w:lineRule="auto"/>
        <w:ind w:left="993" w:hanging="993"/>
        <w:contextualSpacing w:val="0"/>
        <w:jc w:val="both"/>
        <w:rPr>
          <w:szCs w:val="18"/>
        </w:rPr>
      </w:pPr>
      <w:r w:rsidRPr="004433B8">
        <w:rPr>
          <w:rStyle w:val="wyrnienie"/>
          <w:szCs w:val="18"/>
        </w:rPr>
        <w:t>Wykonawca</w:t>
      </w:r>
      <w:r w:rsidRPr="004433B8">
        <w:rPr>
          <w:szCs w:val="18"/>
        </w:rPr>
        <w:t xml:space="preserve"> – osoba fizyczna, osoba prawna lub jednostka organizacyjna nieposiadająca osobowości prawnej, która oferuje na rynku przedmiot Zakupu lub ubiega się o udzielenie Zakupu, złożyła Ofertę w Postępowaniu lub zawarła Umowę;</w:t>
      </w:r>
    </w:p>
    <w:p w14:paraId="5ACB4E14" w14:textId="572DE8F0" w:rsidR="00886557" w:rsidRPr="004433B8" w:rsidRDefault="00886557" w:rsidP="00B464D8">
      <w:pPr>
        <w:pStyle w:val="Akapitzlist"/>
        <w:numPr>
          <w:ilvl w:val="2"/>
          <w:numId w:val="18"/>
        </w:numPr>
        <w:spacing w:before="120" w:after="120" w:line="276" w:lineRule="auto"/>
        <w:ind w:left="993" w:hanging="993"/>
        <w:contextualSpacing w:val="0"/>
        <w:jc w:val="both"/>
        <w:rPr>
          <w:szCs w:val="18"/>
        </w:rPr>
      </w:pPr>
      <w:r w:rsidRPr="004433B8">
        <w:rPr>
          <w:rStyle w:val="wyrnienie"/>
          <w:szCs w:val="18"/>
        </w:rPr>
        <w:t>Zakup</w:t>
      </w:r>
      <w:r w:rsidR="00BA1900" w:rsidRPr="004433B8">
        <w:rPr>
          <w:rStyle w:val="wyrnienie"/>
          <w:szCs w:val="18"/>
        </w:rPr>
        <w:t xml:space="preserve"> lub </w:t>
      </w:r>
      <w:r w:rsidRPr="004433B8">
        <w:rPr>
          <w:rStyle w:val="wyrnienie"/>
          <w:szCs w:val="18"/>
        </w:rPr>
        <w:t>Zamówienie</w:t>
      </w:r>
      <w:r w:rsidRPr="004433B8">
        <w:rPr>
          <w:szCs w:val="18"/>
        </w:rPr>
        <w:t xml:space="preserve"> – dostawa, usługa lub robota budowlana</w:t>
      </w:r>
      <w:r w:rsidR="00BA1900" w:rsidRPr="004433B8">
        <w:rPr>
          <w:szCs w:val="18"/>
        </w:rPr>
        <w:t>,</w:t>
      </w:r>
      <w:r w:rsidRPr="004433B8">
        <w:rPr>
          <w:szCs w:val="18"/>
        </w:rPr>
        <w:t xml:space="preserve"> </w:t>
      </w:r>
      <w:r w:rsidR="00BA1900" w:rsidRPr="004433B8">
        <w:rPr>
          <w:szCs w:val="18"/>
        </w:rPr>
        <w:t>której przedmiot</w:t>
      </w:r>
      <w:r w:rsidRPr="004433B8">
        <w:rPr>
          <w:szCs w:val="18"/>
        </w:rPr>
        <w:t xml:space="preserve"> został określony w pkt 2 SWZ oraz w Projekcie Umowy;</w:t>
      </w:r>
    </w:p>
    <w:p w14:paraId="1699E837" w14:textId="174E167B" w:rsidR="00886557" w:rsidRPr="004433B8" w:rsidRDefault="00886557" w:rsidP="00E473A9">
      <w:pPr>
        <w:pStyle w:val="Akapitzlist"/>
        <w:numPr>
          <w:ilvl w:val="2"/>
          <w:numId w:val="18"/>
        </w:numPr>
        <w:spacing w:before="120" w:after="240" w:line="276" w:lineRule="auto"/>
        <w:ind w:left="993" w:hanging="993"/>
        <w:contextualSpacing w:val="0"/>
        <w:jc w:val="both"/>
        <w:rPr>
          <w:szCs w:val="18"/>
        </w:rPr>
      </w:pPr>
      <w:r w:rsidRPr="004433B8">
        <w:rPr>
          <w:rStyle w:val="wyrnienie"/>
          <w:szCs w:val="18"/>
        </w:rPr>
        <w:t>Zamawiający</w:t>
      </w:r>
      <w:r w:rsidRPr="004433B8">
        <w:rPr>
          <w:szCs w:val="18"/>
        </w:rPr>
        <w:t xml:space="preserve"> – spółka określona w pkt 1.1 SWZ, na </w:t>
      </w:r>
      <w:proofErr w:type="gramStart"/>
      <w:r w:rsidRPr="004433B8">
        <w:rPr>
          <w:szCs w:val="18"/>
        </w:rPr>
        <w:t>potrzeby</w:t>
      </w:r>
      <w:proofErr w:type="gramEnd"/>
      <w:r w:rsidRPr="004433B8">
        <w:rPr>
          <w:szCs w:val="18"/>
        </w:rPr>
        <w:t xml:space="preserve"> której jest dokonywany Zakup</w:t>
      </w:r>
      <w:r w:rsidR="00E473A9" w:rsidRPr="004433B8">
        <w:rPr>
          <w:szCs w:val="18"/>
        </w:rPr>
        <w:t>.</w:t>
      </w:r>
    </w:p>
    <w:p w14:paraId="44C536CF" w14:textId="6F28CF6D" w:rsidR="006E100D" w:rsidRPr="00E473A9" w:rsidRDefault="006E100D" w:rsidP="00E473A9">
      <w:pPr>
        <w:pStyle w:val="Akapitzlist"/>
        <w:numPr>
          <w:ilvl w:val="1"/>
          <w:numId w:val="18"/>
        </w:numPr>
        <w:spacing w:before="120" w:after="120" w:line="276" w:lineRule="auto"/>
        <w:ind w:left="992" w:hanging="992"/>
        <w:contextualSpacing w:val="0"/>
        <w:rPr>
          <w:b/>
          <w:sz w:val="24"/>
          <w:szCs w:val="32"/>
        </w:rPr>
      </w:pPr>
      <w:r w:rsidRPr="00E473A9">
        <w:rPr>
          <w:b/>
          <w:sz w:val="24"/>
          <w:szCs w:val="32"/>
        </w:rPr>
        <w:lastRenderedPageBreak/>
        <w:t>Tryb Postępowania</w:t>
      </w:r>
      <w:r w:rsidR="0078562A" w:rsidRPr="00E473A9">
        <w:rPr>
          <w:b/>
          <w:sz w:val="24"/>
          <w:szCs w:val="32"/>
        </w:rPr>
        <w:t xml:space="preserve"> i informacje organizacyjne</w:t>
      </w:r>
      <w:r w:rsidRPr="00E473A9">
        <w:rPr>
          <w:b/>
          <w:sz w:val="24"/>
          <w:szCs w:val="32"/>
        </w:rPr>
        <w:t>:</w:t>
      </w:r>
    </w:p>
    <w:p w14:paraId="5CD46FD9" w14:textId="51983A17" w:rsidR="00BB6DE8" w:rsidRPr="004433B8" w:rsidRDefault="0078562A" w:rsidP="004F4DA3">
      <w:pPr>
        <w:pStyle w:val="Akapitzlist"/>
        <w:numPr>
          <w:ilvl w:val="2"/>
          <w:numId w:val="18"/>
        </w:numPr>
        <w:spacing w:before="120" w:after="120" w:line="276" w:lineRule="auto"/>
        <w:ind w:left="993" w:hanging="993"/>
        <w:contextualSpacing w:val="0"/>
        <w:jc w:val="both"/>
        <w:rPr>
          <w:szCs w:val="18"/>
        </w:rPr>
      </w:pPr>
      <w:r w:rsidRPr="004433B8">
        <w:rPr>
          <w:szCs w:val="18"/>
        </w:rPr>
        <w:t xml:space="preserve">Postępowanie prowadzone jest w trybie </w:t>
      </w:r>
      <w:r w:rsidRPr="004433B8">
        <w:rPr>
          <w:b/>
          <w:bCs/>
          <w:szCs w:val="18"/>
        </w:rPr>
        <w:t>przetargu nieograniczonego</w:t>
      </w:r>
      <w:r w:rsidRPr="004433B8">
        <w:rPr>
          <w:szCs w:val="18"/>
        </w:rPr>
        <w:t>, z</w:t>
      </w:r>
      <w:r w:rsidR="004F4DA3" w:rsidRPr="004433B8">
        <w:rPr>
          <w:szCs w:val="18"/>
        </w:rPr>
        <w:t> </w:t>
      </w:r>
      <w:r w:rsidRPr="004433B8">
        <w:rPr>
          <w:szCs w:val="18"/>
        </w:rPr>
        <w:t xml:space="preserve">zachowaniem zasad określonych w </w:t>
      </w:r>
      <w:r w:rsidR="004F4DA3" w:rsidRPr="004433B8">
        <w:rPr>
          <w:szCs w:val="18"/>
        </w:rPr>
        <w:t xml:space="preserve">SWZ oraz – </w:t>
      </w:r>
      <w:r w:rsidRPr="004433B8">
        <w:rPr>
          <w:szCs w:val="18"/>
        </w:rPr>
        <w:t xml:space="preserve">w zakresie w niej nieuregulowanym </w:t>
      </w:r>
      <w:r w:rsidR="004F4DA3" w:rsidRPr="004433B8">
        <w:rPr>
          <w:szCs w:val="18"/>
        </w:rPr>
        <w:t>– postanowień</w:t>
      </w:r>
      <w:r w:rsidRPr="004433B8">
        <w:rPr>
          <w:szCs w:val="18"/>
        </w:rPr>
        <w:t xml:space="preserve"> Procedury, Dobrych Praktyk Zakupowych oraz Kodeksu Postępowania dla Partnerów Biznesowych Spółek GK PGE (wszystkie dokumenty dostępne na stronie internetowej </w:t>
      </w:r>
      <w:hyperlink r:id="rId15" w:history="1">
        <w:r w:rsidRPr="004433B8">
          <w:rPr>
            <w:color w:val="36A9E1" w:themeColor="accent5"/>
            <w:szCs w:val="18"/>
          </w:rPr>
          <w:t>https://www.gkpge.pl/grupa-pge/przetargi/zakupy/dokumenty</w:t>
        </w:r>
      </w:hyperlink>
      <w:r w:rsidRPr="004433B8">
        <w:rPr>
          <w:szCs w:val="18"/>
        </w:rPr>
        <w:t>).</w:t>
      </w:r>
    </w:p>
    <w:p w14:paraId="5CD3D111" w14:textId="519DA716" w:rsidR="00BB6DE8" w:rsidRPr="004433B8" w:rsidRDefault="0078562A" w:rsidP="004F4DA3">
      <w:pPr>
        <w:pStyle w:val="Akapitzlist"/>
        <w:numPr>
          <w:ilvl w:val="2"/>
          <w:numId w:val="18"/>
        </w:numPr>
        <w:spacing w:before="120" w:after="120" w:line="276" w:lineRule="auto"/>
        <w:ind w:left="993" w:hanging="993"/>
        <w:contextualSpacing w:val="0"/>
        <w:jc w:val="both"/>
        <w:rPr>
          <w:szCs w:val="18"/>
        </w:rPr>
      </w:pPr>
      <w:r w:rsidRPr="004433B8">
        <w:rPr>
          <w:color w:val="000000"/>
          <w:szCs w:val="18"/>
        </w:rPr>
        <w:t xml:space="preserve">Przetarg nieograniczony to tryb, w którym w odpowiedzi na </w:t>
      </w:r>
      <w:r w:rsidR="004F4DA3" w:rsidRPr="004433B8">
        <w:rPr>
          <w:color w:val="000000"/>
          <w:szCs w:val="18"/>
        </w:rPr>
        <w:t>SWZ</w:t>
      </w:r>
      <w:r w:rsidRPr="004433B8">
        <w:rPr>
          <w:color w:val="000000"/>
          <w:szCs w:val="18"/>
        </w:rPr>
        <w:t>, Oferty mogą składać wszyscy zainteresowani Wykonawcy.</w:t>
      </w:r>
    </w:p>
    <w:p w14:paraId="2FEBE747" w14:textId="20B52B07" w:rsidR="00D12ABA" w:rsidRPr="004433B8" w:rsidRDefault="00D12ABA" w:rsidP="004F4DA3">
      <w:pPr>
        <w:pStyle w:val="Akapitzlist"/>
        <w:numPr>
          <w:ilvl w:val="2"/>
          <w:numId w:val="18"/>
        </w:numPr>
        <w:spacing w:before="120" w:after="120" w:line="276" w:lineRule="auto"/>
        <w:ind w:left="993" w:hanging="993"/>
        <w:contextualSpacing w:val="0"/>
        <w:jc w:val="both"/>
        <w:rPr>
          <w:szCs w:val="18"/>
        </w:rPr>
      </w:pPr>
      <w:r w:rsidRPr="004433B8">
        <w:rPr>
          <w:szCs w:val="18"/>
        </w:rPr>
        <w:t>Zainteresowani Wykonawcy składają Oferty zgodnie z wymaganiami SWZ.</w:t>
      </w:r>
    </w:p>
    <w:p w14:paraId="45084EF8" w14:textId="6AF7D86D" w:rsidR="00BB6DE8" w:rsidRPr="004433B8" w:rsidRDefault="006E100D" w:rsidP="00ED6DD2">
      <w:pPr>
        <w:pStyle w:val="Akapitzlist"/>
        <w:numPr>
          <w:ilvl w:val="2"/>
          <w:numId w:val="18"/>
        </w:numPr>
        <w:spacing w:before="120" w:after="120" w:line="276" w:lineRule="auto"/>
        <w:ind w:left="993" w:hanging="993"/>
        <w:contextualSpacing w:val="0"/>
        <w:jc w:val="both"/>
        <w:rPr>
          <w:szCs w:val="18"/>
        </w:rPr>
      </w:pPr>
      <w:r w:rsidRPr="004433B8">
        <w:rPr>
          <w:szCs w:val="18"/>
        </w:rPr>
        <w:t>Zamawiający może przed upływem terminu składania Ofert dokonać zmian lub uzupełnienia treści SWZ oraz jej załączników.</w:t>
      </w:r>
      <w:r w:rsidR="00854DFE" w:rsidRPr="004433B8">
        <w:rPr>
          <w:szCs w:val="18"/>
        </w:rPr>
        <w:t xml:space="preserve"> </w:t>
      </w:r>
      <w:r w:rsidR="0038485C" w:rsidRPr="004433B8">
        <w:rPr>
          <w:b/>
          <w:bCs/>
          <w:color w:val="FF0000"/>
          <w:szCs w:val="18"/>
        </w:rPr>
        <w:t xml:space="preserve">W związku z powyższym, </w:t>
      </w:r>
      <w:r w:rsidR="00537373" w:rsidRPr="004433B8">
        <w:rPr>
          <w:b/>
          <w:bCs/>
          <w:color w:val="FF0000"/>
          <w:szCs w:val="18"/>
        </w:rPr>
        <w:t>wszelkie propozycje zmian w dokumentach Zamówienia</w:t>
      </w:r>
      <w:r w:rsidR="0038485C" w:rsidRPr="004433B8">
        <w:rPr>
          <w:b/>
          <w:bCs/>
          <w:color w:val="FF0000"/>
          <w:szCs w:val="18"/>
        </w:rPr>
        <w:t xml:space="preserve"> Wykonawca winien zgłosić Zamawiającemu przed upływem terminu składania Ofert, na zasadach określonych w pkt 8.1 SWZ</w:t>
      </w:r>
      <w:r w:rsidR="00E56AC0" w:rsidRPr="004433B8">
        <w:rPr>
          <w:b/>
          <w:bCs/>
          <w:color w:val="FF0000"/>
          <w:szCs w:val="18"/>
        </w:rPr>
        <w:t>.</w:t>
      </w:r>
    </w:p>
    <w:p w14:paraId="52EAD6D6" w14:textId="18105D60" w:rsidR="003836DE" w:rsidRPr="004433B8" w:rsidRDefault="003836DE" w:rsidP="00ED6DD2">
      <w:pPr>
        <w:pStyle w:val="Akapitzlist"/>
        <w:numPr>
          <w:ilvl w:val="2"/>
          <w:numId w:val="18"/>
        </w:numPr>
        <w:spacing w:before="120" w:after="120" w:line="276" w:lineRule="auto"/>
        <w:ind w:left="993" w:hanging="993"/>
        <w:contextualSpacing w:val="0"/>
        <w:jc w:val="both"/>
        <w:rPr>
          <w:szCs w:val="18"/>
        </w:rPr>
      </w:pPr>
      <w:r w:rsidRPr="004433B8">
        <w:rPr>
          <w:szCs w:val="18"/>
        </w:rPr>
        <w:t>Zamawiający może najpierw dokonać oceny Ofert, a następnie zbadać czy Wykonawca, którego Oferta została oceniona jako najkorzystniejsza, nie podlega wykluczeniu oraz spełnia warunki udziału w Postępowaniu.</w:t>
      </w:r>
    </w:p>
    <w:p w14:paraId="6227DB14" w14:textId="19EDA633" w:rsidR="006E100D" w:rsidRPr="004433B8" w:rsidRDefault="006E100D" w:rsidP="00ED6DD2">
      <w:pPr>
        <w:pStyle w:val="Akapitzlist"/>
        <w:numPr>
          <w:ilvl w:val="2"/>
          <w:numId w:val="18"/>
        </w:numPr>
        <w:spacing w:before="120" w:after="120" w:line="276" w:lineRule="auto"/>
        <w:ind w:left="993" w:hanging="993"/>
        <w:contextualSpacing w:val="0"/>
        <w:jc w:val="both"/>
        <w:rPr>
          <w:b/>
          <w:szCs w:val="18"/>
        </w:rPr>
      </w:pPr>
      <w:r w:rsidRPr="004433B8">
        <w:rPr>
          <w:szCs w:val="18"/>
        </w:rPr>
        <w:t xml:space="preserve">Zamawiający zastrzega sobie prawo do przeprowadzenia negocjacji handlowych z Wykonawcami, których Oferty nie podlegają odrzuceniu. </w:t>
      </w:r>
      <w:r w:rsidR="0064743C" w:rsidRPr="004433B8">
        <w:rPr>
          <w:b/>
          <w:color w:val="FF0000"/>
          <w:szCs w:val="18"/>
        </w:rPr>
        <w:t>Niezłożenie Oferty w negocjacjach handlowych traktowane jest jako podtrzymanie Oferty wcześniejszej, a termin związania Ofertą jest liczony od nowa, tj. od dnia upływu terminu składania Ofert w</w:t>
      </w:r>
      <w:r w:rsidR="00ED6DD2" w:rsidRPr="004433B8">
        <w:rPr>
          <w:b/>
          <w:color w:val="FF0000"/>
          <w:szCs w:val="18"/>
        </w:rPr>
        <w:t> </w:t>
      </w:r>
      <w:r w:rsidR="0064743C" w:rsidRPr="004433B8">
        <w:rPr>
          <w:b/>
          <w:color w:val="FF0000"/>
          <w:szCs w:val="18"/>
        </w:rPr>
        <w:t>negocjacjach handlowych</w:t>
      </w:r>
      <w:r w:rsidR="00E56AC0" w:rsidRPr="004433B8">
        <w:rPr>
          <w:b/>
          <w:color w:val="FF0000"/>
          <w:szCs w:val="18"/>
        </w:rPr>
        <w:t>.</w:t>
      </w:r>
    </w:p>
    <w:p w14:paraId="2D1F6430" w14:textId="2AADB714" w:rsidR="006E100D" w:rsidRPr="004433B8" w:rsidRDefault="006E100D" w:rsidP="00033666">
      <w:pPr>
        <w:pStyle w:val="Akapitzlist"/>
        <w:numPr>
          <w:ilvl w:val="2"/>
          <w:numId w:val="18"/>
        </w:numPr>
        <w:spacing w:before="120" w:after="120" w:line="276" w:lineRule="auto"/>
        <w:ind w:left="993" w:hanging="993"/>
        <w:contextualSpacing w:val="0"/>
        <w:jc w:val="both"/>
        <w:rPr>
          <w:szCs w:val="18"/>
        </w:rPr>
      </w:pPr>
      <w:r w:rsidRPr="004433B8">
        <w:rPr>
          <w:szCs w:val="18"/>
        </w:rPr>
        <w:t>Zamawiający oceni Oferty pod względem zgodności z wymaganiami zawartymi w SWZ oraz dokona oceny punktowej, zgodnie z określonymi w SWZ kryteriami.</w:t>
      </w:r>
    </w:p>
    <w:p w14:paraId="28535BFB" w14:textId="0ACF2F8D" w:rsidR="006E100D" w:rsidRPr="004433B8" w:rsidRDefault="006E100D" w:rsidP="00033666">
      <w:pPr>
        <w:pStyle w:val="Akapitzlist"/>
        <w:numPr>
          <w:ilvl w:val="2"/>
          <w:numId w:val="18"/>
        </w:numPr>
        <w:spacing w:before="120" w:after="120" w:line="276" w:lineRule="auto"/>
        <w:ind w:left="993" w:hanging="993"/>
        <w:contextualSpacing w:val="0"/>
        <w:jc w:val="both"/>
        <w:rPr>
          <w:szCs w:val="18"/>
        </w:rPr>
      </w:pPr>
      <w:r w:rsidRPr="004433B8">
        <w:rPr>
          <w:szCs w:val="18"/>
        </w:rPr>
        <w:t>Zamawiający</w:t>
      </w:r>
      <w:r w:rsidR="00033666" w:rsidRPr="004433B8">
        <w:rPr>
          <w:szCs w:val="18"/>
        </w:rPr>
        <w:t>,</w:t>
      </w:r>
      <w:r w:rsidRPr="004433B8">
        <w:rPr>
          <w:szCs w:val="18"/>
        </w:rPr>
        <w:t xml:space="preserve"> </w:t>
      </w:r>
      <w:r w:rsidR="0064743C" w:rsidRPr="004433B8">
        <w:rPr>
          <w:szCs w:val="18"/>
        </w:rPr>
        <w:t>za pośrednictwem Systemu</w:t>
      </w:r>
      <w:r w:rsidRPr="004433B8">
        <w:rPr>
          <w:szCs w:val="18"/>
        </w:rPr>
        <w:t xml:space="preserve"> Zakupowego bądź poczty elektronicznej</w:t>
      </w:r>
      <w:r w:rsidR="00033666" w:rsidRPr="004433B8">
        <w:rPr>
          <w:szCs w:val="18"/>
        </w:rPr>
        <w:t>, poinformuje</w:t>
      </w:r>
      <w:r w:rsidR="009C7BE9" w:rsidRPr="004433B8">
        <w:rPr>
          <w:szCs w:val="18"/>
        </w:rPr>
        <w:t xml:space="preserve"> o wyniku Postępowania </w:t>
      </w:r>
      <w:r w:rsidRPr="004433B8">
        <w:rPr>
          <w:szCs w:val="18"/>
        </w:rPr>
        <w:t xml:space="preserve">Wykonawców, którzy </w:t>
      </w:r>
      <w:r w:rsidR="00172AF1" w:rsidRPr="004433B8">
        <w:rPr>
          <w:szCs w:val="18"/>
        </w:rPr>
        <w:t>złożyli Oferty</w:t>
      </w:r>
      <w:r w:rsidRPr="004433B8">
        <w:rPr>
          <w:szCs w:val="18"/>
        </w:rPr>
        <w:t xml:space="preserve"> w</w:t>
      </w:r>
      <w:r w:rsidR="00172AF1" w:rsidRPr="004433B8">
        <w:rPr>
          <w:szCs w:val="18"/>
        </w:rPr>
        <w:t> </w:t>
      </w:r>
      <w:r w:rsidRPr="004433B8">
        <w:rPr>
          <w:szCs w:val="18"/>
        </w:rPr>
        <w:t>Postępowaniu</w:t>
      </w:r>
      <w:r w:rsidR="00033666" w:rsidRPr="004433B8">
        <w:rPr>
          <w:szCs w:val="18"/>
        </w:rPr>
        <w:t>,</w:t>
      </w:r>
      <w:r w:rsidRPr="004433B8">
        <w:rPr>
          <w:szCs w:val="18"/>
        </w:rPr>
        <w:t xml:space="preserve"> podając następujące informacje:</w:t>
      </w:r>
    </w:p>
    <w:p w14:paraId="20FC7E28" w14:textId="6B6B43BB" w:rsidR="006E100D" w:rsidRPr="004433B8" w:rsidRDefault="006E100D" w:rsidP="009C7BE9">
      <w:pPr>
        <w:pStyle w:val="Akapitzlist"/>
        <w:numPr>
          <w:ilvl w:val="3"/>
          <w:numId w:val="18"/>
        </w:numPr>
        <w:spacing w:before="120" w:after="120" w:line="276" w:lineRule="auto"/>
        <w:contextualSpacing w:val="0"/>
        <w:jc w:val="both"/>
        <w:rPr>
          <w:szCs w:val="18"/>
        </w:rPr>
      </w:pPr>
      <w:r w:rsidRPr="004433B8">
        <w:rPr>
          <w:szCs w:val="18"/>
        </w:rPr>
        <w:t>nazwę i siedzibę Wykonawcy/</w:t>
      </w:r>
      <w:r w:rsidR="00972950" w:rsidRPr="004433B8">
        <w:rPr>
          <w:szCs w:val="18"/>
        </w:rPr>
        <w:t>imię</w:t>
      </w:r>
      <w:r w:rsidRPr="004433B8">
        <w:rPr>
          <w:szCs w:val="18"/>
        </w:rPr>
        <w:t xml:space="preserve"> i nazwisk</w:t>
      </w:r>
      <w:r w:rsidR="00972950" w:rsidRPr="004433B8">
        <w:rPr>
          <w:szCs w:val="18"/>
        </w:rPr>
        <w:t>o</w:t>
      </w:r>
      <w:r w:rsidRPr="004433B8">
        <w:rPr>
          <w:szCs w:val="18"/>
        </w:rPr>
        <w:t xml:space="preserve"> oraz miejsce prowadzonej działalności gospodarczej albo miejsce zamieszkania Wykonawcy, którego Oferta została uznana za najkorzystniejszą</w:t>
      </w:r>
      <w:r w:rsidR="00972950" w:rsidRPr="004433B8">
        <w:rPr>
          <w:szCs w:val="18"/>
        </w:rPr>
        <w:t>;</w:t>
      </w:r>
    </w:p>
    <w:p w14:paraId="1180936F" w14:textId="784B81BD" w:rsidR="006E100D" w:rsidRPr="004433B8" w:rsidRDefault="006E100D" w:rsidP="009C7BE9">
      <w:pPr>
        <w:pStyle w:val="Akapitzlist"/>
        <w:numPr>
          <w:ilvl w:val="3"/>
          <w:numId w:val="18"/>
        </w:numPr>
        <w:spacing w:before="120" w:after="120" w:line="276" w:lineRule="auto"/>
        <w:contextualSpacing w:val="0"/>
        <w:jc w:val="both"/>
        <w:rPr>
          <w:szCs w:val="18"/>
        </w:rPr>
      </w:pPr>
      <w:r w:rsidRPr="004433B8">
        <w:rPr>
          <w:szCs w:val="18"/>
        </w:rPr>
        <w:t>zaoferowane przez Wykonawcę</w:t>
      </w:r>
      <w:r w:rsidR="00972950" w:rsidRPr="004433B8">
        <w:rPr>
          <w:szCs w:val="18"/>
        </w:rPr>
        <w:t>, o którym mowa w</w:t>
      </w:r>
      <w:r w:rsidR="00714823">
        <w:rPr>
          <w:szCs w:val="18"/>
        </w:rPr>
        <w:t xml:space="preserve"> </w:t>
      </w:r>
      <w:r w:rsidR="00972950" w:rsidRPr="004433B8">
        <w:rPr>
          <w:szCs w:val="18"/>
        </w:rPr>
        <w:t>pkt 1.</w:t>
      </w:r>
      <w:r w:rsidR="00BA24EE">
        <w:rPr>
          <w:szCs w:val="18"/>
        </w:rPr>
        <w:t>3</w:t>
      </w:r>
      <w:r w:rsidR="00972950" w:rsidRPr="004433B8">
        <w:rPr>
          <w:szCs w:val="18"/>
        </w:rPr>
        <w:t>.8.1 SWZ,</w:t>
      </w:r>
      <w:r w:rsidRPr="004433B8">
        <w:rPr>
          <w:szCs w:val="18"/>
        </w:rPr>
        <w:t xml:space="preserve"> ceny i</w:t>
      </w:r>
      <w:r w:rsidR="0034294C" w:rsidRPr="004433B8">
        <w:rPr>
          <w:szCs w:val="18"/>
        </w:rPr>
        <w:t> </w:t>
      </w:r>
      <w:r w:rsidRPr="004433B8">
        <w:rPr>
          <w:szCs w:val="18"/>
        </w:rPr>
        <w:t xml:space="preserve">warunki realizacji zamówienia </w:t>
      </w:r>
      <w:r w:rsidR="00972950" w:rsidRPr="004433B8">
        <w:rPr>
          <w:szCs w:val="18"/>
        </w:rPr>
        <w:t xml:space="preserve">zaoferowane </w:t>
      </w:r>
      <w:r w:rsidRPr="004433B8">
        <w:rPr>
          <w:szCs w:val="18"/>
        </w:rPr>
        <w:t>w ramac</w:t>
      </w:r>
      <w:r w:rsidR="0064743C" w:rsidRPr="004433B8">
        <w:rPr>
          <w:szCs w:val="18"/>
        </w:rPr>
        <w:t xml:space="preserve">h </w:t>
      </w:r>
      <w:proofErr w:type="spellStart"/>
      <w:r w:rsidR="0064743C" w:rsidRPr="004433B8">
        <w:rPr>
          <w:szCs w:val="18"/>
        </w:rPr>
        <w:t>pozacenowych</w:t>
      </w:r>
      <w:proofErr w:type="spellEnd"/>
      <w:r w:rsidR="0064743C" w:rsidRPr="004433B8">
        <w:rPr>
          <w:szCs w:val="18"/>
        </w:rPr>
        <w:t xml:space="preserve"> kryteriów oceny O</w:t>
      </w:r>
      <w:r w:rsidRPr="004433B8">
        <w:rPr>
          <w:szCs w:val="18"/>
        </w:rPr>
        <w:t>fert</w:t>
      </w:r>
      <w:r w:rsidR="00972950" w:rsidRPr="004433B8">
        <w:rPr>
          <w:szCs w:val="18"/>
        </w:rPr>
        <w:t>;</w:t>
      </w:r>
    </w:p>
    <w:p w14:paraId="0CA4C712" w14:textId="5D5CE03E" w:rsidR="006E100D" w:rsidRPr="004433B8" w:rsidRDefault="006E100D" w:rsidP="009C7BE9">
      <w:pPr>
        <w:pStyle w:val="Akapitzlist"/>
        <w:numPr>
          <w:ilvl w:val="3"/>
          <w:numId w:val="18"/>
        </w:numPr>
        <w:spacing w:before="120" w:after="120" w:line="276" w:lineRule="auto"/>
        <w:contextualSpacing w:val="0"/>
        <w:jc w:val="both"/>
        <w:rPr>
          <w:szCs w:val="18"/>
        </w:rPr>
      </w:pPr>
      <w:r w:rsidRPr="004433B8">
        <w:rPr>
          <w:szCs w:val="18"/>
        </w:rPr>
        <w:t xml:space="preserve">punkty przyznane w każdym kryterium oceny Ofert, </w:t>
      </w:r>
      <w:r w:rsidR="0034294C" w:rsidRPr="004433B8">
        <w:rPr>
          <w:szCs w:val="18"/>
        </w:rPr>
        <w:t xml:space="preserve">które </w:t>
      </w:r>
      <w:r w:rsidRPr="004433B8">
        <w:rPr>
          <w:szCs w:val="18"/>
        </w:rPr>
        <w:t>otrzymała Oferta uznana jako najkorzystniejsz</w:t>
      </w:r>
      <w:r w:rsidR="0034294C" w:rsidRPr="004433B8">
        <w:rPr>
          <w:szCs w:val="18"/>
        </w:rPr>
        <w:t>ą</w:t>
      </w:r>
      <w:r w:rsidRPr="004433B8">
        <w:rPr>
          <w:szCs w:val="18"/>
        </w:rPr>
        <w:t>.</w:t>
      </w:r>
    </w:p>
    <w:p w14:paraId="2875A46E" w14:textId="70FEC2B7" w:rsidR="006E100D" w:rsidRPr="004433B8" w:rsidRDefault="006E100D" w:rsidP="006A28CF">
      <w:pPr>
        <w:pStyle w:val="Akapitzlist"/>
        <w:numPr>
          <w:ilvl w:val="2"/>
          <w:numId w:val="18"/>
        </w:numPr>
        <w:spacing w:before="120" w:after="120" w:line="276" w:lineRule="auto"/>
        <w:ind w:left="993" w:hanging="993"/>
        <w:contextualSpacing w:val="0"/>
        <w:jc w:val="both"/>
        <w:rPr>
          <w:szCs w:val="18"/>
        </w:rPr>
      </w:pPr>
      <w:r w:rsidRPr="004433B8">
        <w:rPr>
          <w:szCs w:val="18"/>
        </w:rPr>
        <w:t xml:space="preserve">Zamawiający </w:t>
      </w:r>
      <w:r w:rsidRPr="004433B8">
        <w:rPr>
          <w:b/>
          <w:szCs w:val="18"/>
        </w:rPr>
        <w:t>dopuszcza</w:t>
      </w:r>
      <w:r w:rsidRPr="004433B8">
        <w:rPr>
          <w:szCs w:val="18"/>
        </w:rPr>
        <w:t xml:space="preserve"> </w:t>
      </w:r>
      <w:r w:rsidRPr="004433B8">
        <w:rPr>
          <w:b/>
          <w:bCs/>
          <w:szCs w:val="18"/>
        </w:rPr>
        <w:t>udział</w:t>
      </w:r>
      <w:r w:rsidRPr="004433B8">
        <w:rPr>
          <w:szCs w:val="18"/>
        </w:rPr>
        <w:t xml:space="preserve"> w Postępowaniu Wykonawców wspólnie </w:t>
      </w:r>
      <w:r w:rsidR="00291AF2" w:rsidRPr="004433B8">
        <w:rPr>
          <w:szCs w:val="18"/>
        </w:rPr>
        <w:t>ubiegających się o Zamówienie (k</w:t>
      </w:r>
      <w:r w:rsidRPr="004433B8">
        <w:rPr>
          <w:szCs w:val="18"/>
        </w:rPr>
        <w:t>onsorcjum).</w:t>
      </w:r>
      <w:bookmarkStart w:id="7" w:name="_Toc516566307"/>
      <w:bookmarkStart w:id="8" w:name="_Toc516581575"/>
      <w:bookmarkStart w:id="9" w:name="_Toc516734749"/>
      <w:bookmarkStart w:id="10" w:name="_Toc516738779"/>
      <w:bookmarkStart w:id="11" w:name="_Toc8212115"/>
    </w:p>
    <w:bookmarkEnd w:id="7"/>
    <w:bookmarkEnd w:id="8"/>
    <w:bookmarkEnd w:id="9"/>
    <w:bookmarkEnd w:id="10"/>
    <w:bookmarkEnd w:id="11"/>
    <w:p w14:paraId="4431CDDA" w14:textId="7593E845" w:rsidR="00BB6DE8" w:rsidRPr="004433B8" w:rsidRDefault="00291AF2" w:rsidP="00F5330E">
      <w:pPr>
        <w:pStyle w:val="Akapitzlist"/>
        <w:numPr>
          <w:ilvl w:val="3"/>
          <w:numId w:val="18"/>
        </w:numPr>
        <w:spacing w:before="120" w:after="120" w:line="276" w:lineRule="auto"/>
        <w:contextualSpacing w:val="0"/>
        <w:jc w:val="both"/>
        <w:rPr>
          <w:szCs w:val="18"/>
        </w:rPr>
      </w:pPr>
      <w:r w:rsidRPr="004433B8">
        <w:rPr>
          <w:szCs w:val="18"/>
        </w:rPr>
        <w:t>Wykonawcy wchodzący w skład k</w:t>
      </w:r>
      <w:r w:rsidR="006E100D" w:rsidRPr="004433B8">
        <w:rPr>
          <w:szCs w:val="18"/>
        </w:rPr>
        <w:t xml:space="preserve">onsorcjum ponoszą solidarną odpowiedzialność za wykonanie </w:t>
      </w:r>
      <w:r w:rsidR="00F5330E" w:rsidRPr="004433B8">
        <w:rPr>
          <w:szCs w:val="18"/>
        </w:rPr>
        <w:t>U</w:t>
      </w:r>
      <w:r w:rsidR="006E100D" w:rsidRPr="004433B8">
        <w:rPr>
          <w:szCs w:val="18"/>
        </w:rPr>
        <w:t xml:space="preserve">mowy. W takim przypadku Oferta musi szczegółowo wskazywać podział ról i zobowiązań związanych z wykonywaniem Zamówienia pomiędzy podmiotami składającymi wspólnie Ofertę. </w:t>
      </w:r>
    </w:p>
    <w:p w14:paraId="140A1F84" w14:textId="0401D5F5" w:rsidR="001E4069" w:rsidRPr="004433B8" w:rsidRDefault="006E100D" w:rsidP="00F5330E">
      <w:pPr>
        <w:pStyle w:val="Akapitzlist"/>
        <w:numPr>
          <w:ilvl w:val="3"/>
          <w:numId w:val="18"/>
        </w:numPr>
        <w:spacing w:before="120" w:after="120" w:line="276" w:lineRule="auto"/>
        <w:contextualSpacing w:val="0"/>
        <w:jc w:val="both"/>
        <w:rPr>
          <w:szCs w:val="18"/>
        </w:rPr>
      </w:pPr>
      <w:r w:rsidRPr="004433B8">
        <w:rPr>
          <w:szCs w:val="18"/>
        </w:rPr>
        <w:t xml:space="preserve">Wykonawcy wspólnie ubiegający się o udzielenie Zamówienia powinni ustanowić pełnomocnika do reprezentowania ich w Postępowaniu albo reprezentowania w Postępowaniu i do zawarcia </w:t>
      </w:r>
      <w:r w:rsidR="00F5330E" w:rsidRPr="004433B8">
        <w:rPr>
          <w:szCs w:val="18"/>
        </w:rPr>
        <w:t>U</w:t>
      </w:r>
      <w:r w:rsidRPr="004433B8">
        <w:rPr>
          <w:szCs w:val="18"/>
        </w:rPr>
        <w:t>mowy. Zaleca się, aby pełnomocnictwo jednoznacznie określało</w:t>
      </w:r>
      <w:r w:rsidR="001E4069" w:rsidRPr="004433B8">
        <w:rPr>
          <w:szCs w:val="18"/>
        </w:rPr>
        <w:t>:</w:t>
      </w:r>
    </w:p>
    <w:p w14:paraId="4B379B60" w14:textId="77777777" w:rsidR="001E4069" w:rsidRPr="004433B8" w:rsidRDefault="006E100D" w:rsidP="001E4069">
      <w:pPr>
        <w:pStyle w:val="Akapitzlist"/>
        <w:numPr>
          <w:ilvl w:val="3"/>
          <w:numId w:val="19"/>
        </w:numPr>
        <w:spacing w:before="120" w:after="120" w:line="276" w:lineRule="auto"/>
        <w:ind w:left="1418"/>
        <w:contextualSpacing w:val="0"/>
        <w:jc w:val="both"/>
        <w:rPr>
          <w:szCs w:val="18"/>
        </w:rPr>
      </w:pPr>
      <w:r w:rsidRPr="004433B8">
        <w:rPr>
          <w:szCs w:val="18"/>
        </w:rPr>
        <w:t xml:space="preserve">Postępowanie, do którego się odnosi, </w:t>
      </w:r>
    </w:p>
    <w:p w14:paraId="0D450742" w14:textId="77777777" w:rsidR="001E4069" w:rsidRPr="004433B8" w:rsidRDefault="006E100D" w:rsidP="001E4069">
      <w:pPr>
        <w:pStyle w:val="Akapitzlist"/>
        <w:numPr>
          <w:ilvl w:val="3"/>
          <w:numId w:val="19"/>
        </w:numPr>
        <w:spacing w:before="120" w:after="120" w:line="276" w:lineRule="auto"/>
        <w:ind w:left="1418"/>
        <w:contextualSpacing w:val="0"/>
        <w:jc w:val="both"/>
        <w:rPr>
          <w:szCs w:val="18"/>
        </w:rPr>
      </w:pPr>
      <w:r w:rsidRPr="004433B8">
        <w:rPr>
          <w:szCs w:val="18"/>
        </w:rPr>
        <w:t xml:space="preserve">zakres czynności, do których został umocowany pełnomocnik, </w:t>
      </w:r>
    </w:p>
    <w:p w14:paraId="1809AB63" w14:textId="3F3A7FEE" w:rsidR="001E4069" w:rsidRPr="004433B8" w:rsidRDefault="006E100D" w:rsidP="001E4069">
      <w:pPr>
        <w:pStyle w:val="Akapitzlist"/>
        <w:numPr>
          <w:ilvl w:val="3"/>
          <w:numId w:val="19"/>
        </w:numPr>
        <w:spacing w:before="120" w:after="120" w:line="276" w:lineRule="auto"/>
        <w:ind w:left="1418"/>
        <w:contextualSpacing w:val="0"/>
        <w:jc w:val="both"/>
        <w:rPr>
          <w:szCs w:val="18"/>
        </w:rPr>
      </w:pPr>
      <w:r w:rsidRPr="004433B8">
        <w:rPr>
          <w:szCs w:val="18"/>
        </w:rPr>
        <w:lastRenderedPageBreak/>
        <w:t>pełnomocnika</w:t>
      </w:r>
      <w:r w:rsidR="001E4069" w:rsidRPr="004433B8">
        <w:rPr>
          <w:szCs w:val="18"/>
        </w:rPr>
        <w:t>,</w:t>
      </w:r>
      <w:r w:rsidRPr="004433B8">
        <w:rPr>
          <w:szCs w:val="18"/>
        </w:rPr>
        <w:t xml:space="preserve"> </w:t>
      </w:r>
    </w:p>
    <w:p w14:paraId="65983827" w14:textId="77777777" w:rsidR="001E4069" w:rsidRPr="004433B8" w:rsidRDefault="006E100D" w:rsidP="001E4069">
      <w:pPr>
        <w:pStyle w:val="Akapitzlist"/>
        <w:numPr>
          <w:ilvl w:val="3"/>
          <w:numId w:val="19"/>
        </w:numPr>
        <w:spacing w:before="120" w:after="120" w:line="276" w:lineRule="auto"/>
        <w:ind w:left="1418"/>
        <w:contextualSpacing w:val="0"/>
        <w:jc w:val="both"/>
        <w:rPr>
          <w:szCs w:val="18"/>
        </w:rPr>
      </w:pPr>
      <w:r w:rsidRPr="004433B8">
        <w:rPr>
          <w:szCs w:val="18"/>
        </w:rPr>
        <w:t xml:space="preserve">wszystkich Wykonawców, którzy wspólnie ubiegają się o udzielenie Zamówienia. </w:t>
      </w:r>
    </w:p>
    <w:p w14:paraId="45B2FF62" w14:textId="424AA2E1" w:rsidR="00BB6DE8" w:rsidRPr="004433B8" w:rsidRDefault="006E100D" w:rsidP="001E4069">
      <w:pPr>
        <w:pStyle w:val="Akapitzlist"/>
        <w:spacing w:before="120" w:after="120" w:line="276" w:lineRule="auto"/>
        <w:ind w:left="1080"/>
        <w:contextualSpacing w:val="0"/>
        <w:jc w:val="both"/>
        <w:rPr>
          <w:szCs w:val="18"/>
        </w:rPr>
      </w:pPr>
      <w:r w:rsidRPr="004433B8">
        <w:rPr>
          <w:szCs w:val="18"/>
        </w:rPr>
        <w:t xml:space="preserve">Pełnomocnictwo należy załączyć do Oferty w formie </w:t>
      </w:r>
      <w:r w:rsidR="00F5330E" w:rsidRPr="004433B8">
        <w:rPr>
          <w:szCs w:val="18"/>
        </w:rPr>
        <w:t>określonej w pkt 7.4.3 SWZ</w:t>
      </w:r>
      <w:r w:rsidRPr="004433B8">
        <w:rPr>
          <w:szCs w:val="18"/>
        </w:rPr>
        <w:t>.</w:t>
      </w:r>
    </w:p>
    <w:p w14:paraId="7EFC2E9C" w14:textId="77777777" w:rsidR="00BB6DE8" w:rsidRPr="004433B8" w:rsidRDefault="006E100D" w:rsidP="00F5330E">
      <w:pPr>
        <w:pStyle w:val="Akapitzlist"/>
        <w:numPr>
          <w:ilvl w:val="3"/>
          <w:numId w:val="18"/>
        </w:numPr>
        <w:spacing w:before="120" w:after="120" w:line="276" w:lineRule="auto"/>
        <w:contextualSpacing w:val="0"/>
        <w:jc w:val="both"/>
        <w:rPr>
          <w:szCs w:val="18"/>
        </w:rPr>
      </w:pPr>
      <w:r w:rsidRPr="004433B8">
        <w:rPr>
          <w:szCs w:val="18"/>
        </w:rPr>
        <w:t>Jeżeli Oferta konsorcjum zostanie wybrana jako najkorzystniejsza, przed zawarciem Umowy, Zamawiający może wezwać do przedstawienia umowy regulującej współpracę tych Wykonawców.</w:t>
      </w:r>
    </w:p>
    <w:p w14:paraId="2B9518F9" w14:textId="77777777" w:rsidR="006E100D" w:rsidRPr="004433B8" w:rsidRDefault="006E100D" w:rsidP="00F5330E">
      <w:pPr>
        <w:pStyle w:val="Akapitzlist"/>
        <w:numPr>
          <w:ilvl w:val="3"/>
          <w:numId w:val="18"/>
        </w:numPr>
        <w:spacing w:before="120" w:after="120" w:line="276" w:lineRule="auto"/>
        <w:contextualSpacing w:val="0"/>
        <w:jc w:val="both"/>
        <w:rPr>
          <w:szCs w:val="18"/>
        </w:rPr>
      </w:pPr>
      <w:r w:rsidRPr="004433B8">
        <w:rPr>
          <w:szCs w:val="18"/>
        </w:rPr>
        <w:t>Oferta musi być podpisana w taki sposób, by prawnie zobowiązywała wszystkich Wykonawców wspólnie ubiegających się o Zamówienie.</w:t>
      </w:r>
    </w:p>
    <w:p w14:paraId="209D578F" w14:textId="58B367C7" w:rsidR="006E100D" w:rsidRPr="004433B8" w:rsidRDefault="006E100D" w:rsidP="00015428">
      <w:pPr>
        <w:pStyle w:val="Akapitzlist"/>
        <w:numPr>
          <w:ilvl w:val="2"/>
          <w:numId w:val="18"/>
        </w:numPr>
        <w:spacing w:before="120" w:after="120" w:line="276" w:lineRule="auto"/>
        <w:ind w:left="993" w:hanging="993"/>
        <w:contextualSpacing w:val="0"/>
        <w:jc w:val="both"/>
        <w:rPr>
          <w:szCs w:val="18"/>
        </w:rPr>
      </w:pPr>
      <w:bookmarkStart w:id="12" w:name="_Ref496710046"/>
      <w:bookmarkStart w:id="13" w:name="_Toc354752351"/>
      <w:bookmarkStart w:id="14" w:name="_Toc516566309"/>
      <w:bookmarkStart w:id="15" w:name="_Toc516581577"/>
      <w:bookmarkStart w:id="16" w:name="_Toc516734751"/>
      <w:bookmarkStart w:id="17" w:name="_Toc516738781"/>
      <w:bookmarkStart w:id="18" w:name="_Toc8212117"/>
      <w:bookmarkEnd w:id="12"/>
      <w:r w:rsidRPr="004433B8">
        <w:rPr>
          <w:szCs w:val="18"/>
        </w:rPr>
        <w:t xml:space="preserve">Zamawiający </w:t>
      </w:r>
      <w:r w:rsidRPr="004433B8">
        <w:rPr>
          <w:b/>
          <w:szCs w:val="18"/>
        </w:rPr>
        <w:t>dopuszcza wykonywanie</w:t>
      </w:r>
      <w:r w:rsidRPr="004433B8">
        <w:rPr>
          <w:szCs w:val="18"/>
        </w:rPr>
        <w:t xml:space="preserve"> przedmiotu Zamówienia przez podwykonawców</w:t>
      </w:r>
      <w:r w:rsidR="009A0D8D" w:rsidRPr="004433B8">
        <w:rPr>
          <w:szCs w:val="18"/>
        </w:rPr>
        <w:t xml:space="preserve">, przy czym </w:t>
      </w:r>
      <w:r w:rsidR="009A0D8D" w:rsidRPr="004433B8">
        <w:rPr>
          <w:iCs/>
          <w:szCs w:val="18"/>
        </w:rPr>
        <w:t>nie zastrzega obowiązku osobistego wykonania przez Wykonawcę kluczowych zadań</w:t>
      </w:r>
      <w:bookmarkEnd w:id="13"/>
      <w:r w:rsidR="00BA24EE">
        <w:rPr>
          <w:iCs/>
          <w:szCs w:val="18"/>
        </w:rPr>
        <w:t>.</w:t>
      </w:r>
    </w:p>
    <w:p w14:paraId="4F34DD8B" w14:textId="3B6A5557" w:rsidR="006E100D" w:rsidRPr="004433B8" w:rsidRDefault="006E100D" w:rsidP="004F4DA3">
      <w:pPr>
        <w:spacing w:before="120" w:after="120" w:line="276" w:lineRule="auto"/>
        <w:ind w:left="1021"/>
        <w:jc w:val="both"/>
        <w:rPr>
          <w:iCs/>
          <w:szCs w:val="18"/>
        </w:rPr>
      </w:pPr>
      <w:r w:rsidRPr="004433B8">
        <w:rPr>
          <w:iCs/>
          <w:szCs w:val="18"/>
        </w:rPr>
        <w:t>W takim przypadku Wykonawca jest zobowiązany w Formularzu Oferty określić</w:t>
      </w:r>
      <w:r w:rsidR="00296586" w:rsidRPr="004433B8">
        <w:rPr>
          <w:iCs/>
          <w:szCs w:val="18"/>
        </w:rPr>
        <w:t>,</w:t>
      </w:r>
      <w:r w:rsidRPr="004433B8">
        <w:rPr>
          <w:iCs/>
          <w:szCs w:val="18"/>
        </w:rPr>
        <w:t xml:space="preserve"> jaką część Zamówienia zamierza powierzyć do realizacji podwykonawcom oraz podać nazwy podwykonawców, jeżeli są już znani</w:t>
      </w:r>
      <w:r w:rsidR="00296586" w:rsidRPr="004433B8">
        <w:rPr>
          <w:iCs/>
          <w:szCs w:val="18"/>
        </w:rPr>
        <w:t>.</w:t>
      </w:r>
    </w:p>
    <w:bookmarkEnd w:id="14"/>
    <w:bookmarkEnd w:id="15"/>
    <w:bookmarkEnd w:id="16"/>
    <w:bookmarkEnd w:id="17"/>
    <w:bookmarkEnd w:id="18"/>
    <w:p w14:paraId="601D9EB7" w14:textId="2F61E049" w:rsidR="003D6BF7" w:rsidRPr="004433B8" w:rsidRDefault="006E100D" w:rsidP="00DF640B">
      <w:pPr>
        <w:pStyle w:val="Akapitzlist"/>
        <w:numPr>
          <w:ilvl w:val="2"/>
          <w:numId w:val="18"/>
        </w:numPr>
        <w:spacing w:before="120" w:after="120" w:line="276" w:lineRule="auto"/>
        <w:ind w:left="993" w:hanging="993"/>
        <w:contextualSpacing w:val="0"/>
        <w:jc w:val="both"/>
        <w:rPr>
          <w:szCs w:val="18"/>
        </w:rPr>
      </w:pPr>
      <w:r w:rsidRPr="004433B8">
        <w:rPr>
          <w:szCs w:val="18"/>
        </w:rPr>
        <w:t xml:space="preserve">Wszelkie </w:t>
      </w:r>
      <w:r w:rsidR="003D6BF7" w:rsidRPr="004433B8">
        <w:rPr>
          <w:szCs w:val="18"/>
        </w:rPr>
        <w:t xml:space="preserve">koszty związane z przygotowaniem Oferty oraz udziałem </w:t>
      </w:r>
      <w:r w:rsidR="00CA710C" w:rsidRPr="004433B8">
        <w:rPr>
          <w:szCs w:val="18"/>
        </w:rPr>
        <w:t>w </w:t>
      </w:r>
      <w:r w:rsidR="003D6BF7" w:rsidRPr="004433B8">
        <w:rPr>
          <w:szCs w:val="18"/>
        </w:rPr>
        <w:t xml:space="preserve">Postępowaniu ponosi Wykonawca. Zamawiający nie będzie odpowiedzialny za jakiekolwiek poniesione </w:t>
      </w:r>
      <w:r w:rsidR="00DF640B" w:rsidRPr="004433B8">
        <w:rPr>
          <w:szCs w:val="18"/>
        </w:rPr>
        <w:t xml:space="preserve">przez Wykonawcę </w:t>
      </w:r>
      <w:r w:rsidR="003D6BF7" w:rsidRPr="004433B8">
        <w:rPr>
          <w:szCs w:val="18"/>
        </w:rPr>
        <w:t>koszty, niezależnie od wyników Postępowania, a Wykonawca zrzeka się dochodzenia jakichkolwiek roszczeń z</w:t>
      </w:r>
      <w:r w:rsidR="00DF640B" w:rsidRPr="004433B8">
        <w:rPr>
          <w:szCs w:val="18"/>
        </w:rPr>
        <w:t> </w:t>
      </w:r>
      <w:r w:rsidR="003D6BF7" w:rsidRPr="004433B8">
        <w:rPr>
          <w:szCs w:val="18"/>
        </w:rPr>
        <w:t>tego tytułu.</w:t>
      </w:r>
    </w:p>
    <w:p w14:paraId="2B33F690" w14:textId="28A4D0CC" w:rsidR="006E100D" w:rsidRPr="004433B8" w:rsidRDefault="006E100D" w:rsidP="00DF640B">
      <w:pPr>
        <w:pStyle w:val="Akapitzlist"/>
        <w:numPr>
          <w:ilvl w:val="2"/>
          <w:numId w:val="18"/>
        </w:numPr>
        <w:spacing w:before="120" w:after="120" w:line="276" w:lineRule="auto"/>
        <w:ind w:left="993" w:hanging="993"/>
        <w:contextualSpacing w:val="0"/>
        <w:jc w:val="both"/>
        <w:rPr>
          <w:szCs w:val="18"/>
        </w:rPr>
      </w:pPr>
      <w:r w:rsidRPr="004433B8">
        <w:rPr>
          <w:szCs w:val="18"/>
        </w:rPr>
        <w:t>Postępowanie prowadzone jest w języku polskim. Wszelkie oświadczenia, zawiadomienia, w tym również Umowa, sporządzone będą w języku polskim.</w:t>
      </w:r>
      <w:bookmarkStart w:id="19" w:name="_Toc8212121"/>
    </w:p>
    <w:p w14:paraId="7A63EC05" w14:textId="2E44E723" w:rsidR="00FE1946" w:rsidRPr="004433B8" w:rsidRDefault="00FE1946" w:rsidP="009B4B16">
      <w:pPr>
        <w:pStyle w:val="Akapitzlist"/>
        <w:numPr>
          <w:ilvl w:val="2"/>
          <w:numId w:val="18"/>
        </w:numPr>
        <w:spacing w:before="120" w:after="240" w:line="276" w:lineRule="auto"/>
        <w:ind w:left="993" w:hanging="993"/>
        <w:contextualSpacing w:val="0"/>
        <w:jc w:val="both"/>
        <w:rPr>
          <w:rStyle w:val="wyrnienie"/>
          <w:b w:val="0"/>
          <w:szCs w:val="18"/>
        </w:rPr>
      </w:pPr>
      <w:r w:rsidRPr="004433B8">
        <w:rPr>
          <w:rStyle w:val="wyrnienie"/>
          <w:b w:val="0"/>
          <w:szCs w:val="18"/>
        </w:rPr>
        <w:t>Wszelkie informacje uzyskane przez Strony w związku z udzieleniem Zamówienia, w tym również treść Umowy, mają charakter poufny i mogą być zarówno w trakcie, jak i po wykonaniu Zamówienia, udostępniane osobom trzecim przez Wykonawcę jedynie za zgodą Zamawiającego.</w:t>
      </w:r>
    </w:p>
    <w:bookmarkEnd w:id="19"/>
    <w:p w14:paraId="43AD1808" w14:textId="6189BDFD" w:rsidR="006E100D" w:rsidRPr="006E100D" w:rsidRDefault="006E100D" w:rsidP="00D87EDF">
      <w:pPr>
        <w:pStyle w:val="Nagwek1"/>
      </w:pPr>
      <w:r w:rsidRPr="006E100D">
        <w:t>OPIS PRZEDMIOTU ZAMÓWIENIA</w:t>
      </w:r>
    </w:p>
    <w:p w14:paraId="627FB742" w14:textId="663AC9B6" w:rsidR="006E100D" w:rsidRPr="004433B8" w:rsidRDefault="006E100D" w:rsidP="00D87EDF">
      <w:pPr>
        <w:pStyle w:val="Akapitzlist"/>
        <w:numPr>
          <w:ilvl w:val="1"/>
          <w:numId w:val="22"/>
        </w:numPr>
        <w:spacing w:before="120" w:after="240" w:line="276" w:lineRule="auto"/>
        <w:ind w:left="993" w:hanging="993"/>
        <w:jc w:val="both"/>
        <w:rPr>
          <w:szCs w:val="18"/>
        </w:rPr>
      </w:pPr>
      <w:bookmarkStart w:id="20" w:name="_Toc243294537"/>
      <w:bookmarkStart w:id="21" w:name="_Toc516566313"/>
      <w:bookmarkStart w:id="22" w:name="_Toc516581581"/>
      <w:bookmarkStart w:id="23" w:name="_Toc516734755"/>
      <w:bookmarkStart w:id="24" w:name="_Toc516738785"/>
      <w:bookmarkStart w:id="25" w:name="_Toc8212124"/>
      <w:r w:rsidRPr="004433B8">
        <w:rPr>
          <w:szCs w:val="18"/>
        </w:rPr>
        <w:t xml:space="preserve">Przedmiotem </w:t>
      </w:r>
      <w:bookmarkStart w:id="26" w:name="_Toc243294538"/>
      <w:bookmarkEnd w:id="20"/>
      <w:r w:rsidRPr="004433B8">
        <w:rPr>
          <w:szCs w:val="18"/>
        </w:rPr>
        <w:t xml:space="preserve">Zamówienia jest </w:t>
      </w:r>
      <w:bookmarkStart w:id="27" w:name="_Toc516566314"/>
      <w:bookmarkStart w:id="28" w:name="_Toc516581582"/>
      <w:bookmarkEnd w:id="21"/>
      <w:bookmarkEnd w:id="22"/>
      <w:bookmarkEnd w:id="23"/>
      <w:bookmarkEnd w:id="24"/>
      <w:bookmarkEnd w:id="25"/>
      <w:r w:rsidR="009660A9" w:rsidRPr="004433B8">
        <w:rPr>
          <w:szCs w:val="18"/>
        </w:rPr>
        <w:t xml:space="preserve">modernizacja pomieszczeń w kompleksie 609 w budynku PGE S.A. </w:t>
      </w:r>
      <w:r w:rsidR="00BA24EE">
        <w:rPr>
          <w:szCs w:val="18"/>
        </w:rPr>
        <w:t>w</w:t>
      </w:r>
      <w:r w:rsidR="009660A9" w:rsidRPr="004433B8">
        <w:rPr>
          <w:szCs w:val="18"/>
        </w:rPr>
        <w:t xml:space="preserve"> Warszawie przy ul. Mysiej 2</w:t>
      </w:r>
      <w:r w:rsidR="00BA24EE">
        <w:rPr>
          <w:szCs w:val="18"/>
        </w:rPr>
        <w:t>,</w:t>
      </w:r>
      <w:r w:rsidR="009660A9" w:rsidRPr="004433B8">
        <w:rPr>
          <w:szCs w:val="18"/>
        </w:rPr>
        <w:t xml:space="preserve"> zgodnie z projektem.</w:t>
      </w:r>
    </w:p>
    <w:p w14:paraId="58A65357" w14:textId="77777777" w:rsidR="006E100D" w:rsidRPr="004433B8" w:rsidRDefault="006E100D" w:rsidP="00681BDE">
      <w:pPr>
        <w:pStyle w:val="Nagwek2"/>
        <w:keepNext w:val="0"/>
        <w:keepLines w:val="0"/>
        <w:rPr>
          <w:szCs w:val="18"/>
        </w:rPr>
      </w:pPr>
      <w:bookmarkStart w:id="29" w:name="_Toc516566315"/>
      <w:bookmarkStart w:id="30" w:name="_Toc516581583"/>
      <w:bookmarkStart w:id="31" w:name="_Toc516734757"/>
      <w:bookmarkStart w:id="32" w:name="_Toc516738787"/>
      <w:bookmarkStart w:id="33" w:name="_Toc8212126"/>
      <w:bookmarkStart w:id="34" w:name="_Toc516734756"/>
      <w:bookmarkStart w:id="35" w:name="_Toc516738786"/>
      <w:bookmarkStart w:id="36" w:name="_Toc8212125"/>
      <w:r w:rsidRPr="004433B8">
        <w:rPr>
          <w:szCs w:val="18"/>
        </w:rPr>
        <w:t xml:space="preserve">Szczegółowy Opis Przedmiotu Zamówienia zawiera </w:t>
      </w:r>
      <w:r w:rsidRPr="004433B8">
        <w:rPr>
          <w:b/>
          <w:szCs w:val="18"/>
        </w:rPr>
        <w:t>Załącznik nr 1 do SWZ</w:t>
      </w:r>
      <w:r w:rsidRPr="004433B8">
        <w:rPr>
          <w:szCs w:val="18"/>
        </w:rPr>
        <w:t>.</w:t>
      </w:r>
    </w:p>
    <w:p w14:paraId="25F178D3" w14:textId="09E0EFDF" w:rsidR="006E100D" w:rsidRPr="004433B8" w:rsidRDefault="006E100D" w:rsidP="00681BDE">
      <w:pPr>
        <w:pStyle w:val="Nagwek2"/>
        <w:keepNext w:val="0"/>
        <w:keepLines w:val="0"/>
        <w:rPr>
          <w:szCs w:val="18"/>
        </w:rPr>
      </w:pPr>
      <w:r w:rsidRPr="004433B8">
        <w:rPr>
          <w:szCs w:val="18"/>
        </w:rPr>
        <w:t xml:space="preserve">Pozostałe warunki świadczenia robót budowlanych zostały określone w załączonym Projekcie Umowy, który stanowi </w:t>
      </w:r>
      <w:r w:rsidRPr="004433B8">
        <w:rPr>
          <w:b/>
          <w:szCs w:val="18"/>
        </w:rPr>
        <w:t>Załącznik nr 5 do SWZ.</w:t>
      </w:r>
      <w:bookmarkEnd w:id="29"/>
      <w:bookmarkEnd w:id="30"/>
      <w:bookmarkEnd w:id="31"/>
      <w:bookmarkEnd w:id="32"/>
      <w:bookmarkEnd w:id="33"/>
      <w:r w:rsidRPr="004433B8">
        <w:rPr>
          <w:szCs w:val="18"/>
        </w:rPr>
        <w:t xml:space="preserve"> </w:t>
      </w:r>
    </w:p>
    <w:p w14:paraId="28CB6B8A" w14:textId="50FDA6EF" w:rsidR="006E100D" w:rsidRPr="004433B8" w:rsidRDefault="006E100D" w:rsidP="00681BDE">
      <w:pPr>
        <w:pStyle w:val="Nagwek2"/>
        <w:keepNext w:val="0"/>
        <w:keepLines w:val="0"/>
        <w:rPr>
          <w:szCs w:val="18"/>
        </w:rPr>
      </w:pPr>
      <w:r w:rsidRPr="004433B8">
        <w:rPr>
          <w:szCs w:val="18"/>
        </w:rPr>
        <w:t xml:space="preserve">Zamawiający </w:t>
      </w:r>
      <w:r w:rsidRPr="004433B8">
        <w:rPr>
          <w:b/>
          <w:szCs w:val="18"/>
        </w:rPr>
        <w:t>nie dopuszcza</w:t>
      </w:r>
      <w:r w:rsidRPr="004433B8">
        <w:rPr>
          <w:szCs w:val="18"/>
        </w:rPr>
        <w:t xml:space="preserve"> składania Ofert częściowych</w:t>
      </w:r>
      <w:r w:rsidR="009660A9" w:rsidRPr="004433B8">
        <w:rPr>
          <w:szCs w:val="18"/>
        </w:rPr>
        <w:t xml:space="preserve"> ani wariantowych</w:t>
      </w:r>
      <w:r w:rsidRPr="004433B8">
        <w:rPr>
          <w:szCs w:val="18"/>
        </w:rPr>
        <w:t>.</w:t>
      </w:r>
      <w:bookmarkEnd w:id="27"/>
      <w:bookmarkEnd w:id="28"/>
      <w:r w:rsidRPr="004433B8">
        <w:rPr>
          <w:szCs w:val="18"/>
        </w:rPr>
        <w:t xml:space="preserve"> </w:t>
      </w:r>
    </w:p>
    <w:bookmarkEnd w:id="26"/>
    <w:bookmarkEnd w:id="34"/>
    <w:bookmarkEnd w:id="35"/>
    <w:bookmarkEnd w:id="36"/>
    <w:p w14:paraId="71BA739C" w14:textId="13AB620F" w:rsidR="006E100D" w:rsidRPr="004433B8" w:rsidRDefault="006E100D" w:rsidP="00681BDE">
      <w:pPr>
        <w:pStyle w:val="Nagwek2"/>
        <w:keepNext w:val="0"/>
        <w:keepLines w:val="0"/>
        <w:rPr>
          <w:szCs w:val="18"/>
        </w:rPr>
      </w:pPr>
      <w:r w:rsidRPr="004433B8">
        <w:rPr>
          <w:szCs w:val="18"/>
        </w:rPr>
        <w:t>Zamawiający przewiduje możliwość u</w:t>
      </w:r>
      <w:r w:rsidR="00505047" w:rsidRPr="004433B8">
        <w:rPr>
          <w:szCs w:val="18"/>
        </w:rPr>
        <w:t xml:space="preserve">dzielenia Zamówień dodatkowych </w:t>
      </w:r>
      <w:r w:rsidRPr="004433B8">
        <w:rPr>
          <w:szCs w:val="18"/>
        </w:rPr>
        <w:t xml:space="preserve">Wykonawcy, </w:t>
      </w:r>
      <w:r w:rsidR="009660A9" w:rsidRPr="004433B8">
        <w:rPr>
          <w:szCs w:val="18"/>
        </w:rPr>
        <w:t>zgodnie z zapisami Umowy</w:t>
      </w:r>
      <w:r w:rsidR="00D95C14" w:rsidRPr="004433B8">
        <w:rPr>
          <w:szCs w:val="18"/>
        </w:rPr>
        <w:t>.</w:t>
      </w:r>
      <w:r w:rsidR="009660A9" w:rsidRPr="004433B8">
        <w:rPr>
          <w:szCs w:val="18"/>
        </w:rPr>
        <w:t xml:space="preserve"> </w:t>
      </w:r>
    </w:p>
    <w:p w14:paraId="0CB02A84" w14:textId="0BEC2318" w:rsidR="006E100D" w:rsidRPr="006E100D" w:rsidRDefault="006E100D" w:rsidP="00D87EDF">
      <w:pPr>
        <w:pStyle w:val="Nagwek1"/>
      </w:pPr>
      <w:r w:rsidRPr="006E100D">
        <w:t xml:space="preserve">WIZJA LOKALNA LUB </w:t>
      </w:r>
      <w:r w:rsidR="004C4D78">
        <w:t>WERYFIKACJA</w:t>
      </w:r>
      <w:r w:rsidRPr="006E100D">
        <w:t xml:space="preserve"> DOKUMENTÓW </w:t>
      </w:r>
    </w:p>
    <w:p w14:paraId="23DFCEA4" w14:textId="7CC6BD29" w:rsidR="00D8129D" w:rsidRDefault="00D8129D" w:rsidP="00436BBB">
      <w:pPr>
        <w:ind w:left="993" w:hanging="993"/>
        <w:jc w:val="both"/>
      </w:pPr>
      <w:r>
        <w:t>3.</w:t>
      </w:r>
      <w:r w:rsidR="00436BBB">
        <w:t>1</w:t>
      </w:r>
      <w:r>
        <w:t>.</w:t>
      </w:r>
      <w:r>
        <w:tab/>
        <w:t>Wykonawca jest zobowiązany wziąć udział w wizji lokalnej w celu zbadania przedmiotu Zakupu i jego otoczenia oraz uzyskania wszelkich informacji, które mogą być konieczne do przygotowania Oferty oraz zawarcia Umowy.</w:t>
      </w:r>
    </w:p>
    <w:p w14:paraId="5C073B8C" w14:textId="110BB0E7" w:rsidR="00D8129D" w:rsidRPr="00436BBB" w:rsidRDefault="00D8129D" w:rsidP="00436BBB">
      <w:pPr>
        <w:ind w:left="993" w:hanging="993"/>
        <w:jc w:val="both"/>
        <w:rPr>
          <w:b/>
        </w:rPr>
      </w:pPr>
      <w:r>
        <w:t>3.</w:t>
      </w:r>
      <w:r w:rsidR="00436BBB">
        <w:t>2.</w:t>
      </w:r>
      <w:r w:rsidR="00436BBB">
        <w:tab/>
        <w:t>Udział w wizji lokalnej jest</w:t>
      </w:r>
      <w:r>
        <w:t xml:space="preserve"> warunkiem koniecznym do złożenia Oferty. </w:t>
      </w:r>
      <w:r w:rsidRPr="00436BBB">
        <w:rPr>
          <w:b/>
        </w:rPr>
        <w:t>Oferta złożona bez dopełnienia obowiązku odbycia wizji lokalnej przez Wykonawcę zostanie odrzucona.</w:t>
      </w:r>
    </w:p>
    <w:p w14:paraId="1C845F20" w14:textId="3A354A48" w:rsidR="00D8129D" w:rsidRDefault="00436BBB" w:rsidP="00436BBB">
      <w:pPr>
        <w:ind w:left="993" w:hanging="993"/>
        <w:jc w:val="both"/>
      </w:pPr>
      <w:r>
        <w:t>3.3</w:t>
      </w:r>
      <w:r w:rsidR="00D8129D">
        <w:t>.</w:t>
      </w:r>
      <w:r w:rsidR="00D8129D">
        <w:tab/>
        <w:t xml:space="preserve">Koszty udziału w wizji lokalnej ponosi Wykonawca. Zamawiający zapewni przedstawicielom Wykonawcy wejście na teren, gdzie wykonywany ma być przedmiot Zakupu, z </w:t>
      </w:r>
      <w:proofErr w:type="gramStart"/>
      <w:r w:rsidR="00D8129D">
        <w:t>tym</w:t>
      </w:r>
      <w:proofErr w:type="gramEnd"/>
      <w:r w:rsidR="00D8129D">
        <w:t xml:space="preserve"> że Wykonawca ponosi wszelką odpowiedzialność w odniesieniu do takiej </w:t>
      </w:r>
      <w:r w:rsidR="00D8129D">
        <w:lastRenderedPageBreak/>
        <w:t xml:space="preserve">wizyty, w szczególności konsekwencje śmierci lub zranienia, strat lub szkód majątkowych oraz wszelkich innych strat, szkód i wydatków poniesionych jako następstwo takiej wizji lokalnej. </w:t>
      </w:r>
    </w:p>
    <w:p w14:paraId="1D420C5E" w14:textId="781F42DA" w:rsidR="00D8129D" w:rsidRDefault="00436BBB" w:rsidP="00436BBB">
      <w:pPr>
        <w:ind w:left="993" w:hanging="993"/>
        <w:jc w:val="both"/>
      </w:pPr>
      <w:r>
        <w:t>3.4</w:t>
      </w:r>
      <w:r w:rsidR="00D8129D">
        <w:t>.</w:t>
      </w:r>
      <w:r w:rsidR="00D8129D">
        <w:tab/>
        <w:t xml:space="preserve">Wizja lokalna zostanie przeprowadzona na wniosek Wykonawcy. </w:t>
      </w:r>
    </w:p>
    <w:p w14:paraId="09E13F67" w14:textId="3379FD29" w:rsidR="00D8129D" w:rsidRDefault="00D8129D" w:rsidP="00436BBB">
      <w:pPr>
        <w:ind w:left="993" w:hanging="993"/>
        <w:jc w:val="both"/>
      </w:pPr>
      <w:r>
        <w:t>3.</w:t>
      </w:r>
      <w:r w:rsidR="00436BBB">
        <w:t>5</w:t>
      </w:r>
      <w:r>
        <w:t>.</w:t>
      </w:r>
      <w:r>
        <w:tab/>
        <w:t>Podczas wizji lokalnej nie będą udzielane przez przedstawicieli Zamawiającego odpowiedzi na pytania dotyczące przedmiotu Zamówienia lub SWZ. Pytania takie należy kierować za pośrednictwem Systemu Zakupowego w zakładce „Pytania/odpowiedzi”.</w:t>
      </w:r>
    </w:p>
    <w:p w14:paraId="15189900" w14:textId="015F5C6D" w:rsidR="00D8129D" w:rsidRDefault="00436BBB" w:rsidP="00436BBB">
      <w:pPr>
        <w:ind w:left="993" w:hanging="993"/>
        <w:jc w:val="both"/>
      </w:pPr>
      <w:r>
        <w:t>3.6</w:t>
      </w:r>
      <w:r w:rsidR="00D8129D">
        <w:t>.</w:t>
      </w:r>
      <w:r w:rsidR="00D8129D">
        <w:tab/>
        <w:t>Osob</w:t>
      </w:r>
      <w:r w:rsidR="00D95C14">
        <w:t>ami</w:t>
      </w:r>
      <w:r w:rsidR="00D8129D">
        <w:t xml:space="preserve"> odpowiedzialn</w:t>
      </w:r>
      <w:r w:rsidR="00D95C14">
        <w:t>ymi</w:t>
      </w:r>
      <w:r w:rsidR="00D8129D">
        <w:t xml:space="preserve"> za przeprowadzenie wizji lokalnej będ</w:t>
      </w:r>
      <w:r w:rsidR="00D95C14">
        <w:t>ą</w:t>
      </w:r>
      <w:r w:rsidR="00D8129D">
        <w:t xml:space="preserve">: </w:t>
      </w:r>
      <w:r w:rsidR="00D95C14">
        <w:t>Mariusz Kostadinow</w:t>
      </w:r>
      <w:r w:rsidR="00823B82">
        <w:t>,</w:t>
      </w:r>
      <w:r w:rsidR="004433B8">
        <w:t xml:space="preserve"> tel. </w:t>
      </w:r>
      <w:r w:rsidR="004433B8" w:rsidRPr="004433B8">
        <w:t>605 101</w:t>
      </w:r>
      <w:r w:rsidR="00823B82">
        <w:t> </w:t>
      </w:r>
      <w:r w:rsidR="004433B8" w:rsidRPr="004433B8">
        <w:t>806</w:t>
      </w:r>
      <w:r w:rsidR="00823B82">
        <w:t>;</w:t>
      </w:r>
      <w:r w:rsidR="00D95C14">
        <w:t xml:space="preserve"> Karol Ducki</w:t>
      </w:r>
      <w:r w:rsidR="00823B82">
        <w:t>,</w:t>
      </w:r>
      <w:r w:rsidR="00D95C14">
        <w:t xml:space="preserve"> </w:t>
      </w:r>
      <w:r w:rsidR="004433B8">
        <w:t xml:space="preserve">tel. </w:t>
      </w:r>
      <w:r w:rsidR="004433B8" w:rsidRPr="004433B8">
        <w:t>785</w:t>
      </w:r>
      <w:r w:rsidR="004433B8">
        <w:t> </w:t>
      </w:r>
      <w:r w:rsidR="004433B8" w:rsidRPr="004433B8">
        <w:t>226</w:t>
      </w:r>
      <w:r w:rsidR="00624E6D">
        <w:t> </w:t>
      </w:r>
      <w:r w:rsidR="004433B8" w:rsidRPr="004433B8">
        <w:t>773</w:t>
      </w:r>
      <w:r w:rsidR="00624E6D">
        <w:t>.</w:t>
      </w:r>
    </w:p>
    <w:p w14:paraId="412F84DA" w14:textId="77ED3092" w:rsidR="00A501E1" w:rsidRPr="00D56454" w:rsidRDefault="00624E6D" w:rsidP="0024495A">
      <w:pPr>
        <w:pStyle w:val="Nagwek1"/>
        <w:numPr>
          <w:ilvl w:val="0"/>
          <w:numId w:val="0"/>
        </w:numPr>
        <w:ind w:left="993" w:hanging="993"/>
        <w:jc w:val="both"/>
        <w:rPr>
          <w:rFonts w:asciiTheme="minorHAnsi" w:eastAsiaTheme="minorHAnsi" w:hAnsiTheme="minorHAnsi" w:cstheme="minorBidi"/>
          <w:color w:val="auto"/>
          <w:sz w:val="18"/>
          <w:szCs w:val="22"/>
        </w:rPr>
      </w:pPr>
      <w:r w:rsidRPr="00D56454">
        <w:rPr>
          <w:rFonts w:asciiTheme="minorHAnsi" w:eastAsiaTheme="minorHAnsi" w:hAnsiTheme="minorHAnsi" w:cstheme="minorBidi"/>
          <w:color w:val="auto"/>
          <w:sz w:val="18"/>
          <w:szCs w:val="22"/>
        </w:rPr>
        <w:t>3.7.</w:t>
      </w:r>
      <w:r w:rsidRPr="00D56454">
        <w:rPr>
          <w:rFonts w:asciiTheme="minorHAnsi" w:eastAsiaTheme="minorHAnsi" w:hAnsiTheme="minorHAnsi" w:cstheme="minorBidi"/>
          <w:color w:val="auto"/>
          <w:sz w:val="18"/>
          <w:szCs w:val="22"/>
        </w:rPr>
        <w:tab/>
        <w:t xml:space="preserve">W trakcie wizji lokalnej Zamawiający </w:t>
      </w:r>
      <w:r w:rsidR="00B71333" w:rsidRPr="00D56454">
        <w:rPr>
          <w:rFonts w:asciiTheme="minorHAnsi" w:eastAsiaTheme="minorHAnsi" w:hAnsiTheme="minorHAnsi" w:cstheme="minorBidi"/>
          <w:color w:val="auto"/>
          <w:sz w:val="18"/>
          <w:szCs w:val="22"/>
        </w:rPr>
        <w:t>udost</w:t>
      </w:r>
      <w:r w:rsidR="00B71333">
        <w:rPr>
          <w:rFonts w:asciiTheme="minorHAnsi" w:eastAsiaTheme="minorHAnsi" w:hAnsiTheme="minorHAnsi" w:cstheme="minorBidi"/>
          <w:color w:val="auto"/>
          <w:sz w:val="18"/>
          <w:szCs w:val="22"/>
        </w:rPr>
        <w:t>ę</w:t>
      </w:r>
      <w:r w:rsidR="00B71333" w:rsidRPr="00D56454">
        <w:rPr>
          <w:rFonts w:asciiTheme="minorHAnsi" w:eastAsiaTheme="minorHAnsi" w:hAnsiTheme="minorHAnsi" w:cstheme="minorBidi"/>
          <w:color w:val="auto"/>
          <w:sz w:val="18"/>
          <w:szCs w:val="22"/>
        </w:rPr>
        <w:t xml:space="preserve">pni </w:t>
      </w:r>
      <w:r w:rsidRPr="00D56454">
        <w:rPr>
          <w:rFonts w:asciiTheme="minorHAnsi" w:eastAsiaTheme="minorHAnsi" w:hAnsiTheme="minorHAnsi" w:cstheme="minorBidi"/>
          <w:color w:val="auto"/>
          <w:sz w:val="18"/>
          <w:szCs w:val="22"/>
        </w:rPr>
        <w:t xml:space="preserve">do wglądu projekt modernizacji pomieszczeń w kompleksie 609. </w:t>
      </w:r>
    </w:p>
    <w:p w14:paraId="79DBE6F0" w14:textId="337240DF" w:rsidR="006E100D" w:rsidRPr="006E100D" w:rsidRDefault="006E100D" w:rsidP="00D56454">
      <w:pPr>
        <w:pStyle w:val="Nagwek1"/>
      </w:pPr>
      <w:r w:rsidRPr="006E100D">
        <w:t>TERMIN WYKONANIA ZAMÓWIENIA</w:t>
      </w:r>
    </w:p>
    <w:p w14:paraId="04378731" w14:textId="12B12D73" w:rsidR="006E100D" w:rsidRPr="000552E0" w:rsidRDefault="004433B8" w:rsidP="00AA727F">
      <w:pPr>
        <w:pStyle w:val="Nagwek2"/>
        <w:keepNext w:val="0"/>
        <w:keepLines w:val="0"/>
      </w:pPr>
      <w:r w:rsidRPr="000552E0">
        <w:t xml:space="preserve">Termin realizacji przedmiotu Zamówienia: </w:t>
      </w:r>
      <w:r w:rsidR="00624E6D">
        <w:t>7 mi</w:t>
      </w:r>
      <w:r w:rsidR="00F9374F">
        <w:t>e</w:t>
      </w:r>
      <w:r w:rsidR="00624E6D">
        <w:t xml:space="preserve">sięcy </w:t>
      </w:r>
      <w:r w:rsidRPr="000552E0">
        <w:t>od dnia zawarcia Umowy.</w:t>
      </w:r>
    </w:p>
    <w:p w14:paraId="4933F279" w14:textId="77777777" w:rsidR="006E100D" w:rsidRPr="006E100D" w:rsidRDefault="006E100D" w:rsidP="00D87EDF">
      <w:pPr>
        <w:pStyle w:val="Nagwek1"/>
      </w:pPr>
      <w:bookmarkStart w:id="37" w:name="_Toc354752376"/>
      <w:bookmarkStart w:id="38" w:name="_Toc516581596"/>
      <w:bookmarkStart w:id="39" w:name="_Toc8212140"/>
      <w:r w:rsidRPr="006E100D">
        <w:t xml:space="preserve">PODSTAWY WYKLUCZENIA Z POSTĘPOWANIA ORAZ WARUNKI UDZIAŁU W POSTĘPOWANIU </w:t>
      </w:r>
      <w:bookmarkEnd w:id="37"/>
      <w:bookmarkEnd w:id="38"/>
      <w:bookmarkEnd w:id="39"/>
    </w:p>
    <w:p w14:paraId="68E9DF93" w14:textId="77777777" w:rsidR="006E100D" w:rsidRPr="0089712F" w:rsidRDefault="006E100D" w:rsidP="00681BDE">
      <w:pPr>
        <w:pStyle w:val="Nagwek2"/>
        <w:keepNext w:val="0"/>
        <w:keepLines w:val="0"/>
      </w:pPr>
      <w:bookmarkStart w:id="40" w:name="_Toc516734772"/>
      <w:bookmarkStart w:id="41" w:name="_Toc516738802"/>
      <w:bookmarkStart w:id="42" w:name="_Toc8212141"/>
      <w:bookmarkStart w:id="43" w:name="_Toc354752377"/>
      <w:bookmarkStart w:id="44" w:name="_Toc516566329"/>
      <w:bookmarkStart w:id="45" w:name="_Toc516581597"/>
      <w:r w:rsidRPr="0089712F">
        <w:t>O udzielenie Zakupu mogą ubiegać się Wykonawcy, którzy:</w:t>
      </w:r>
      <w:bookmarkEnd w:id="40"/>
      <w:bookmarkEnd w:id="41"/>
      <w:bookmarkEnd w:id="42"/>
    </w:p>
    <w:p w14:paraId="35EC13DA" w14:textId="6079CF84" w:rsidR="000552E0" w:rsidRDefault="00714823" w:rsidP="00681BDE">
      <w:pPr>
        <w:pStyle w:val="Nagwek3"/>
        <w:keepNext w:val="0"/>
        <w:keepLines w:val="0"/>
      </w:pPr>
      <w:bookmarkStart w:id="46" w:name="_Toc516734773"/>
      <w:bookmarkStart w:id="47" w:name="_Toc516738803"/>
      <w:bookmarkStart w:id="48" w:name="_Toc8212142"/>
      <w:bookmarkStart w:id="49" w:name="_Toc354752378"/>
      <w:bookmarkStart w:id="50" w:name="_Toc516566330"/>
      <w:bookmarkStart w:id="51" w:name="_Toc516581598"/>
      <w:bookmarkEnd w:id="43"/>
      <w:bookmarkEnd w:id="44"/>
      <w:bookmarkEnd w:id="45"/>
      <w:r>
        <w:t>n</w:t>
      </w:r>
      <w:r w:rsidR="006E100D" w:rsidRPr="0089712F">
        <w:t>ie podlegają wykluczeniu, na podstawie pkt 9.4.2.1 – 9.4.2.14 Procedury</w:t>
      </w:r>
      <w:bookmarkEnd w:id="46"/>
      <w:bookmarkEnd w:id="47"/>
      <w:bookmarkEnd w:id="48"/>
    </w:p>
    <w:bookmarkEnd w:id="49"/>
    <w:bookmarkEnd w:id="50"/>
    <w:bookmarkEnd w:id="51"/>
    <w:p w14:paraId="03AC17E9" w14:textId="1A5EBA66" w:rsidR="007F6FB5" w:rsidRPr="002C2FA5" w:rsidRDefault="002C2FA5" w:rsidP="002C2FA5">
      <w:pPr>
        <w:pStyle w:val="Nagwek2"/>
        <w:keepNext w:val="0"/>
        <w:keepLines w:val="0"/>
        <w:numPr>
          <w:ilvl w:val="0"/>
          <w:numId w:val="0"/>
        </w:numPr>
        <w:ind w:left="1021"/>
        <w:rPr>
          <w:i/>
        </w:rPr>
      </w:pPr>
      <w:r w:rsidRPr="002C2FA5">
        <w:rPr>
          <w:i/>
        </w:rPr>
        <w:t>Zgodnie z</w:t>
      </w:r>
      <w:r w:rsidRPr="002C2FA5">
        <w:t xml:space="preserve"> </w:t>
      </w:r>
      <w:r w:rsidRPr="002C2FA5">
        <w:rPr>
          <w:i/>
        </w:rPr>
        <w:t>pkt 9.4.2.1 – 9.4.2.14 Procedury</w:t>
      </w:r>
      <w:r>
        <w:rPr>
          <w:i/>
        </w:rPr>
        <w:t xml:space="preserve"> </w:t>
      </w:r>
      <w:r w:rsidRPr="002C2FA5">
        <w:rPr>
          <w:i/>
        </w:rPr>
        <w:t>z</w:t>
      </w:r>
      <w:r w:rsidR="007F6FB5" w:rsidRPr="002C2FA5">
        <w:rPr>
          <w:i/>
        </w:rPr>
        <w:t xml:space="preserve"> Postępowania zakupowego można wykluczyć Wykonawcę, jeżeli:</w:t>
      </w:r>
    </w:p>
    <w:p w14:paraId="7C1DEA5B" w14:textId="77777777" w:rsidR="007F6FB5" w:rsidRPr="002C2FA5" w:rsidRDefault="007F6FB5" w:rsidP="00681BDE">
      <w:pPr>
        <w:ind w:left="1021"/>
        <w:jc w:val="both"/>
        <w:rPr>
          <w:i/>
        </w:rPr>
      </w:pPr>
      <w:r w:rsidRPr="004433B8">
        <w:rPr>
          <w:i/>
        </w:rPr>
        <w:t>9.4.2.1 Wykon</w:t>
      </w:r>
      <w:r w:rsidRPr="002C2FA5">
        <w:rPr>
          <w:i/>
        </w:rPr>
        <w:t>awca nie spełnia lub nie wykazał spełnienia warunków udziału w Postępowaniu zakupowym,</w:t>
      </w:r>
    </w:p>
    <w:p w14:paraId="22B4A56A" w14:textId="77777777" w:rsidR="007F6FB5" w:rsidRPr="002C2FA5" w:rsidRDefault="007F6FB5" w:rsidP="00681BDE">
      <w:pPr>
        <w:ind w:left="1021"/>
        <w:jc w:val="both"/>
        <w:rPr>
          <w:i/>
        </w:rPr>
      </w:pPr>
      <w:r w:rsidRPr="002C2FA5">
        <w:rPr>
          <w:i/>
        </w:rPr>
        <w:t>9.4.2.2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073A8CD5" w14:textId="77777777" w:rsidR="007F6FB5" w:rsidRPr="002C2FA5" w:rsidRDefault="007F6FB5" w:rsidP="00681BDE">
      <w:pPr>
        <w:ind w:left="1021"/>
        <w:jc w:val="both"/>
        <w:rPr>
          <w:i/>
        </w:rPr>
      </w:pPr>
      <w:bookmarkStart w:id="52" w:name="_Ref57313679"/>
      <w:r w:rsidRPr="002C2FA5">
        <w:rPr>
          <w:i/>
        </w:rPr>
        <w:t>9.4.2.2.1 udziału w zorganizowanej grupie przestępczej albo związku mającym na celu popełnienie przestępstwa lub przestępstwa skarbowego, o którym mowa w art. 258 Kodeksu karnego,</w:t>
      </w:r>
      <w:bookmarkEnd w:id="52"/>
    </w:p>
    <w:p w14:paraId="6C397921" w14:textId="77777777" w:rsidR="007F6FB5" w:rsidRPr="002C2FA5" w:rsidRDefault="007F6FB5" w:rsidP="00681BDE">
      <w:pPr>
        <w:ind w:left="1021"/>
        <w:jc w:val="both"/>
        <w:rPr>
          <w:i/>
        </w:rPr>
      </w:pPr>
      <w:r w:rsidRPr="002C2FA5">
        <w:rPr>
          <w:i/>
        </w:rPr>
        <w:t>9.4.2.2.2 handlu ludźmi, o którym mowa w art. 189a Kodeksu karnego,</w:t>
      </w:r>
    </w:p>
    <w:p w14:paraId="73E8D834" w14:textId="77777777" w:rsidR="007F6FB5" w:rsidRPr="002C2FA5" w:rsidRDefault="007F6FB5" w:rsidP="00681BDE">
      <w:pPr>
        <w:ind w:left="1021"/>
        <w:jc w:val="both"/>
        <w:rPr>
          <w:i/>
        </w:rPr>
      </w:pPr>
      <w:r w:rsidRPr="002C2FA5">
        <w:rPr>
          <w:i/>
        </w:rPr>
        <w:t>9.4.2.2.3 o którym mowa w art. 228-230a, art. 250a Kodeksu karnego, w art. 46-48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r w:rsidRPr="002C2FA5" w:rsidDel="00A63466">
        <w:rPr>
          <w:i/>
        </w:rPr>
        <w:t xml:space="preserve"> </w:t>
      </w:r>
    </w:p>
    <w:p w14:paraId="46BB2E6A" w14:textId="77777777" w:rsidR="007F6FB5" w:rsidRPr="002C2FA5" w:rsidRDefault="007F6FB5" w:rsidP="00681BDE">
      <w:pPr>
        <w:ind w:left="1021"/>
        <w:jc w:val="both"/>
        <w:rPr>
          <w:i/>
        </w:rPr>
      </w:pPr>
      <w:r w:rsidRPr="002C2FA5">
        <w:rPr>
          <w:i/>
        </w:rPr>
        <w:t>9.4.2.2.4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5F0652A" w14:textId="77777777" w:rsidR="007F6FB5" w:rsidRPr="002C2FA5" w:rsidRDefault="007F6FB5" w:rsidP="00681BDE">
      <w:pPr>
        <w:ind w:left="1021"/>
        <w:jc w:val="both"/>
        <w:rPr>
          <w:i/>
        </w:rPr>
      </w:pPr>
      <w:r w:rsidRPr="002C2FA5">
        <w:rPr>
          <w:i/>
        </w:rPr>
        <w:t>9.4.2.2.5 o charakterze terrorystycznym, o którym mowa w art. 115 § 20 Kodeksu karnego, lub mające na celu popełnienie tego przestępstwa,</w:t>
      </w:r>
    </w:p>
    <w:p w14:paraId="4265A8C4" w14:textId="77777777" w:rsidR="007F6FB5" w:rsidRPr="002C2FA5" w:rsidRDefault="007F6FB5" w:rsidP="00681BDE">
      <w:pPr>
        <w:ind w:left="1021"/>
        <w:jc w:val="both"/>
        <w:rPr>
          <w:i/>
        </w:rPr>
      </w:pPr>
      <w:r w:rsidRPr="002C2FA5">
        <w:rPr>
          <w:i/>
        </w:rPr>
        <w:t>9.4.2.2.6. pracy małoletnich cudzoziemców, o których mowa w art. 9 ust. 2 ustawy z dnia 15 czerwca 2012 r. o skutkach powierzania wykonywania pracy cudzoziemcom przebywającym wbrew przepisom na terytorium Rzeczypospolitej Polskiej (Dz. U. poz. 769),</w:t>
      </w:r>
    </w:p>
    <w:p w14:paraId="51083CFF" w14:textId="77777777" w:rsidR="007F6FB5" w:rsidRPr="002C2FA5" w:rsidRDefault="007F6FB5" w:rsidP="00681BDE">
      <w:pPr>
        <w:ind w:left="1021"/>
        <w:jc w:val="both"/>
        <w:rPr>
          <w:i/>
        </w:rPr>
      </w:pPr>
      <w:bookmarkStart w:id="53" w:name="_Ref57313696"/>
      <w:r w:rsidRPr="002C2FA5">
        <w:rPr>
          <w:i/>
        </w:rPr>
        <w:t>9.4.2.2.7 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53"/>
    </w:p>
    <w:p w14:paraId="4418DBA7" w14:textId="77777777" w:rsidR="007F6FB5" w:rsidRPr="002C2FA5" w:rsidRDefault="007F6FB5" w:rsidP="00681BDE">
      <w:pPr>
        <w:ind w:left="1021"/>
        <w:jc w:val="both"/>
        <w:rPr>
          <w:i/>
        </w:rPr>
      </w:pPr>
      <w:r w:rsidRPr="002C2FA5">
        <w:rPr>
          <w:i/>
        </w:rPr>
        <w:lastRenderedPageBreak/>
        <w:t xml:space="preserve">- lub za odpowiedni czyn zabroniony określony w przepisach prawa obcego. </w:t>
      </w:r>
    </w:p>
    <w:p w14:paraId="08AF676B" w14:textId="77777777" w:rsidR="007F6FB5" w:rsidRPr="002C2FA5" w:rsidRDefault="007F6FB5" w:rsidP="00681BDE">
      <w:pPr>
        <w:ind w:left="1021"/>
        <w:jc w:val="both"/>
        <w:rPr>
          <w:i/>
        </w:rPr>
      </w:pPr>
      <w:bookmarkStart w:id="54" w:name="_Ref57313769"/>
      <w:r w:rsidRPr="002C2FA5">
        <w:rPr>
          <w:i/>
        </w:rPr>
        <w:t>9.4.2.3 Wobec Wykonawcy orzeczono zakaz ubiegania się o zamówienia publiczne,</w:t>
      </w:r>
      <w:bookmarkEnd w:id="54"/>
    </w:p>
    <w:p w14:paraId="4C1F2DDD" w14:textId="77777777" w:rsidR="007F6FB5" w:rsidRPr="002C2FA5" w:rsidRDefault="007F6FB5" w:rsidP="00681BDE">
      <w:pPr>
        <w:ind w:left="1021"/>
        <w:jc w:val="both"/>
        <w:rPr>
          <w:i/>
        </w:rPr>
      </w:pPr>
      <w:bookmarkStart w:id="55" w:name="_Ref57313842"/>
      <w:r w:rsidRPr="002C2FA5">
        <w:rPr>
          <w:i/>
        </w:rPr>
        <w:t>9.4.2.4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w:t>
      </w:r>
      <w:r w:rsidRPr="002C2FA5" w:rsidDel="003E627A">
        <w:rPr>
          <w:i/>
        </w:rPr>
        <w:t xml:space="preserve"> </w:t>
      </w:r>
      <w:r w:rsidRPr="002C2FA5">
        <w:rPr>
          <w:i/>
        </w:rPr>
        <w:t>niezależnie od siebie,</w:t>
      </w:r>
      <w:bookmarkEnd w:id="55"/>
    </w:p>
    <w:p w14:paraId="632F67C0" w14:textId="77777777" w:rsidR="007F6FB5" w:rsidRPr="002C2FA5" w:rsidRDefault="007F6FB5" w:rsidP="00681BDE">
      <w:pPr>
        <w:ind w:left="1021"/>
        <w:jc w:val="both"/>
        <w:rPr>
          <w:i/>
        </w:rPr>
      </w:pPr>
      <w:bookmarkStart w:id="56" w:name="_Ref57313876"/>
      <w:r w:rsidRPr="002C2FA5">
        <w:rPr>
          <w:i/>
        </w:rPr>
        <w:t>9.4.2.5 Wykonawca bezprawnie wpływał lub próbował wpływać na czynności Zamawiającego lub próbował pozyskać lub pozyskał informacje poufne, mogące dać mu przewagę w Postępowaniu zakupowym,</w:t>
      </w:r>
      <w:bookmarkEnd w:id="56"/>
    </w:p>
    <w:p w14:paraId="2CAC233E" w14:textId="77777777" w:rsidR="007F6FB5" w:rsidRPr="002C2FA5" w:rsidRDefault="007F6FB5" w:rsidP="00681BDE">
      <w:pPr>
        <w:ind w:left="1021"/>
        <w:jc w:val="both"/>
        <w:rPr>
          <w:i/>
        </w:rPr>
      </w:pPr>
      <w:r w:rsidRPr="002C2FA5">
        <w:rPr>
          <w:i/>
        </w:rPr>
        <w:t>9.4.2.6 Wykonawca nie daje rękojmi należytego wykonania Zakupu z uwagi na prowadzone przeciwko niemu lub członkom organów spółki Wykonawcy postępowanie o popełnienie przestępstwa w związku z prowadzoną działalnością gospodarczą,</w:t>
      </w:r>
    </w:p>
    <w:p w14:paraId="62D0C9FA" w14:textId="77777777" w:rsidR="007F6FB5" w:rsidRPr="002C2FA5" w:rsidRDefault="007F6FB5" w:rsidP="00681BDE">
      <w:pPr>
        <w:ind w:left="1021"/>
        <w:jc w:val="both"/>
        <w:rPr>
          <w:i/>
        </w:rPr>
      </w:pPr>
      <w:bookmarkStart w:id="57" w:name="_Ref57313901"/>
      <w:r w:rsidRPr="002C2FA5">
        <w:rPr>
          <w:i/>
        </w:rPr>
        <w:t>9.4.2.7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57"/>
    </w:p>
    <w:p w14:paraId="7EE16E75" w14:textId="77777777" w:rsidR="007F6FB5" w:rsidRPr="002C2FA5" w:rsidRDefault="007F6FB5" w:rsidP="00681BDE">
      <w:pPr>
        <w:ind w:left="1021"/>
        <w:jc w:val="both"/>
        <w:rPr>
          <w:i/>
        </w:rPr>
      </w:pPr>
      <w:r w:rsidRPr="002C2FA5">
        <w:rPr>
          <w:i/>
        </w:rPr>
        <w:t>9.4.2.8 Wykonawca, który nie wykonał lub nienależycie wykonał zobowiązanie wynikające z innej Umowy zakupowej zawartej ze Spółką GK PGE lub innymi podmiotami.</w:t>
      </w:r>
    </w:p>
    <w:p w14:paraId="29577B43" w14:textId="77777777" w:rsidR="007F6FB5" w:rsidRPr="002C2FA5" w:rsidRDefault="007F6FB5" w:rsidP="00681BDE">
      <w:pPr>
        <w:ind w:left="1021"/>
        <w:jc w:val="both"/>
        <w:rPr>
          <w:i/>
        </w:rPr>
      </w:pPr>
      <w:r w:rsidRPr="002C2FA5">
        <w:rPr>
          <w:i/>
        </w:rPr>
        <w:t>9.4.2.9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1C207D74" w14:textId="77777777" w:rsidR="007F6FB5" w:rsidRPr="002C2FA5" w:rsidRDefault="007F6FB5" w:rsidP="00681BDE">
      <w:pPr>
        <w:ind w:left="1021"/>
        <w:jc w:val="both"/>
        <w:rPr>
          <w:i/>
        </w:rPr>
      </w:pPr>
      <w:bookmarkStart w:id="58" w:name="_Ref57313921"/>
      <w:r w:rsidRPr="002C2FA5">
        <w:rPr>
          <w:i/>
        </w:rPr>
        <w:t xml:space="preserve">9.4.2.2.10 Wykonawca nie wykonał Umowy zakupowej zawartej przez danego Zamawiającego lub wykonał ją nienależycie, </w:t>
      </w:r>
    </w:p>
    <w:p w14:paraId="257982E4" w14:textId="77777777" w:rsidR="007F6FB5" w:rsidRPr="002C2FA5" w:rsidRDefault="007F6FB5" w:rsidP="00681BDE">
      <w:pPr>
        <w:ind w:left="1021"/>
        <w:jc w:val="both"/>
        <w:rPr>
          <w:i/>
        </w:rPr>
      </w:pPr>
      <w:r w:rsidRPr="002C2FA5">
        <w:rPr>
          <w:i/>
        </w:rPr>
        <w:t xml:space="preserve">9.4.2.2.11 Wykonawca odmówił zawarcia Umowy po przeprowadzonym Postępowaniu zakupowym, </w:t>
      </w:r>
      <w:bookmarkEnd w:id="58"/>
    </w:p>
    <w:p w14:paraId="419F1DB3" w14:textId="77777777" w:rsidR="007F6FB5" w:rsidRPr="002C2FA5" w:rsidRDefault="007F6FB5" w:rsidP="00681BDE">
      <w:pPr>
        <w:ind w:left="1021"/>
        <w:jc w:val="both"/>
        <w:rPr>
          <w:i/>
        </w:rPr>
      </w:pPr>
      <w:bookmarkStart w:id="59" w:name="_Ref57313958"/>
      <w:r w:rsidRPr="002C2FA5">
        <w:rPr>
          <w:i/>
        </w:rPr>
        <w:t>9.4.2.2.12 Wykonawca w wyniku lekkomyślności lub niedbalstwa przedstawił informacje wprowadzające w błąd, co mogło mieć istotny wpływ na decyzje podejmowane przez Zamawiającego w Postępowaniu zakupowym,</w:t>
      </w:r>
      <w:bookmarkEnd w:id="59"/>
    </w:p>
    <w:p w14:paraId="104330B3" w14:textId="77777777" w:rsidR="007F6FB5" w:rsidRPr="002C2FA5" w:rsidRDefault="007F6FB5" w:rsidP="00681BDE">
      <w:pPr>
        <w:ind w:left="1021"/>
        <w:jc w:val="both"/>
        <w:rPr>
          <w:i/>
        </w:rPr>
      </w:pPr>
      <w:bookmarkStart w:id="60" w:name="_Ref57131212"/>
      <w:bookmarkStart w:id="61" w:name="_Ref57313977"/>
      <w:r w:rsidRPr="002C2FA5">
        <w:rPr>
          <w:i/>
        </w:rPr>
        <w:t>9.4.2.2.13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bookmarkEnd w:id="60"/>
      <w:r w:rsidRPr="002C2FA5">
        <w:rPr>
          <w:i/>
        </w:rPr>
        <w:t>,</w:t>
      </w:r>
      <w:bookmarkEnd w:id="61"/>
    </w:p>
    <w:p w14:paraId="7CB0003E" w14:textId="77777777" w:rsidR="007F6FB5" w:rsidRPr="0089712F" w:rsidRDefault="007F6FB5" w:rsidP="00681BDE">
      <w:pPr>
        <w:ind w:left="1021"/>
        <w:jc w:val="both"/>
        <w:rPr>
          <w:i/>
        </w:rPr>
      </w:pPr>
      <w:r w:rsidRPr="002C2FA5">
        <w:rPr>
          <w:i/>
        </w:rPr>
        <w:t>9.4.2.2. 14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070633BA" w14:textId="77777777" w:rsidR="007F6FB5" w:rsidRPr="0089712F" w:rsidRDefault="007F6FB5" w:rsidP="00681BDE">
      <w:pPr>
        <w:ind w:left="1021"/>
        <w:jc w:val="both"/>
      </w:pPr>
    </w:p>
    <w:p w14:paraId="750D4A11" w14:textId="77777777" w:rsidR="000552E0" w:rsidRDefault="0008267F" w:rsidP="00681BDE">
      <w:pPr>
        <w:pStyle w:val="Nagwek3"/>
        <w:keepNext w:val="0"/>
        <w:keepLines w:val="0"/>
      </w:pPr>
      <w:r>
        <w:t xml:space="preserve">nie </w:t>
      </w:r>
      <w:r w:rsidR="007F6FB5" w:rsidRPr="0089712F">
        <w:t>podlegają</w:t>
      </w:r>
      <w:r>
        <w:t xml:space="preserve"> wykluczeniu, na podstawie pkt </w:t>
      </w:r>
      <w:r w:rsidR="007F6FB5" w:rsidRPr="0089712F">
        <w:t xml:space="preserve">9.4.3.1 - 9.4.3.4 Procedury </w:t>
      </w:r>
    </w:p>
    <w:p w14:paraId="23458E7B" w14:textId="292A0B4B" w:rsidR="007F6FB5" w:rsidRDefault="002C2FA5" w:rsidP="00681BDE">
      <w:pPr>
        <w:pStyle w:val="Nagwek2"/>
        <w:keepNext w:val="0"/>
        <w:keepLines w:val="0"/>
        <w:numPr>
          <w:ilvl w:val="0"/>
          <w:numId w:val="0"/>
        </w:numPr>
        <w:ind w:left="1021"/>
      </w:pPr>
      <w:r>
        <w:t xml:space="preserve">Zgodnie z pkt. </w:t>
      </w:r>
      <w:r w:rsidRPr="002C2FA5">
        <w:t>9.4.3.1 - 9.4.3.4 Procedury</w:t>
      </w:r>
      <w:r>
        <w:t xml:space="preserve"> z Postępowania wyklucza się:</w:t>
      </w:r>
    </w:p>
    <w:p w14:paraId="3E77D2FC" w14:textId="0C22DDAA" w:rsidR="007F6FB5" w:rsidRPr="002C2FA5" w:rsidRDefault="007F6FB5" w:rsidP="00681BDE">
      <w:pPr>
        <w:pStyle w:val="Styl2"/>
        <w:keepNext w:val="0"/>
        <w:keepLines w:val="0"/>
      </w:pPr>
      <w:r w:rsidRPr="006B10B7">
        <w:t>9</w:t>
      </w:r>
      <w:r w:rsidRPr="004433B8">
        <w:t>.</w:t>
      </w:r>
      <w:r w:rsidRPr="002C2FA5">
        <w:t xml:space="preserve">4.3.1 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2C2FA5">
        <w:t>późn</w:t>
      </w:r>
      <w:proofErr w:type="spellEnd"/>
      <w:r w:rsidRPr="002C2FA5">
        <w:t xml:space="preserve">. zm.) (dalej: Rozporządzenie 765/2006) i Rozporządzeniu Rady (UE) nr 269/2014 z dnia 17 marca 2014 r. w sprawie środków ograniczających w odniesieniu do działań podważających integralność terytorialną, </w:t>
      </w:r>
      <w:r w:rsidRPr="002C2FA5">
        <w:lastRenderedPageBreak/>
        <w:t xml:space="preserve">suwerenność i niezależność Ukrainy lub im zagrażających (Dz. Urz. UE L 78 z 17.03.2014, str. 6, z </w:t>
      </w:r>
      <w:proofErr w:type="spellStart"/>
      <w:r w:rsidR="0008267F" w:rsidRPr="002C2FA5">
        <w:t>późn</w:t>
      </w:r>
      <w:proofErr w:type="spellEnd"/>
      <w:r w:rsidR="0008267F" w:rsidRPr="002C2FA5">
        <w:t>. zm.</w:t>
      </w:r>
      <w:r w:rsidRPr="002C2FA5">
        <w:t>)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15E5E045" w14:textId="13A9ABF6" w:rsidR="007F6FB5" w:rsidRPr="002C2FA5" w:rsidRDefault="007F6FB5" w:rsidP="00681BDE">
      <w:pPr>
        <w:pStyle w:val="Styl2"/>
        <w:keepNext w:val="0"/>
        <w:keepLines w:val="0"/>
      </w:pPr>
      <w:r w:rsidRPr="002C2FA5">
        <w:t>9.4.3.2 Wykonawcę, którego beneficjentem rzeczywistym w rozumieniu ustawy z dnia 1 marca 2018 r. o przeciwdziałaniu praniu pieniędzy oraz finans</w:t>
      </w:r>
      <w:r w:rsidR="0008267F" w:rsidRPr="002C2FA5">
        <w:t xml:space="preserve">owaniu terroryzmu (tj. Dz. U. z </w:t>
      </w:r>
      <w:r w:rsidRPr="002C2FA5">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2ED97EED" w14:textId="44867B26" w:rsidR="007F6FB5" w:rsidRPr="002C2FA5" w:rsidRDefault="007F6FB5" w:rsidP="00681BDE">
      <w:pPr>
        <w:pStyle w:val="Styl2"/>
        <w:keepNext w:val="0"/>
        <w:keepLines w:val="0"/>
      </w:pPr>
      <w:r w:rsidRPr="002C2FA5">
        <w:t>9.4.3.3 Wykonawcę, którego jednostką dominującą w rozumieniu art. 3 ust. 1 pkt 37 ustawy z dnia 29 września 1994 r.</w:t>
      </w:r>
      <w:r w:rsidR="0008267F" w:rsidRPr="002C2FA5">
        <w:t xml:space="preserve"> o rachunkowości (tj.: Dz. U. z </w:t>
      </w:r>
      <w:r w:rsidRPr="002C2FA5">
        <w:t>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8E704FD" w14:textId="77777777" w:rsidR="007F6FB5" w:rsidRPr="002C2FA5" w:rsidRDefault="007F6FB5" w:rsidP="00681BDE">
      <w:pPr>
        <w:pStyle w:val="Styl2"/>
        <w:keepNext w:val="0"/>
        <w:keepLines w:val="0"/>
      </w:pPr>
      <w:r w:rsidRPr="002C2FA5">
        <w:t>9.4.3.4 Wykonawcę z udziałem:</w:t>
      </w:r>
    </w:p>
    <w:p w14:paraId="15884561" w14:textId="77777777" w:rsidR="008418BF" w:rsidRDefault="008418BF" w:rsidP="008418BF">
      <w:pPr>
        <w:pStyle w:val="Styl2"/>
      </w:pPr>
      <w:r>
        <w:t xml:space="preserve">a. obywateli </w:t>
      </w:r>
      <w:proofErr w:type="gramStart"/>
      <w:r>
        <w:t>rosyjskich,</w:t>
      </w:r>
      <w:proofErr w:type="gramEnd"/>
      <w:r>
        <w:t xml:space="preserve"> lub osób fizycznych zamieszkałych w Rosji lub osób prawnych, podmiotów lub organów z siedzibą w Rosji;</w:t>
      </w:r>
    </w:p>
    <w:p w14:paraId="27DA4626" w14:textId="77777777" w:rsidR="008418BF" w:rsidRDefault="008418BF" w:rsidP="008418BF">
      <w:pPr>
        <w:pStyle w:val="Styl2"/>
      </w:pPr>
      <w:r>
        <w:t xml:space="preserve">b. osób prawnych, podmiotów lub organów, do których prawa własności bezpośrednio lub pośrednio w ponad 50 % należą do osoby fizycznej lub prawnej, podmiotu lub organu, o </w:t>
      </w:r>
      <w:proofErr w:type="spellStart"/>
      <w:r>
        <w:t>którychm</w:t>
      </w:r>
      <w:proofErr w:type="spellEnd"/>
      <w:r>
        <w:t xml:space="preserve"> mowa w lit. a) niniejszego punktu; lub</w:t>
      </w:r>
    </w:p>
    <w:p w14:paraId="0902D93F" w14:textId="74393D02" w:rsidR="007F6FB5" w:rsidRPr="000552E0" w:rsidRDefault="008418BF" w:rsidP="00681BDE">
      <w:pPr>
        <w:pStyle w:val="Styl2"/>
        <w:keepNext w:val="0"/>
        <w:keepLines w:val="0"/>
      </w:pPr>
      <w:r>
        <w:t xml:space="preserve">c. osób fizycznych lub prawnych, podmiotów lub organów działających w imieniu lub pod kierunkiem osoby fizycznej lub prawnej, podmiotu lub organu, o </w:t>
      </w:r>
      <w:proofErr w:type="spellStart"/>
      <w:r>
        <w:t>którychm</w:t>
      </w:r>
      <w:proofErr w:type="spellEnd"/>
      <w:r>
        <w:t xml:space="preserve"> mowa w lit. a) lub b) niniejszego punktu, 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 gdy przypada na nich ponad 10 % wartości Zamówienia</w:t>
      </w:r>
      <w:r w:rsidR="007F6FB5" w:rsidRPr="002C2FA5">
        <w:t>.</w:t>
      </w:r>
    </w:p>
    <w:p w14:paraId="4D550221" w14:textId="468E89FE" w:rsidR="007F6FB5" w:rsidRPr="0089712F" w:rsidRDefault="0008267F" w:rsidP="00681BDE">
      <w:pPr>
        <w:pStyle w:val="Nagwek3"/>
        <w:keepNext w:val="0"/>
        <w:keepLines w:val="0"/>
      </w:pPr>
      <w:r>
        <w:t xml:space="preserve">spełniają </w:t>
      </w:r>
      <w:r w:rsidR="007F6FB5" w:rsidRPr="0089712F">
        <w:t>warunki udziału w Postępowaniu zakupowym, tj.:</w:t>
      </w:r>
    </w:p>
    <w:p w14:paraId="0D37651B" w14:textId="2CD1843F" w:rsidR="007F6FB5" w:rsidRPr="00E454B8" w:rsidRDefault="0008267F" w:rsidP="00681BDE">
      <w:pPr>
        <w:pStyle w:val="Nagwek4"/>
        <w:keepNext w:val="0"/>
        <w:keepLines w:val="0"/>
      </w:pPr>
      <w:r w:rsidRPr="00E454B8">
        <w:t xml:space="preserve">posiadają </w:t>
      </w:r>
      <w:r w:rsidR="007F6FB5" w:rsidRPr="00E454B8">
        <w:t xml:space="preserve">niezbędne zdolności techniczne lub zawodowe do zrealizowania Zakupu, w szczególności wiedzę i doświadczenie oraz dysponują potencjałem technicznym i osobami zdolnymi do realizacji Zakupu: </w:t>
      </w:r>
    </w:p>
    <w:p w14:paraId="529CB3DC" w14:textId="42BA9B2B" w:rsidR="00714823" w:rsidRPr="00714823" w:rsidRDefault="00D949D9" w:rsidP="00714823">
      <w:pPr>
        <w:pStyle w:val="Styl2"/>
        <w:ind w:left="1276" w:hanging="255"/>
      </w:pPr>
      <w:r w:rsidRPr="00D949D9">
        <w:rPr>
          <w:i w:val="0"/>
        </w:rPr>
        <w:lastRenderedPageBreak/>
        <w:t xml:space="preserve">a) wykażą, </w:t>
      </w:r>
      <w:r w:rsidR="00714823" w:rsidRPr="00714823">
        <w:rPr>
          <w:i w:val="0"/>
          <w:iCs/>
        </w:rPr>
        <w:t xml:space="preserve">że w okresie ostatnich trzech lat przed upływem terminu składania ofert, a jeżeli okres prowadzenia działalności jest krótszy – w tym okresie zrealizowali co najmniej 2 roboty budowlane, wynikające z odrębnych umów, polegające na remoncie pomieszczeń budynku: biurowego lub usługowego lub użyteczności publicznej o </w:t>
      </w:r>
      <w:proofErr w:type="gramStart"/>
      <w:r w:rsidR="00714823" w:rsidRPr="00714823">
        <w:rPr>
          <w:i w:val="0"/>
          <w:iCs/>
        </w:rPr>
        <w:t>wartości  minimum</w:t>
      </w:r>
      <w:proofErr w:type="gramEnd"/>
      <w:r w:rsidR="00714823" w:rsidRPr="00714823">
        <w:rPr>
          <w:i w:val="0"/>
          <w:iCs/>
        </w:rPr>
        <w:t xml:space="preserve"> 500 000,00 zł brutto każda robota</w:t>
      </w:r>
    </w:p>
    <w:p w14:paraId="14E6BD56" w14:textId="77777777" w:rsidR="00D949D9" w:rsidRPr="00D949D9" w:rsidRDefault="00D949D9" w:rsidP="00D949D9">
      <w:pPr>
        <w:pStyle w:val="Styl2"/>
        <w:ind w:left="1276" w:hanging="255"/>
        <w:rPr>
          <w:i w:val="0"/>
        </w:rPr>
      </w:pPr>
      <w:r w:rsidRPr="00D949D9">
        <w:rPr>
          <w:i w:val="0"/>
        </w:rPr>
        <w:t>b) dysponują na potrzeby realizacji Zamówienia co najmniej 1 osobą - posiadającą uprawnienia budowlane bez ograniczeń do kierowania robotami budowlanymi o specjalności konstrukcyjno-budowlanej;</w:t>
      </w:r>
    </w:p>
    <w:p w14:paraId="6D0962B5" w14:textId="77777777" w:rsidR="00760701" w:rsidRDefault="00D949D9" w:rsidP="00D949D9">
      <w:pPr>
        <w:pStyle w:val="Styl2"/>
        <w:ind w:left="1276" w:hanging="255"/>
        <w:rPr>
          <w:i w:val="0"/>
        </w:rPr>
      </w:pPr>
      <w:r w:rsidRPr="00D949D9">
        <w:rPr>
          <w:i w:val="0"/>
        </w:rPr>
        <w:t>c) dysponują na potrzeby realizacji Zamówienia co najmniej 1 osobą - posiadającą uprawnienia budowlane bez ograniczeń do kierowania robotami budowlanymi o specjalności instalacyjnej w zakresie sieci, instalacji i urządzeń elektrycznych i elektroenergetycznych;</w:t>
      </w:r>
    </w:p>
    <w:p w14:paraId="0791A76E" w14:textId="0F020BBD" w:rsidR="00D949D9" w:rsidRPr="00D949D9" w:rsidRDefault="00D949D9" w:rsidP="00D949D9">
      <w:pPr>
        <w:pStyle w:val="Styl2"/>
        <w:ind w:left="1276" w:hanging="255"/>
        <w:rPr>
          <w:i w:val="0"/>
        </w:rPr>
      </w:pPr>
      <w:r w:rsidRPr="00D949D9">
        <w:rPr>
          <w:i w:val="0"/>
        </w:rPr>
        <w:t xml:space="preserve">d) dysponują na potrzeby realizacji Zamówienia co najmniej </w:t>
      </w:r>
      <w:r w:rsidR="007A48B6">
        <w:rPr>
          <w:i w:val="0"/>
        </w:rPr>
        <w:t>2</w:t>
      </w:r>
      <w:r w:rsidRPr="00D949D9">
        <w:rPr>
          <w:i w:val="0"/>
        </w:rPr>
        <w:t xml:space="preserve"> </w:t>
      </w:r>
      <w:r w:rsidR="00B71333" w:rsidRPr="00D949D9">
        <w:rPr>
          <w:i w:val="0"/>
        </w:rPr>
        <w:t>osob</w:t>
      </w:r>
      <w:r w:rsidR="00B71333">
        <w:rPr>
          <w:i w:val="0"/>
        </w:rPr>
        <w:t>ami</w:t>
      </w:r>
      <w:r w:rsidR="00B71333" w:rsidRPr="00D949D9">
        <w:rPr>
          <w:i w:val="0"/>
        </w:rPr>
        <w:t xml:space="preserve"> </w:t>
      </w:r>
      <w:r w:rsidRPr="00D949D9">
        <w:rPr>
          <w:i w:val="0"/>
        </w:rPr>
        <w:t xml:space="preserve">- </w:t>
      </w:r>
      <w:r w:rsidR="00B71333" w:rsidRPr="00D949D9">
        <w:rPr>
          <w:i w:val="0"/>
        </w:rPr>
        <w:t>posiadając</w:t>
      </w:r>
      <w:r w:rsidR="00B71333">
        <w:rPr>
          <w:i w:val="0"/>
        </w:rPr>
        <w:t>ymi</w:t>
      </w:r>
      <w:r w:rsidR="00B71333" w:rsidRPr="00D949D9">
        <w:rPr>
          <w:i w:val="0"/>
        </w:rPr>
        <w:t xml:space="preserve"> </w:t>
      </w:r>
      <w:r w:rsidRPr="00D949D9">
        <w:rPr>
          <w:i w:val="0"/>
        </w:rPr>
        <w:t>świadectwo kwalifikacyjne D + E w zakresie eksploatacji i dozoru instalacji i urządzeń elektrycznych</w:t>
      </w:r>
    </w:p>
    <w:p w14:paraId="79D0D45D" w14:textId="77777777" w:rsidR="00D949D9" w:rsidRPr="00D949D9" w:rsidRDefault="00D949D9" w:rsidP="00D949D9">
      <w:pPr>
        <w:pStyle w:val="Styl2"/>
        <w:ind w:left="1276" w:hanging="255"/>
        <w:rPr>
          <w:i w:val="0"/>
        </w:rPr>
      </w:pPr>
      <w:r w:rsidRPr="00D949D9">
        <w:rPr>
          <w:i w:val="0"/>
        </w:rPr>
        <w:t xml:space="preserve">e) dysponują na potrzeby realizacji Zamówienia co najmniej 1 osobą - posiadającą uprawnienia budowlane bez ograniczeń do kierowania robotami budowlanymi o specjalności instalacyjnej w zakresie sieci, instalacji i </w:t>
      </w:r>
      <w:proofErr w:type="spellStart"/>
      <w:r w:rsidRPr="00D949D9">
        <w:rPr>
          <w:i w:val="0"/>
        </w:rPr>
        <w:t>wod</w:t>
      </w:r>
      <w:proofErr w:type="spellEnd"/>
      <w:r w:rsidRPr="00D949D9">
        <w:rPr>
          <w:i w:val="0"/>
        </w:rPr>
        <w:t>-kan.</w:t>
      </w:r>
    </w:p>
    <w:p w14:paraId="5B6FF6D5" w14:textId="3909E806" w:rsidR="00D949D9" w:rsidRPr="00D949D9" w:rsidRDefault="00D949D9" w:rsidP="00D949D9">
      <w:pPr>
        <w:pStyle w:val="Styl2"/>
        <w:rPr>
          <w:i w:val="0"/>
        </w:rPr>
      </w:pPr>
      <w:r w:rsidRPr="00D949D9">
        <w:rPr>
          <w:i w:val="0"/>
        </w:rPr>
        <w:t xml:space="preserve">Zamawiający </w:t>
      </w:r>
      <w:proofErr w:type="gramStart"/>
      <w:r w:rsidRPr="00D949D9">
        <w:rPr>
          <w:i w:val="0"/>
        </w:rPr>
        <w:t>dopuszcza</w:t>
      </w:r>
      <w:proofErr w:type="gramEnd"/>
      <w:r w:rsidRPr="00D949D9">
        <w:rPr>
          <w:i w:val="0"/>
        </w:rPr>
        <w:t xml:space="preserve"> aby </w:t>
      </w:r>
      <w:r w:rsidR="00714823">
        <w:rPr>
          <w:i w:val="0"/>
        </w:rPr>
        <w:t>ta sama</w:t>
      </w:r>
      <w:r w:rsidR="00714823" w:rsidRPr="00D949D9">
        <w:rPr>
          <w:i w:val="0"/>
        </w:rPr>
        <w:t xml:space="preserve"> </w:t>
      </w:r>
      <w:r w:rsidRPr="00D949D9">
        <w:rPr>
          <w:i w:val="0"/>
        </w:rPr>
        <w:t xml:space="preserve">osoba </w:t>
      </w:r>
      <w:r w:rsidR="00714823">
        <w:rPr>
          <w:i w:val="0"/>
        </w:rPr>
        <w:t xml:space="preserve">została wskazana na potwierdzenie spełnienia więcej niż jednego warunku określonego </w:t>
      </w:r>
      <w:r w:rsidRPr="00D949D9">
        <w:rPr>
          <w:i w:val="0"/>
        </w:rPr>
        <w:t xml:space="preserve">w </w:t>
      </w:r>
      <w:r w:rsidR="00760701">
        <w:rPr>
          <w:i w:val="0"/>
        </w:rPr>
        <w:t>lit</w:t>
      </w:r>
      <w:r w:rsidRPr="00D949D9">
        <w:rPr>
          <w:i w:val="0"/>
        </w:rPr>
        <w:t>. b-e powyżej;</w:t>
      </w:r>
    </w:p>
    <w:p w14:paraId="10A058B8" w14:textId="6248DAB1" w:rsidR="00D949D9" w:rsidRPr="00E454B8" w:rsidRDefault="00D949D9" w:rsidP="00D949D9">
      <w:pPr>
        <w:pStyle w:val="Styl2"/>
        <w:keepNext w:val="0"/>
        <w:keepLines w:val="0"/>
        <w:rPr>
          <w:i w:val="0"/>
        </w:rPr>
      </w:pPr>
      <w:r w:rsidRPr="00D949D9">
        <w:rPr>
          <w:i w:val="0"/>
        </w:rPr>
        <w:t xml:space="preserve">W przypadku Wykonawców wspólnie ubiegających się o Zamówienie warunek wskazany w pkt 5.1.3.1 </w:t>
      </w:r>
      <w:r w:rsidR="00760701">
        <w:rPr>
          <w:i w:val="0"/>
        </w:rPr>
        <w:t xml:space="preserve">SWZ </w:t>
      </w:r>
      <w:r w:rsidRPr="00D949D9">
        <w:rPr>
          <w:i w:val="0"/>
        </w:rPr>
        <w:t>Wykonawcy mogą spełnić łącznie.</w:t>
      </w:r>
    </w:p>
    <w:p w14:paraId="4C865D0A" w14:textId="4C5FD84E" w:rsidR="007F6FB5" w:rsidRPr="00E454B8" w:rsidRDefault="0008267F" w:rsidP="00681BDE">
      <w:pPr>
        <w:pStyle w:val="Nagwek4"/>
        <w:keepNext w:val="0"/>
        <w:keepLines w:val="0"/>
      </w:pPr>
      <w:r w:rsidRPr="00E454B8">
        <w:t xml:space="preserve">posiadają </w:t>
      </w:r>
      <w:r w:rsidR="007F6FB5" w:rsidRPr="00E454B8">
        <w:t>uprawnienia do prowadzenia określonej działalności gospodarczej lub zawodowej, jeżeli odrębne przepisy nakładają obowiązek posiadania takich uprawnień, tj.:</w:t>
      </w:r>
    </w:p>
    <w:p w14:paraId="31E086B3" w14:textId="6A19E1CA" w:rsidR="007F6FB5" w:rsidRPr="00E454B8" w:rsidRDefault="007F6FB5" w:rsidP="00681BDE">
      <w:pPr>
        <w:pStyle w:val="Styl2"/>
        <w:keepNext w:val="0"/>
        <w:keepLines w:val="0"/>
        <w:rPr>
          <w:i w:val="0"/>
        </w:rPr>
      </w:pPr>
      <w:r w:rsidRPr="00E454B8">
        <w:rPr>
          <w:i w:val="0"/>
        </w:rPr>
        <w:t>Zamawiający nie określa warunku w tym zakresie</w:t>
      </w:r>
      <w:r w:rsidR="00760701">
        <w:rPr>
          <w:i w:val="0"/>
        </w:rPr>
        <w:t>.</w:t>
      </w:r>
    </w:p>
    <w:p w14:paraId="0D9C5EEA" w14:textId="1466EB05" w:rsidR="007F6FB5" w:rsidRPr="00E454B8" w:rsidRDefault="0008267F" w:rsidP="00681BDE">
      <w:pPr>
        <w:pStyle w:val="Nagwek4"/>
        <w:keepNext w:val="0"/>
        <w:keepLines w:val="0"/>
      </w:pPr>
      <w:r w:rsidRPr="00E454B8">
        <w:t xml:space="preserve">znajdują </w:t>
      </w:r>
      <w:r w:rsidR="007F6FB5" w:rsidRPr="00E454B8">
        <w:t>się w sytuacji ekonomicznej lub finansowej zapewniającej wykonanie Zakupu.</w:t>
      </w:r>
    </w:p>
    <w:p w14:paraId="26373DDE" w14:textId="77777777" w:rsidR="007F6FB5" w:rsidRPr="00E454B8" w:rsidRDefault="007F6FB5" w:rsidP="00681BDE">
      <w:pPr>
        <w:pStyle w:val="Styl2"/>
        <w:keepNext w:val="0"/>
        <w:keepLines w:val="0"/>
        <w:rPr>
          <w:i w:val="0"/>
        </w:rPr>
      </w:pPr>
      <w:r w:rsidRPr="00E454B8">
        <w:rPr>
          <w:i w:val="0"/>
        </w:rPr>
        <w:t>Zamawiający nie określa warunku w tym zakresie.</w:t>
      </w:r>
    </w:p>
    <w:p w14:paraId="304D397A" w14:textId="46BB93C6" w:rsidR="007F6FB5" w:rsidRPr="0089712F" w:rsidRDefault="007F6FB5" w:rsidP="00681BDE">
      <w:pPr>
        <w:pStyle w:val="Nagwek2"/>
        <w:keepNext w:val="0"/>
        <w:keepLines w:val="0"/>
      </w:pPr>
      <w:r w:rsidRPr="0089712F">
        <w:t>Na potwierdzenie wymagań określonych w pkt 5.1. powyżej, Wykonawca zobowiązany jest złożyć wraz z Ofert</w:t>
      </w:r>
      <w:r w:rsidR="0089712F" w:rsidRPr="0089712F">
        <w:t>ą następujące dokumenty</w:t>
      </w:r>
      <w:r w:rsidRPr="0089712F">
        <w:t>:</w:t>
      </w:r>
    </w:p>
    <w:p w14:paraId="1DA2D045" w14:textId="71FB8C27" w:rsidR="007F6FB5" w:rsidRPr="0089712F" w:rsidRDefault="007F6FB5" w:rsidP="00681BDE">
      <w:pPr>
        <w:pStyle w:val="Nagwek3"/>
        <w:keepNext w:val="0"/>
        <w:keepLines w:val="0"/>
      </w:pPr>
      <w:r w:rsidRPr="0089712F">
        <w:rPr>
          <w:b/>
        </w:rPr>
        <w:t xml:space="preserve">Oświadczenie </w:t>
      </w:r>
      <w:r w:rsidRPr="0089712F">
        <w:t xml:space="preserve">o spełnieniu warunków udziału </w:t>
      </w:r>
      <w:r w:rsidRPr="008D13C2">
        <w:t>w Postępowaniu oraz niepodleganiu wykluczeniu z Postępowa</w:t>
      </w:r>
      <w:r w:rsidR="0008267F" w:rsidRPr="008D13C2">
        <w:t xml:space="preserve">nia – w treści Formularza Oferty </w:t>
      </w:r>
      <w:r w:rsidRPr="008D13C2">
        <w:t xml:space="preserve">wg </w:t>
      </w:r>
      <w:r w:rsidR="00D53C50">
        <w:rPr>
          <w:b/>
        </w:rPr>
        <w:t>Załącznika n</w:t>
      </w:r>
      <w:r w:rsidRPr="008D13C2">
        <w:rPr>
          <w:b/>
        </w:rPr>
        <w:t>r 2 do SWZ</w:t>
      </w:r>
      <w:r w:rsidRPr="008D13C2">
        <w:t>;</w:t>
      </w:r>
    </w:p>
    <w:p w14:paraId="0A1C9D78" w14:textId="6BE22015" w:rsidR="007F6FB5" w:rsidRPr="00AF2710" w:rsidRDefault="007F6FB5" w:rsidP="00681BDE">
      <w:pPr>
        <w:pStyle w:val="Nagwek3"/>
        <w:keepNext w:val="0"/>
        <w:keepLines w:val="0"/>
      </w:pPr>
      <w:r w:rsidRPr="00E454B8">
        <w:rPr>
          <w:b/>
        </w:rPr>
        <w:t>Oświadczenie Wykonawcy o niepodleganiu wykluczeniu</w:t>
      </w:r>
      <w:r w:rsidRPr="00AF2710">
        <w:t xml:space="preserve"> z Postępowa</w:t>
      </w:r>
      <w:r w:rsidR="000552E0">
        <w:t>nia na podstawie art. 7 ust. 1 U</w:t>
      </w:r>
      <w:r w:rsidRPr="00AF2710">
        <w:t xml:space="preserve">stawy </w:t>
      </w:r>
      <w:r w:rsidR="000552E0">
        <w:t xml:space="preserve">Sankcyjnej </w:t>
      </w:r>
      <w:r w:rsidR="00E454B8">
        <w:t>oraz art. 5 k R</w:t>
      </w:r>
      <w:r w:rsidRPr="00AF2710">
        <w:t>ozporządzenia</w:t>
      </w:r>
      <w:r w:rsidR="00E454B8">
        <w:t xml:space="preserve"> Sankcyjnego</w:t>
      </w:r>
      <w:r w:rsidRPr="00AF2710">
        <w:t xml:space="preserve">. </w:t>
      </w:r>
    </w:p>
    <w:p w14:paraId="06D1B321" w14:textId="5C85DA51" w:rsidR="007F6FB5" w:rsidRPr="008F40AC" w:rsidRDefault="007F6FB5" w:rsidP="00681BDE">
      <w:pPr>
        <w:pStyle w:val="Styl2"/>
        <w:keepNext w:val="0"/>
        <w:keepLines w:val="0"/>
      </w:pPr>
      <w:r w:rsidRPr="008F40AC">
        <w:t xml:space="preserve">W przypadku Wykonawców wspólnie ubiegających się o Zamówienie, przedmiotowe oświadczenie składa każdy z tych Wykonawców lub </w:t>
      </w:r>
      <w:r w:rsidR="00714823">
        <w:t xml:space="preserve">w ich imieniu </w:t>
      </w:r>
      <w:r w:rsidRPr="008F40AC">
        <w:t>Wykonawca upoważniony do ich reprezentowania.</w:t>
      </w:r>
    </w:p>
    <w:p w14:paraId="35CB7EFD" w14:textId="62EC3555" w:rsidR="00E454B8" w:rsidRDefault="0008267F" w:rsidP="00681BDE">
      <w:pPr>
        <w:pStyle w:val="Styl2"/>
        <w:keepNext w:val="0"/>
        <w:keepLines w:val="0"/>
      </w:pPr>
      <w:r w:rsidRPr="008F40AC">
        <w:t>W przypadku</w:t>
      </w:r>
      <w:r w:rsidR="00B150F7" w:rsidRPr="008F40AC">
        <w:t xml:space="preserve"> </w:t>
      </w:r>
      <w:r w:rsidR="007F6FB5" w:rsidRPr="008F40AC">
        <w:t>gdy wykonawca polega w celu wykazania warunków udziału w postępowaniu na podmiotach udostępniających zasoby na które przypada ponad 10% wartości zamówienia, oświadczenie składają również te podmioty.</w:t>
      </w:r>
      <w:r w:rsidR="007F6FB5" w:rsidRPr="00D949D9">
        <w:t xml:space="preserve">  </w:t>
      </w:r>
    </w:p>
    <w:p w14:paraId="35D1A4BF" w14:textId="0528C394" w:rsidR="007F6FB5" w:rsidRPr="0089712F" w:rsidRDefault="00AF2710" w:rsidP="00681BDE">
      <w:pPr>
        <w:pStyle w:val="Styl2"/>
        <w:keepNext w:val="0"/>
        <w:keepLines w:val="0"/>
      </w:pPr>
      <w:r w:rsidRPr="00AF2710">
        <w:t xml:space="preserve">Wzór oświadczenia stanowi </w:t>
      </w:r>
      <w:r w:rsidRPr="008D13C2">
        <w:rPr>
          <w:b/>
        </w:rPr>
        <w:t>Załącznik nr 7 do SWZ</w:t>
      </w:r>
      <w:r w:rsidR="00D53C50">
        <w:t>.</w:t>
      </w:r>
    </w:p>
    <w:p w14:paraId="46AA1039" w14:textId="6C69EAEC" w:rsidR="007F6FB5" w:rsidRPr="0089712F" w:rsidRDefault="0008267F" w:rsidP="00681BDE">
      <w:pPr>
        <w:pStyle w:val="Nagwek3"/>
        <w:keepNext w:val="0"/>
        <w:keepLines w:val="0"/>
      </w:pPr>
      <w:r>
        <w:rPr>
          <w:b/>
        </w:rPr>
        <w:t xml:space="preserve">Odpis </w:t>
      </w:r>
      <w:r w:rsidR="007F6FB5" w:rsidRPr="0089712F">
        <w:rPr>
          <w:b/>
        </w:rPr>
        <w:t>lub informację z Krajowego Rejestru Sądowego lub z Centralnej Ewidencji i Informacji o Działalności Gospodarcze</w:t>
      </w:r>
      <w:r w:rsidR="007F6FB5" w:rsidRPr="0089712F">
        <w:t xml:space="preserve">j, sporządzony nie wcześniej niż </w:t>
      </w:r>
      <w:r w:rsidR="007F6FB5" w:rsidRPr="0089712F">
        <w:lastRenderedPageBreak/>
        <w:t xml:space="preserve">3 miesiące przed jej złożeniem, jeżeli odrębne przepisy wymagają </w:t>
      </w:r>
      <w:r w:rsidR="00096FE0">
        <w:t>wpisu do rejestru lub ewidencji.</w:t>
      </w:r>
    </w:p>
    <w:p w14:paraId="053D3693" w14:textId="7F86F885" w:rsidR="007F6FB5" w:rsidRDefault="007F6FB5" w:rsidP="00681BDE">
      <w:pPr>
        <w:pStyle w:val="Styl2"/>
        <w:keepNext w:val="0"/>
        <w:keepLines w:val="0"/>
      </w:pPr>
      <w:r>
        <w:t xml:space="preserve">Wykonawca nie jest zobowiązany do przedkładania ww. dokumentów, jeżeli wskaże w Formularzu </w:t>
      </w:r>
      <w:r w:rsidR="00313E63">
        <w:t>Oferty</w:t>
      </w:r>
      <w:r>
        <w:t>, że ww. dokumenty są dostępne pod określonymi adresami internetowymi ogólnodostępnych i bezpłatnych baz danych. W takim pr</w:t>
      </w:r>
      <w:r w:rsidR="0008267F">
        <w:t xml:space="preserve">zypadku Zamawiający pobiera te </w:t>
      </w:r>
      <w:r>
        <w:t>dokumenty z tych baz danych, o ile posiada do nich dostęp.</w:t>
      </w:r>
    </w:p>
    <w:p w14:paraId="77446A0B" w14:textId="77777777" w:rsidR="00D949D9" w:rsidRDefault="0008267F" w:rsidP="00681BDE">
      <w:pPr>
        <w:pStyle w:val="Nagwek3"/>
        <w:keepNext w:val="0"/>
        <w:keepLines w:val="0"/>
      </w:pPr>
      <w:r>
        <w:rPr>
          <w:b/>
        </w:rPr>
        <w:t>O</w:t>
      </w:r>
      <w:r w:rsidR="007F6FB5" w:rsidRPr="0089712F">
        <w:rPr>
          <w:b/>
        </w:rPr>
        <w:t>świadczenie własne Wykonawcy potwierdzające, że nie zalega z opłacaniem podatków i opłat</w:t>
      </w:r>
      <w:r w:rsidR="007F6FB5" w:rsidRPr="0089712F">
        <w:t xml:space="preserve"> </w:t>
      </w:r>
    </w:p>
    <w:p w14:paraId="18634D0B" w14:textId="3BF2D692" w:rsidR="007F6FB5" w:rsidRPr="00D949D9" w:rsidRDefault="00313E63" w:rsidP="00D949D9">
      <w:pPr>
        <w:pStyle w:val="Nagwek3"/>
        <w:keepNext w:val="0"/>
        <w:keepLines w:val="0"/>
        <w:numPr>
          <w:ilvl w:val="0"/>
          <w:numId w:val="0"/>
        </w:numPr>
        <w:ind w:left="1021"/>
        <w:rPr>
          <w:i/>
          <w:iCs/>
        </w:rPr>
      </w:pPr>
      <w:r>
        <w:rPr>
          <w:i/>
          <w:iCs/>
        </w:rPr>
        <w:t>W</w:t>
      </w:r>
      <w:r w:rsidR="00EB2052" w:rsidRPr="00D949D9">
        <w:rPr>
          <w:i/>
          <w:iCs/>
        </w:rPr>
        <w:t xml:space="preserve"> przypadku k</w:t>
      </w:r>
      <w:r w:rsidR="007F6FB5" w:rsidRPr="00D949D9">
        <w:rPr>
          <w:i/>
          <w:iCs/>
        </w:rPr>
        <w:t>onsorcjum należy złożyć oświadczenie dotyczące wszystkich jego członków</w:t>
      </w:r>
      <w:r>
        <w:rPr>
          <w:i/>
          <w:iCs/>
        </w:rPr>
        <w:t>.</w:t>
      </w:r>
    </w:p>
    <w:p w14:paraId="3E3AC88F" w14:textId="63C27CE6" w:rsidR="005D78EA" w:rsidRPr="0089712F" w:rsidRDefault="005D78EA" w:rsidP="005D78EA">
      <w:pPr>
        <w:pStyle w:val="Styl2"/>
        <w:keepNext w:val="0"/>
        <w:keepLines w:val="0"/>
      </w:pPr>
      <w:r w:rsidRPr="00AF2710">
        <w:t xml:space="preserve">Wzór oświadczenia stanowi </w:t>
      </w:r>
      <w:r w:rsidRPr="008D13C2">
        <w:rPr>
          <w:b/>
        </w:rPr>
        <w:t xml:space="preserve">Załącznik </w:t>
      </w:r>
      <w:r w:rsidRPr="006B10B7">
        <w:rPr>
          <w:b/>
          <w:color w:val="auto"/>
        </w:rPr>
        <w:t xml:space="preserve">nr </w:t>
      </w:r>
      <w:r w:rsidR="00FD0660" w:rsidRPr="006B10B7">
        <w:rPr>
          <w:b/>
          <w:color w:val="auto"/>
        </w:rPr>
        <w:t>8</w:t>
      </w:r>
      <w:r w:rsidRPr="006B10B7">
        <w:rPr>
          <w:b/>
          <w:color w:val="auto"/>
        </w:rPr>
        <w:t xml:space="preserve"> do SW</w:t>
      </w:r>
      <w:r w:rsidRPr="008D13C2">
        <w:rPr>
          <w:b/>
        </w:rPr>
        <w:t>Z</w:t>
      </w:r>
      <w:r>
        <w:t>.</w:t>
      </w:r>
    </w:p>
    <w:p w14:paraId="31E73FF5" w14:textId="7EE480BB" w:rsidR="00A334F0" w:rsidRPr="00A23643" w:rsidRDefault="007F6FB5" w:rsidP="00681BDE">
      <w:pPr>
        <w:pStyle w:val="Nagwek3"/>
        <w:keepNext w:val="0"/>
        <w:keepLines w:val="0"/>
      </w:pPr>
      <w:r w:rsidRPr="0089712F">
        <w:rPr>
          <w:b/>
        </w:rPr>
        <w:t>Wykaz zrealizowanych robót budowalnych,</w:t>
      </w:r>
      <w:r w:rsidR="0008267F">
        <w:t xml:space="preserve"> </w:t>
      </w:r>
      <w:r w:rsidRPr="0089712F">
        <w:t xml:space="preserve">o których mowa w pkt 5.1.3.1 lit. a. SWZ, z podaniem informacji określonych we wzorze wykazu </w:t>
      </w:r>
      <w:r w:rsidRPr="008D13C2">
        <w:t xml:space="preserve">stanowiącym </w:t>
      </w:r>
      <w:r w:rsidRPr="00A23643">
        <w:rPr>
          <w:b/>
        </w:rPr>
        <w:t>Załącznik nr 3 do SWZ</w:t>
      </w:r>
      <w:r w:rsidRPr="00A23643">
        <w:t>, wraz z dokumentami potwierdzającymi należyte wykonanie robót budowlanych zamieszczonych w wykazie (np. referencje, protokoły odbioru itp. bądź inne dokumen</w:t>
      </w:r>
      <w:r w:rsidR="0008267F" w:rsidRPr="00A23643">
        <w:t xml:space="preserve">ty wystawione przez podmiot, na </w:t>
      </w:r>
      <w:r w:rsidRPr="00A23643">
        <w:t xml:space="preserve">rzecz którego roboty budowalne były wykonywane). W przypadku </w:t>
      </w:r>
      <w:r w:rsidR="00A23643" w:rsidRPr="00A23643">
        <w:t>braku dokumentów potwierdzających należyte wykonanie robot budowlanych, Wykonawca jest obowiązany podać dane, takie jak imię, nazwisko, nr telefonu, adres e-mail, osoby po stronie odbiorcy robót budowalnych mogącej potwierdzić ich prawidłową realizację</w:t>
      </w:r>
      <w:r w:rsidR="00D0315A">
        <w:t>.</w:t>
      </w:r>
    </w:p>
    <w:p w14:paraId="0F8D793E" w14:textId="25A060C4" w:rsidR="00A334F0" w:rsidRDefault="007F6FB5" w:rsidP="00681BDE">
      <w:pPr>
        <w:pStyle w:val="Nagwek3"/>
        <w:keepNext w:val="0"/>
        <w:keepLines w:val="0"/>
      </w:pPr>
      <w:r w:rsidRPr="00A23643">
        <w:rPr>
          <w:b/>
        </w:rPr>
        <w:t>Wykaz osób</w:t>
      </w:r>
      <w:r w:rsidR="002F0B34" w:rsidRPr="00A23643">
        <w:rPr>
          <w:b/>
        </w:rPr>
        <w:t xml:space="preserve"> dedykowanych do realizacji Zamówienia</w:t>
      </w:r>
      <w:r w:rsidR="00E454B8" w:rsidRPr="00A23643">
        <w:t>, o których mowa w pkt 5.1.3</w:t>
      </w:r>
      <w:r w:rsidRPr="00A23643">
        <w:t>.</w:t>
      </w:r>
      <w:r w:rsidRPr="00A334F0">
        <w:t>1 lit. b</w:t>
      </w:r>
      <w:r w:rsidR="006B10B7">
        <w:t xml:space="preserve">-e </w:t>
      </w:r>
      <w:r w:rsidRPr="00A334F0">
        <w:t xml:space="preserve">SWZ – wzór stanowi </w:t>
      </w:r>
      <w:r w:rsidRPr="008D13C2">
        <w:rPr>
          <w:b/>
        </w:rPr>
        <w:t>Załącznik nr 4 do SW</w:t>
      </w:r>
      <w:r w:rsidRPr="00BB2C0C">
        <w:rPr>
          <w:b/>
        </w:rPr>
        <w:t>Z</w:t>
      </w:r>
      <w:r w:rsidRPr="00A334F0">
        <w:t xml:space="preserve"> </w:t>
      </w:r>
      <w:r w:rsidR="00A23643" w:rsidRPr="00A23643">
        <w:t>wraz z kopiami dokumentów potwierdzającymi wymagane uprawnienia oraz aktualnym wpisem do Izby Inżynierów Budownic</w:t>
      </w:r>
      <w:r w:rsidR="00A23643">
        <w:t>twa.</w:t>
      </w:r>
    </w:p>
    <w:p w14:paraId="4F28B664" w14:textId="208764FC" w:rsidR="00A23643" w:rsidRPr="00CD3D65" w:rsidRDefault="00A23643" w:rsidP="00A23643">
      <w:pPr>
        <w:ind w:left="993"/>
        <w:jc w:val="both"/>
      </w:pPr>
      <w:r w:rsidRPr="00CD3D65">
        <w:t xml:space="preserve">Wykonawca nie jest zobowiązany do przedkładania ww. dokumentów, jeżeli wskaże w Formularzu </w:t>
      </w:r>
      <w:r w:rsidR="0051186A">
        <w:t>Oferty</w:t>
      </w:r>
      <w:r w:rsidRPr="00CD3D65">
        <w:t>, że ww. dokumenty są dostępne pod określonymi adresami internetowymi ogólnodostępnych</w:t>
      </w:r>
      <w:r>
        <w:t xml:space="preserve"> i bezpłatnych baz danych. W takim przypadku Zamawiający pobiera te dokumenty z tych baz danych, o ile posiada do nich dostęp.</w:t>
      </w:r>
    </w:p>
    <w:p w14:paraId="29F3FB21" w14:textId="77777777" w:rsidR="00A23643" w:rsidRPr="00A23643" w:rsidRDefault="00A23643" w:rsidP="00A23643"/>
    <w:p w14:paraId="2460C199" w14:textId="7D65721F" w:rsidR="007F6FB5" w:rsidRPr="00A334F0" w:rsidRDefault="007F6FB5" w:rsidP="00681BDE">
      <w:pPr>
        <w:pStyle w:val="Nagwek2"/>
        <w:keepNext w:val="0"/>
        <w:keepLines w:val="0"/>
      </w:pPr>
      <w:r w:rsidRPr="00A334F0">
        <w:t xml:space="preserve">Ponadto Zamawiający informuje, że w </w:t>
      </w:r>
      <w:r w:rsidRPr="00E454B8">
        <w:t xml:space="preserve">przypadku </w:t>
      </w:r>
      <w:r w:rsidR="00E93D68">
        <w:t>W</w:t>
      </w:r>
      <w:r w:rsidRPr="00E454B8">
        <w:t>ykonawcy najwyżej ocenionego dokona</w:t>
      </w:r>
      <w:r w:rsidRPr="00A334F0">
        <w:t xml:space="preserve"> weryfikacji przesłanek wykluczenia, o których mowa w pkt 5.1.2. SWZ powyżej (pkt 9.4.3.1-9.4.3.4 Procedury) również w oparciu o dokumenty do</w:t>
      </w:r>
      <w:r w:rsidR="00B150F7">
        <w:t>tyczące statusu własnościowego W</w:t>
      </w:r>
      <w:r w:rsidRPr="00A334F0">
        <w:t>ykonawcy (oraz odpowiednio członka konsorcjum, podmiotu udostępniającego zasoby, podwykonawcy, dostawcy), które uzna za niezbędne w konkretnym przypadku. W szczególności na potwierdzenie braku podstaw wykluczenia, o których mowa w pkt 5.1.2. SWZ powyżej, Zamawiający może żądać złożenia od Wykonawcy dodatkowych wyjaśnień</w:t>
      </w:r>
      <w:r w:rsidR="0008267F">
        <w:t xml:space="preserve">/dokumentów, w szczególności - </w:t>
      </w:r>
      <w:r w:rsidRPr="00A334F0">
        <w:t>dokumentów rejestrowych poszczególnych podmiotów którym przysługują bezpośrednio lu</w:t>
      </w:r>
      <w:r w:rsidR="00551282">
        <w:t>b pośrednio prawa własności do W</w:t>
      </w:r>
      <w:r w:rsidRPr="00A334F0">
        <w:t>ykonawcy (odpowiednio członka konsorcjum, podmiotu udostępniającego zasoby, podwykonawcy, dostawcy) (w tym CEIDG, KRS lub ich odpowiedników) oraz informacji z Centralnego Rejestru Beneficjentów Rzeczywistych – jeżeli odrębne przepisy wymagają wpisu do tego rejestru, o ile nie będzie możliwe będzie uzyskanie tych dokumentów za pomocą bezpłatnych i ogólnodostępnych baz danych, w szczególności rejestrów publicznych.</w:t>
      </w:r>
    </w:p>
    <w:p w14:paraId="2EEFCD6B" w14:textId="77777777" w:rsidR="007F6FB5" w:rsidRPr="00FE1946" w:rsidRDefault="007F6FB5" w:rsidP="00681BDE">
      <w:pPr>
        <w:pStyle w:val="Nagwek2"/>
        <w:keepNext w:val="0"/>
        <w:keepLines w:val="0"/>
      </w:pPr>
      <w:r w:rsidRPr="00FE1946">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40A85C9C" w14:textId="37045CE1" w:rsidR="008548B7" w:rsidRDefault="007F6FB5" w:rsidP="00681BDE">
      <w:pPr>
        <w:pStyle w:val="Nagwek2"/>
        <w:keepNext w:val="0"/>
        <w:keepLines w:val="0"/>
      </w:pPr>
      <w:r w:rsidRPr="00FE1946">
        <w:lastRenderedPageBreak/>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017B659B" w14:textId="77777777" w:rsidR="00E454B8" w:rsidRPr="006B10B7" w:rsidRDefault="00E454B8" w:rsidP="00681BDE">
      <w:pPr>
        <w:pStyle w:val="Nagwek2"/>
        <w:keepNext w:val="0"/>
        <w:keepLines w:val="0"/>
      </w:pPr>
      <w:r w:rsidRPr="008576C2">
        <w:t>Zamawiający będzie dokonywał również weryfikacji list, o których mowa w art. 7 u</w:t>
      </w:r>
      <w:r>
        <w:t xml:space="preserve">st. 1 </w:t>
      </w:r>
      <w:r w:rsidRPr="006B10B7">
        <w:t>Ustawy Sankcyjnej.</w:t>
      </w:r>
    </w:p>
    <w:p w14:paraId="0BD0E377" w14:textId="46B6BDC3" w:rsidR="008576C2" w:rsidRPr="006B10B7" w:rsidRDefault="008576C2" w:rsidP="00681BDE">
      <w:pPr>
        <w:pStyle w:val="Nagwek2"/>
        <w:keepNext w:val="0"/>
        <w:keepLines w:val="0"/>
      </w:pPr>
      <w:r w:rsidRPr="006B10B7">
        <w:t xml:space="preserve">Zamawiający dokona oceny spełnienia warunków udziału w Postępowaniu oraz </w:t>
      </w:r>
      <w:r w:rsidR="00B71333" w:rsidRPr="006B10B7">
        <w:t>b</w:t>
      </w:r>
      <w:r w:rsidR="00B71333">
        <w:t>raku</w:t>
      </w:r>
      <w:r w:rsidR="00B71333" w:rsidRPr="006B10B7">
        <w:t xml:space="preserve"> </w:t>
      </w:r>
      <w:r w:rsidRPr="006B10B7">
        <w:t>podstaw wykluczenia, o których mowa w pkt. 5.1., według formuły „</w:t>
      </w:r>
      <w:proofErr w:type="gramStart"/>
      <w:r w:rsidRPr="006B10B7">
        <w:t>spełnia„</w:t>
      </w:r>
      <w:proofErr w:type="gramEnd"/>
      <w:r w:rsidRPr="006B10B7">
        <w:t xml:space="preserve">/„nie spełnia”. Wykonawca </w:t>
      </w:r>
      <w:r w:rsidR="00B71333" w:rsidRPr="006B10B7">
        <w:t>niespełniając</w:t>
      </w:r>
      <w:r w:rsidR="00B71333">
        <w:t>y</w:t>
      </w:r>
      <w:r w:rsidR="00B71333" w:rsidRPr="006B10B7">
        <w:t xml:space="preserve"> </w:t>
      </w:r>
      <w:r w:rsidRPr="006B10B7">
        <w:t xml:space="preserve">choćby jednego warunku udziału w Postępowaniu podlega wykluczeniu. </w:t>
      </w:r>
    </w:p>
    <w:p w14:paraId="67B2F896" w14:textId="184D1382" w:rsidR="008576C2" w:rsidRPr="006B10B7" w:rsidRDefault="008F40AC" w:rsidP="00681BDE">
      <w:pPr>
        <w:pStyle w:val="Nagwek2"/>
        <w:keepNext w:val="0"/>
        <w:keepLines w:val="0"/>
        <w:rPr>
          <w:i/>
        </w:rPr>
      </w:pPr>
      <w:r w:rsidRPr="006B10B7">
        <w:rPr>
          <w:iCs/>
        </w:rPr>
        <w:t xml:space="preserve">W celu potwierdzenia spełniania warunków udziału w Postępowaniu Wykonawca może polegać na zdolnościach technicznych lub zawodowych wskazanych w pkt 5.1.3.1 powyżej, podmiotów udostępniających zasoby, niezależnie od charakteru prawnego łączących go z nimi stosunków. </w:t>
      </w:r>
    </w:p>
    <w:p w14:paraId="394EDEE0" w14:textId="6075CD4B" w:rsidR="008576C2" w:rsidRPr="008F40AC" w:rsidRDefault="008576C2" w:rsidP="00681BDE">
      <w:pPr>
        <w:pStyle w:val="Nagwek2"/>
        <w:keepNext w:val="0"/>
        <w:keepLines w:val="0"/>
        <w:numPr>
          <w:ilvl w:val="0"/>
          <w:numId w:val="0"/>
        </w:numPr>
        <w:ind w:left="1021"/>
        <w:rPr>
          <w:iCs/>
        </w:rPr>
      </w:pPr>
      <w:r w:rsidRPr="006B10B7">
        <w:rPr>
          <w:iCs/>
        </w:rPr>
        <w:t>W odniesieniu do warunków dotyczących wykształcenia, kwalifikacji zawodowych lub doświadczenia, Wykonawcy mogą polegać na zdolnościach podmiotów udostępniających zasoby, jeśli podmioty te zrealizują roboty budowlane lub usługi, do realizacji</w:t>
      </w:r>
      <w:r w:rsidR="0008267F" w:rsidRPr="006B10B7">
        <w:rPr>
          <w:iCs/>
        </w:rPr>
        <w:t xml:space="preserve"> </w:t>
      </w:r>
      <w:r w:rsidRPr="006B10B7">
        <w:rPr>
          <w:iCs/>
        </w:rPr>
        <w:t>których te zdolności</w:t>
      </w:r>
      <w:r w:rsidRPr="008F40AC">
        <w:rPr>
          <w:iCs/>
        </w:rPr>
        <w:t xml:space="preserve"> są wymagane.</w:t>
      </w:r>
    </w:p>
    <w:p w14:paraId="21C8F86A" w14:textId="16667781" w:rsidR="008576C2" w:rsidRPr="008F40AC" w:rsidRDefault="008576C2" w:rsidP="00681BDE">
      <w:pPr>
        <w:pStyle w:val="Nagwek2"/>
        <w:keepNext w:val="0"/>
        <w:keepLines w:val="0"/>
        <w:numPr>
          <w:ilvl w:val="0"/>
          <w:numId w:val="0"/>
        </w:numPr>
        <w:ind w:left="1021"/>
        <w:rPr>
          <w:iCs/>
        </w:rPr>
      </w:pPr>
      <w:r w:rsidRPr="008F40AC">
        <w:rPr>
          <w:iCs/>
        </w:rPr>
        <w:t>Wykonawca, który polega na zdolnościach lub sytuacji innych podmiotów, musi udowodnić Zamawiającemu, że realizując Zakup, będzie dysponował niezbędnymi zasobami tych podmiotów, w szczególności przedstawiając wraz z Ofertą zobowiązanie podmiotów udostępniających zasoby do oddania mu do dyspozycji niezbędnych zasobów na potrzeby realizacji Zamówienia.</w:t>
      </w:r>
    </w:p>
    <w:p w14:paraId="35EEC776" w14:textId="7906F4D1" w:rsidR="008576C2" w:rsidRPr="006B10B7" w:rsidRDefault="008576C2" w:rsidP="00681BDE">
      <w:pPr>
        <w:pStyle w:val="Nagwek2"/>
        <w:keepNext w:val="0"/>
        <w:keepLines w:val="0"/>
        <w:numPr>
          <w:ilvl w:val="0"/>
          <w:numId w:val="0"/>
        </w:numPr>
        <w:ind w:left="1021"/>
        <w:rPr>
          <w:iCs/>
        </w:rPr>
      </w:pPr>
      <w:r w:rsidRPr="008F40AC">
        <w:rPr>
          <w:iCs/>
        </w:rPr>
        <w:t xml:space="preserve">Wykonawca zobowiązany jest przedłożyć wraz z Ofertą zobowiązanie podmiotu udostępniającego zasoby, w którym określony zostanie zakres dostępnych Wykonawcy zasobów tego podmiotu na potrzeby realizacji Zakupu, sposób ich udostępnienia oraz wykorzystania </w:t>
      </w:r>
      <w:r w:rsidRPr="006B10B7">
        <w:rPr>
          <w:iCs/>
        </w:rPr>
        <w:t>przez Wykonawcę tych zasobów, informację, czy i w jakim zakresie podmiot udost</w:t>
      </w:r>
      <w:r w:rsidR="00702C9C" w:rsidRPr="006B10B7">
        <w:rPr>
          <w:iCs/>
        </w:rPr>
        <w:t>ę</w:t>
      </w:r>
      <w:r w:rsidRPr="006B10B7">
        <w:rPr>
          <w:iCs/>
        </w:rPr>
        <w:t xml:space="preserve">pniający zasoby będzie uczestniczył w realizacji Zamówienia. Wzór zobowiązania stanowi </w:t>
      </w:r>
      <w:r w:rsidRPr="006B10B7">
        <w:rPr>
          <w:b/>
          <w:iCs/>
        </w:rPr>
        <w:t>Załącznik nr 6 do SWZ.</w:t>
      </w:r>
      <w:r w:rsidRPr="006B10B7">
        <w:rPr>
          <w:iCs/>
        </w:rPr>
        <w:t xml:space="preserve"> </w:t>
      </w:r>
    </w:p>
    <w:p w14:paraId="2466C240" w14:textId="6FDA6E01" w:rsidR="008576C2" w:rsidRPr="006B10B7" w:rsidRDefault="008576C2" w:rsidP="00681BDE">
      <w:pPr>
        <w:pStyle w:val="Nagwek2"/>
        <w:keepNext w:val="0"/>
        <w:keepLines w:val="0"/>
        <w:numPr>
          <w:ilvl w:val="0"/>
          <w:numId w:val="0"/>
        </w:numPr>
        <w:ind w:left="1021"/>
        <w:rPr>
          <w:iCs/>
        </w:rPr>
      </w:pPr>
      <w:r w:rsidRPr="006B10B7">
        <w:rPr>
          <w:iCs/>
        </w:rPr>
        <w:t>Zobowiązanie powinno być podpisane przez osobę/y upoważnioną/e do reprezentowania podmiotu udostępniającego zasoby. Jeżeli uprawnienie osoby/osób podpisującej/podpisujących Zobowiązanie nie wynika wprost z dokumentu stwierdzającego status prawny podmiotu udostępniającego zasoby, to należy dołączyć pełnomocnictwo.</w:t>
      </w:r>
    </w:p>
    <w:p w14:paraId="1536D690" w14:textId="77777777" w:rsidR="008576C2" w:rsidRPr="006B10B7" w:rsidRDefault="00AF2710" w:rsidP="00D87EDF">
      <w:pPr>
        <w:pStyle w:val="Nagwek1"/>
      </w:pPr>
      <w:r w:rsidRPr="006B10B7">
        <w:t>WADIUM</w:t>
      </w:r>
    </w:p>
    <w:p w14:paraId="73D20676" w14:textId="341BB82D" w:rsidR="00AF2710" w:rsidRPr="006B10B7" w:rsidRDefault="00AF2710" w:rsidP="00681BDE">
      <w:pPr>
        <w:pStyle w:val="Nagwek2"/>
        <w:keepNext w:val="0"/>
        <w:keepLines w:val="0"/>
        <w:rPr>
          <w:i/>
        </w:rPr>
      </w:pPr>
      <w:r w:rsidRPr="006B10B7">
        <w:t xml:space="preserve">Zamawiający </w:t>
      </w:r>
      <w:r w:rsidRPr="006B10B7">
        <w:rPr>
          <w:b/>
        </w:rPr>
        <w:t>nie</w:t>
      </w:r>
      <w:r w:rsidR="0008267F" w:rsidRPr="006B10B7">
        <w:rPr>
          <w:b/>
        </w:rPr>
        <w:t xml:space="preserve"> </w:t>
      </w:r>
      <w:r w:rsidRPr="006B10B7">
        <w:rPr>
          <w:b/>
        </w:rPr>
        <w:t>wymaga</w:t>
      </w:r>
      <w:r w:rsidRPr="006B10B7">
        <w:t xml:space="preserve"> wniesienia wadium. </w:t>
      </w:r>
    </w:p>
    <w:p w14:paraId="17C45A67" w14:textId="67169B29" w:rsidR="00FA5175" w:rsidRDefault="00FA5175" w:rsidP="00D87EDF">
      <w:pPr>
        <w:pStyle w:val="Nagwek1"/>
      </w:pPr>
      <w:r w:rsidRPr="006B10B7">
        <w:t>OPIS SPOSOBU PRZYGOTOWANIA</w:t>
      </w:r>
      <w:r w:rsidRPr="00FA5175">
        <w:t xml:space="preserve"> OFERTY </w:t>
      </w:r>
    </w:p>
    <w:p w14:paraId="62CCDF3B" w14:textId="3CE947C8" w:rsidR="00FA5175" w:rsidRPr="00FA5175" w:rsidRDefault="00FA5175" w:rsidP="00681BDE">
      <w:pPr>
        <w:pStyle w:val="Nagwek2"/>
        <w:keepNext w:val="0"/>
        <w:keepLines w:val="0"/>
      </w:pPr>
      <w:r w:rsidRPr="00FA5175">
        <w:t>Wykonawca składa Ofertę w postaci elektronicznej za pośrednictwem Systemu Zakupowego, z zastrzeże</w:t>
      </w:r>
      <w:r w:rsidR="004454C8">
        <w:t>n</w:t>
      </w:r>
      <w:r w:rsidR="005A4393">
        <w:t>iem sytuacji opisanej w pkt 7.6</w:t>
      </w:r>
      <w:r w:rsidRPr="00FA5175">
        <w:t xml:space="preserve"> SWZ.</w:t>
      </w:r>
    </w:p>
    <w:p w14:paraId="689CD504" w14:textId="2715A65D" w:rsidR="00FA5175" w:rsidRPr="00FA5175" w:rsidRDefault="00FA5175" w:rsidP="00681BDE">
      <w:pPr>
        <w:pStyle w:val="Nagwek2"/>
        <w:keepNext w:val="0"/>
        <w:keepLines w:val="0"/>
      </w:pPr>
      <w:r w:rsidRPr="00FA5175">
        <w:t>Wykonawca</w:t>
      </w:r>
      <w:r w:rsidR="008D42A5">
        <w:t xml:space="preserve"> może złożyć tylko jedną Ofertę</w:t>
      </w:r>
      <w:r w:rsidRPr="00FA5175">
        <w:t>. Jeżeli Wykonawc</w:t>
      </w:r>
      <w:r w:rsidR="008D42A5">
        <w:t>a złoży więcej niż jedną Ofertę</w:t>
      </w:r>
      <w:r w:rsidRPr="00FA5175">
        <w:t>, tj. samodzielnie lub samodzielnie i wspólnie z innymi Wykonawcami, wszystkie zł</w:t>
      </w:r>
      <w:r w:rsidR="008D42A5">
        <w:t>ożone przez niego Oferty</w:t>
      </w:r>
      <w:r w:rsidRPr="00FA5175">
        <w:t xml:space="preserve"> zostaną odrzucone.</w:t>
      </w:r>
    </w:p>
    <w:p w14:paraId="63A4DA96" w14:textId="344C3C9F" w:rsidR="00FA5175" w:rsidRDefault="008D42A5" w:rsidP="000606C6">
      <w:pPr>
        <w:pStyle w:val="Nagwek3"/>
        <w:keepNext w:val="0"/>
        <w:keepLines w:val="0"/>
        <w:ind w:left="1985"/>
      </w:pPr>
      <w:r>
        <w:t xml:space="preserve">Przez Ofertę </w:t>
      </w:r>
      <w:r w:rsidR="00FA5175" w:rsidRPr="00FA5175">
        <w:t xml:space="preserve">w postaci elektronicznej rozumie się dokument sporządzony zgodnie z wymaganiami SWZ, wg. wzoru stanowiącego </w:t>
      </w:r>
      <w:r w:rsidR="00FA5175" w:rsidRPr="008D13C2">
        <w:rPr>
          <w:b/>
        </w:rPr>
        <w:t>Załącznik nr 2 do SWZ</w:t>
      </w:r>
      <w:r w:rsidR="00FA5175" w:rsidRPr="008D13C2">
        <w:t xml:space="preserve"> (F</w:t>
      </w:r>
      <w:r w:rsidR="00FA5175" w:rsidRPr="00FA5175">
        <w:t>ormularz Oferty)</w:t>
      </w:r>
      <w:r w:rsidR="00AD5D1D">
        <w:t>.</w:t>
      </w:r>
      <w:r w:rsidR="00FA5175" w:rsidRPr="00FA5175">
        <w:t xml:space="preserve"> </w:t>
      </w:r>
    </w:p>
    <w:p w14:paraId="5C9F4063" w14:textId="77777777" w:rsidR="00C77BA4" w:rsidRDefault="00C77BA4" w:rsidP="000606C6">
      <w:pPr>
        <w:pStyle w:val="Nagwek3"/>
        <w:keepNext w:val="0"/>
        <w:keepLines w:val="0"/>
        <w:ind w:left="1985"/>
      </w:pPr>
      <w:r>
        <w:lastRenderedPageBreak/>
        <w:t>Przez podpisany dokument Zamawiający rozumie:</w:t>
      </w:r>
    </w:p>
    <w:p w14:paraId="6475F3D9" w14:textId="794630AD" w:rsidR="00C77BA4" w:rsidRDefault="00C77BA4" w:rsidP="000606C6">
      <w:pPr>
        <w:pStyle w:val="Nagwek4"/>
        <w:keepNext w:val="0"/>
        <w:keepLines w:val="0"/>
        <w:ind w:left="1985"/>
      </w:pPr>
      <w:r>
        <w:t>skan lub zdjęcie do</w:t>
      </w:r>
      <w:r w:rsidR="00AD5D1D">
        <w:t>kumentu, o którym mowa w pkt 7.2.1</w:t>
      </w:r>
      <w:r>
        <w:t xml:space="preserve"> SWZ, na którym złożono własnoręczny podpis umożliwiający identyfikację osoby go składającej; [lub]</w:t>
      </w:r>
    </w:p>
    <w:p w14:paraId="1C18BC87" w14:textId="34DD64CB" w:rsidR="00C77BA4" w:rsidRDefault="00C77BA4" w:rsidP="000606C6">
      <w:pPr>
        <w:pStyle w:val="Nagwek4"/>
        <w:keepNext w:val="0"/>
        <w:keepLines w:val="0"/>
        <w:ind w:left="1985"/>
      </w:pPr>
      <w:r>
        <w:t>postać elektroniczną opatrzoną kwalifikowanym podpisem elektronicznym; [lub]</w:t>
      </w:r>
    </w:p>
    <w:p w14:paraId="7C0541B5" w14:textId="40198B9C" w:rsidR="00C77BA4" w:rsidRDefault="00C77BA4" w:rsidP="000606C6">
      <w:pPr>
        <w:pStyle w:val="Nagwek4"/>
        <w:keepNext w:val="0"/>
        <w:keepLines w:val="0"/>
        <w:ind w:left="1985"/>
      </w:pPr>
      <w:r>
        <w:t>postać elektroniczną opatrzoną podpisem elektronicznym (</w:t>
      </w:r>
      <w:r w:rsidR="00AD5D1D">
        <w:t xml:space="preserve">innym niż określony w pkt 7.2.2.2 </w:t>
      </w:r>
      <w:r>
        <w:t>SWZ) umożliwiającym identyfikację osoby go składającej, w szczególności:</w:t>
      </w:r>
    </w:p>
    <w:p w14:paraId="70B6C592" w14:textId="412E2B6F" w:rsidR="00C77BA4" w:rsidRDefault="00C77BA4" w:rsidP="000606C6">
      <w:pPr>
        <w:pStyle w:val="Nagwek4"/>
        <w:keepNext w:val="0"/>
        <w:keepLines w:val="0"/>
        <w:numPr>
          <w:ilvl w:val="4"/>
          <w:numId w:val="1"/>
        </w:numPr>
        <w:ind w:left="2977"/>
      </w:pPr>
      <w:r>
        <w:t>podpis cyfrowy oferowany w ramach funkcjonalności pakietu MS Office;</w:t>
      </w:r>
    </w:p>
    <w:p w14:paraId="615DF400" w14:textId="04D6E2F2" w:rsidR="00C77BA4" w:rsidRDefault="00C77BA4" w:rsidP="000606C6">
      <w:pPr>
        <w:pStyle w:val="Nagwek4"/>
        <w:keepNext w:val="0"/>
        <w:keepLines w:val="0"/>
        <w:numPr>
          <w:ilvl w:val="4"/>
          <w:numId w:val="1"/>
        </w:numPr>
        <w:ind w:left="2977"/>
      </w:pPr>
      <w:r>
        <w:t>podpis zaufany</w:t>
      </w:r>
      <w:r w:rsidR="00AD5D1D">
        <w:t>;</w:t>
      </w:r>
    </w:p>
    <w:p w14:paraId="42CD180F" w14:textId="183AE695" w:rsidR="00AD5D1D" w:rsidRPr="00AD5D1D" w:rsidRDefault="00AD5D1D" w:rsidP="000606C6">
      <w:pPr>
        <w:pStyle w:val="Nagwek4"/>
        <w:keepNext w:val="0"/>
        <w:keepLines w:val="0"/>
        <w:numPr>
          <w:ilvl w:val="4"/>
          <w:numId w:val="1"/>
        </w:numPr>
        <w:ind w:left="2977"/>
      </w:pPr>
      <w:r>
        <w:t>podpis osob</w:t>
      </w:r>
      <w:r w:rsidR="008D748E">
        <w:t>i</w:t>
      </w:r>
      <w:r>
        <w:t>sty.</w:t>
      </w:r>
    </w:p>
    <w:p w14:paraId="0ADFE155" w14:textId="5151C7FB" w:rsidR="00AD5D1D" w:rsidRPr="00AD5D1D" w:rsidRDefault="00AD5D1D" w:rsidP="00681BDE">
      <w:pPr>
        <w:pStyle w:val="Nagwek2"/>
        <w:keepNext w:val="0"/>
        <w:keepLines w:val="0"/>
      </w:pPr>
      <w:r w:rsidRPr="00AD5D1D">
        <w:t>W przypadku niezłożenia Oferty zgodnie z wymaganymi technicznymi określonymi w SWZ, przy jednoczesnym wprowadzeniu przez Wykonawcę w Systemie Zakupowym informacji o cenach, Zamawiający wezwie Wykonawcę do uzupełnienia for</w:t>
      </w:r>
      <w:r w:rsidR="005A4393">
        <w:t>mularza, o którym mowa w pkt 7.2.1</w:t>
      </w:r>
      <w:r w:rsidRPr="00AD5D1D">
        <w:t xml:space="preserve"> SWZ.</w:t>
      </w:r>
    </w:p>
    <w:p w14:paraId="6B11CE98" w14:textId="00580281" w:rsidR="005A4393" w:rsidRDefault="005A4393" w:rsidP="00681BDE">
      <w:pPr>
        <w:pStyle w:val="Nagwek2"/>
        <w:keepNext w:val="0"/>
        <w:keepLines w:val="0"/>
        <w:numPr>
          <w:ilvl w:val="0"/>
          <w:numId w:val="0"/>
        </w:numPr>
        <w:ind w:left="1021"/>
      </w:pPr>
      <w:r w:rsidRPr="005A4393">
        <w:t>U</w:t>
      </w:r>
      <w:r w:rsidR="00AD5D1D" w:rsidRPr="005A4393">
        <w:t xml:space="preserve">zupełniony dokument (formularz) nie może pozostawać w sprzeczności z treścią danych wprowadzonych </w:t>
      </w:r>
      <w:r w:rsidR="00D21F8D">
        <w:t>uprzednio do Systemu Zakupowego.</w:t>
      </w:r>
    </w:p>
    <w:p w14:paraId="452EC08B" w14:textId="150AEBFC" w:rsidR="00FA5175" w:rsidRPr="002B06C4" w:rsidRDefault="00FA5175" w:rsidP="00681BDE">
      <w:pPr>
        <w:pStyle w:val="Nagwek2"/>
        <w:keepNext w:val="0"/>
        <w:keepLines w:val="0"/>
        <w:rPr>
          <w:b/>
        </w:rPr>
      </w:pPr>
      <w:r w:rsidRPr="002B06C4">
        <w:rPr>
          <w:b/>
        </w:rPr>
        <w:t xml:space="preserve">Do Oferty Wykonawca załącza: </w:t>
      </w:r>
    </w:p>
    <w:p w14:paraId="0C309BB8" w14:textId="35E1432B" w:rsidR="006B10B7" w:rsidRPr="006B10B7" w:rsidRDefault="006B10B7" w:rsidP="006B10B7">
      <w:pPr>
        <w:pStyle w:val="Nagwek3"/>
      </w:pPr>
      <w:r w:rsidRPr="006B10B7">
        <w:t xml:space="preserve">Kosztorysy ofertowe, przygotowane na podstawie kosztorysów ślepych, stanowiących Załącznik nr </w:t>
      </w:r>
      <w:r>
        <w:t>9</w:t>
      </w:r>
      <w:r w:rsidRPr="006B10B7">
        <w:t xml:space="preserve"> do SWZ.</w:t>
      </w:r>
    </w:p>
    <w:p w14:paraId="2D9D7A1A" w14:textId="53EBE97F" w:rsidR="00FA5175" w:rsidRDefault="00FA5175" w:rsidP="00681BDE">
      <w:pPr>
        <w:pStyle w:val="Nagwek3"/>
        <w:keepNext w:val="0"/>
        <w:keepLines w:val="0"/>
      </w:pPr>
      <w:r w:rsidRPr="00FA5175">
        <w:t>Dokumenty/oświadczenia/wykazy wymienione w pkt 5.2. SWZ.</w:t>
      </w:r>
    </w:p>
    <w:p w14:paraId="22A7BA62" w14:textId="77777777" w:rsidR="005A4393" w:rsidRDefault="00FA5175" w:rsidP="00681BDE">
      <w:pPr>
        <w:pStyle w:val="Nagwek3"/>
        <w:keepNext w:val="0"/>
        <w:keepLines w:val="0"/>
      </w:pPr>
      <w:r w:rsidRPr="005A4393">
        <w:rPr>
          <w:rStyle w:val="Nagwek3Znak"/>
        </w:rPr>
        <w:t>Pełnomocnictwo dla osoby składającej Ofertę, jeżeli uprawnienie do reprezentacji Wykonawcy nie wynika z dokumentu rejestrowego, o którym mowa w punkcie 5.2.3 SWZ. Pełnomocnictwo należy załączyć w oryginale – jeśli zostało wystawione w postaci elektronicznej - lub w formie skanu – jeśli zostało wystawione</w:t>
      </w:r>
      <w:r w:rsidRPr="00FA5175">
        <w:t xml:space="preserve"> w postaci papierowej.</w:t>
      </w:r>
      <w:r w:rsidR="005A4393" w:rsidRPr="005A4393">
        <w:t xml:space="preserve"> </w:t>
      </w:r>
    </w:p>
    <w:p w14:paraId="607BC181" w14:textId="3D0E931F" w:rsidR="005A4393" w:rsidRDefault="00EF6E35" w:rsidP="00EF6E35">
      <w:pPr>
        <w:pStyle w:val="Nagwek3"/>
      </w:pPr>
      <w:r w:rsidRPr="00EF6E35">
        <w:t>Zobowiązanie podmiotu udostępniającego zasoby, o którym mowa w pkt 5.8 SWZ, wraz z oświadczeniem, o który mowa w pkt 5.2.1 SWZ (jeżeli dotyczy)</w:t>
      </w:r>
      <w:r w:rsidR="00E93D68">
        <w:t>.</w:t>
      </w:r>
    </w:p>
    <w:p w14:paraId="3722C31D" w14:textId="2A223108" w:rsidR="00FA5175" w:rsidRDefault="00FA5175" w:rsidP="00681BDE">
      <w:pPr>
        <w:pStyle w:val="Nagwek2"/>
        <w:keepNext w:val="0"/>
        <w:keepLines w:val="0"/>
      </w:pPr>
      <w:r w:rsidRPr="00FA5175">
        <w:t xml:space="preserve">Składając Ofertę za pośrednictwem Systemu Zakupowego Wykonawca zobowiązany jest wypełnić w Systemie Zakupowym formularz systemowy, w którym określi całkowitą </w:t>
      </w:r>
      <w:r w:rsidR="00E93D68">
        <w:t>cenę Oferty</w:t>
      </w:r>
      <w:r w:rsidR="00E93D68" w:rsidRPr="00FA5175">
        <w:t xml:space="preserve"> </w:t>
      </w:r>
      <w:r w:rsidRPr="00FA5175">
        <w:t>w PLN (netto i brutto).</w:t>
      </w:r>
    </w:p>
    <w:p w14:paraId="63B2FF30" w14:textId="35C66845" w:rsidR="00FA5175" w:rsidRPr="00A3492D" w:rsidRDefault="00FA5175" w:rsidP="00681BDE">
      <w:pPr>
        <w:pStyle w:val="Nagwek2"/>
        <w:keepNext w:val="0"/>
        <w:keepLines w:val="0"/>
      </w:pPr>
      <w:r w:rsidRPr="00FA5175">
        <w:t xml:space="preserve">W przypadku awarii Systemu Zakupowego gdy złożenie Oferty za pośrednictwem Systemu Zakupowego jest niemożliwe z przyczyn niezależnych od Wykonawcy należy niezwłocznie skontaktować się z osobą wskazaną w pkt 10 SWZ. W takim przypadku - dopuszcza się złożenie Oferty za pośrednictwem poczty elektronicznej przed upływem terminu składania </w:t>
      </w:r>
      <w:r w:rsidR="008D42A5">
        <w:t>Ofert</w:t>
      </w:r>
      <w:r w:rsidRPr="00FA5175">
        <w:t xml:space="preserve">, na adres: </w:t>
      </w:r>
      <w:r w:rsidR="00F927AE">
        <w:rPr>
          <w:highlight w:val="yellow"/>
        </w:rPr>
        <w:t>joanna.stanczyk</w:t>
      </w:r>
      <w:r w:rsidR="00F927AE" w:rsidRPr="00A3492D">
        <w:rPr>
          <w:highlight w:val="yellow"/>
        </w:rPr>
        <w:t>@</w:t>
      </w:r>
      <w:r w:rsidRPr="00A3492D">
        <w:rPr>
          <w:highlight w:val="yellow"/>
        </w:rPr>
        <w:t>gkpge.pl,</w:t>
      </w:r>
      <w:r w:rsidRPr="00A3492D">
        <w:t xml:space="preserve"> zgodnie z poniższymi wytycznymi:</w:t>
      </w:r>
    </w:p>
    <w:p w14:paraId="64F4CDE5" w14:textId="0A104B03" w:rsidR="00A3492D" w:rsidRDefault="008D42A5" w:rsidP="00681BDE">
      <w:pPr>
        <w:pStyle w:val="Nagwek2"/>
        <w:keepNext w:val="0"/>
        <w:keepLines w:val="0"/>
      </w:pPr>
      <w:r>
        <w:t>Oferta</w:t>
      </w:r>
      <w:r w:rsidR="00FA5175" w:rsidRPr="00A3492D">
        <w:t xml:space="preserve"> składana drogą elektroniczną na adres poczty elektronicznej </w:t>
      </w:r>
      <w:r w:rsidR="00E93D68">
        <w:t>winna</w:t>
      </w:r>
      <w:r w:rsidR="00FA5175" w:rsidRPr="00A3492D">
        <w:t xml:space="preserve"> być zaszyfrowana (dopuszczalny format to: *.zip lub *.7z) i zabezpieczona hasłem.</w:t>
      </w:r>
    </w:p>
    <w:p w14:paraId="1E8BB4E4" w14:textId="70ACAB5B" w:rsidR="00A3492D" w:rsidRPr="00A3492D" w:rsidRDefault="00A3492D" w:rsidP="00681BDE">
      <w:pPr>
        <w:pStyle w:val="Nagwek2"/>
        <w:keepNext w:val="0"/>
        <w:keepLines w:val="0"/>
      </w:pPr>
      <w:r w:rsidRPr="00A3492D">
        <w:t>Hasło do otwarcia pliku Wykonawca przesyła w formie wiadomości SMS na numer telefonu komórkowego przekazany przez Zamawiającego pocztą elektroniczną po upływie term</w:t>
      </w:r>
      <w:r w:rsidR="008D42A5">
        <w:t>inu na składanie Ofert</w:t>
      </w:r>
      <w:r w:rsidRPr="00A3492D">
        <w:t>.</w:t>
      </w:r>
    </w:p>
    <w:p w14:paraId="70A75B7A" w14:textId="77777777" w:rsidR="00A3492D" w:rsidRPr="00A3492D" w:rsidRDefault="00A3492D" w:rsidP="00681BDE">
      <w:pPr>
        <w:pStyle w:val="Nagwek2"/>
        <w:keepNext w:val="0"/>
        <w:keepLines w:val="0"/>
      </w:pPr>
      <w:r w:rsidRPr="00A3492D">
        <w:lastRenderedPageBreak/>
        <w:t>Wiadomość SMS powinna posiadać następujący format: „WYK.</w:t>
      </w:r>
      <w:proofErr w:type="gramStart"/>
      <w:r w:rsidRPr="00A3492D">
        <w:t xml:space="preserve"> ….</w:t>
      </w:r>
      <w:proofErr w:type="gramEnd"/>
      <w:r w:rsidRPr="00A3492D">
        <w:t>., Nazwa Wykonawcy, Hasło [hasło nie powinno się składać z więcej niż 8 znaków]”.</w:t>
      </w:r>
    </w:p>
    <w:p w14:paraId="5F6D508D" w14:textId="2E3B1DAD" w:rsidR="00A3492D" w:rsidRPr="00A3492D" w:rsidRDefault="00A3492D" w:rsidP="00681BDE">
      <w:pPr>
        <w:pStyle w:val="Nagwek2"/>
        <w:keepNext w:val="0"/>
        <w:keepLines w:val="0"/>
      </w:pPr>
      <w:r w:rsidRPr="00A3492D">
        <w:t>Zamawiający nie ponosi odpowiedzialności za zdarzenia wynikające z nienależyteg</w:t>
      </w:r>
      <w:r w:rsidR="008D42A5">
        <w:t>o zabezpieczenia Oferty</w:t>
      </w:r>
      <w:r w:rsidRPr="00A3492D">
        <w:t xml:space="preserve"> przez Wykonawcę. </w:t>
      </w:r>
    </w:p>
    <w:p w14:paraId="7FB82D86" w14:textId="7B4BF275" w:rsidR="00A3492D" w:rsidRDefault="00D24F65" w:rsidP="00681BDE">
      <w:pPr>
        <w:pStyle w:val="Nagwek2"/>
        <w:keepNext w:val="0"/>
        <w:keepLines w:val="0"/>
      </w:pPr>
      <w:r w:rsidRPr="00D24F65">
        <w:t>Nie dopuszcza się składania Ofert poprzez udostępnienia linków do plików umieszczonych na serwerach zewnętrznych np. serwerach FTP. Wszystkie pliki składające się na Ofertę powinny zostać umie</w:t>
      </w:r>
      <w:r>
        <w:t>szczone w Systemie Zakupowym.</w:t>
      </w:r>
    </w:p>
    <w:p w14:paraId="57B77AFE" w14:textId="085C26A5" w:rsidR="00A3492D" w:rsidRPr="00A3492D" w:rsidRDefault="008D42A5" w:rsidP="00681BDE">
      <w:pPr>
        <w:pStyle w:val="Nagwek2"/>
        <w:keepNext w:val="0"/>
        <w:keepLines w:val="0"/>
      </w:pPr>
      <w:r>
        <w:t>Przekazanie Oferty</w:t>
      </w:r>
      <w:r w:rsidR="00A3492D" w:rsidRPr="00A3492D">
        <w:t xml:space="preserve"> za pośrednictwem poczty elektronicznej w </w:t>
      </w:r>
      <w:proofErr w:type="gramStart"/>
      <w:r w:rsidR="00A3492D" w:rsidRPr="00A3492D">
        <w:t>przypadku</w:t>
      </w:r>
      <w:proofErr w:type="gramEnd"/>
      <w:r w:rsidR="00A3492D" w:rsidRPr="00A3492D">
        <w:t xml:space="preserve"> gdy Zamawiający nie stwierdzi awarii Systemu Zakupowego będzie skutko</w:t>
      </w:r>
      <w:r>
        <w:t>wało odrzuceniem Oferty</w:t>
      </w:r>
      <w:r w:rsidR="00A3492D" w:rsidRPr="00A3492D">
        <w:t xml:space="preserve"> z</w:t>
      </w:r>
      <w:r w:rsidR="00282E7B">
        <w:t xml:space="preserve"> Postępowania na podstawie pkt </w:t>
      </w:r>
      <w:r w:rsidR="00A3492D" w:rsidRPr="00A3492D">
        <w:t xml:space="preserve">9.5.1 lit. m. Procedury. </w:t>
      </w:r>
    </w:p>
    <w:p w14:paraId="34F6524B" w14:textId="1ECAD965" w:rsidR="00A3492D" w:rsidRPr="00A3492D" w:rsidRDefault="008D42A5" w:rsidP="00681BDE">
      <w:pPr>
        <w:pStyle w:val="Nagwek2"/>
        <w:keepNext w:val="0"/>
        <w:keepLines w:val="0"/>
      </w:pPr>
      <w:r>
        <w:t>Ofertę</w:t>
      </w:r>
      <w:r w:rsidR="00A3492D" w:rsidRPr="00A3492D">
        <w:t xml:space="preserve"> należy sporządzić w języku polskim. Wszystkie dokumenty sporządzone w języku obcym należy załączyć wraz z ich tłumaczeniem na język polski poświadczonym przez Wykonawcę.</w:t>
      </w:r>
    </w:p>
    <w:p w14:paraId="68BFCFED" w14:textId="71037DC5" w:rsidR="00A3492D" w:rsidRDefault="00A3492D" w:rsidP="00681BDE">
      <w:pPr>
        <w:pStyle w:val="Nagwek2"/>
        <w:keepNext w:val="0"/>
        <w:keepLines w:val="0"/>
      </w:pPr>
      <w:r w:rsidRPr="00A3492D">
        <w:t>Wykonawca ma prawo zastrzec poufność informacji stanowiących tajemnicę handlową jego przedsiębiorstwa. Informacje przeznaczone tylko do użytku wewnętrznego Zamawiającego, powinny zostać złożone w osobnym pliku, w Sekcji Systemu Zakupowego „Dokumenty Zamówienia” w katalogu „Dokument niejawny</w:t>
      </w:r>
      <w:r w:rsidR="005547D1">
        <w:t xml:space="preserve"> (tajemnica przedsiębiorstwa)”, </w:t>
      </w:r>
      <w:r w:rsidRPr="00A3492D">
        <w:t xml:space="preserve">zgodnie z postanowieniami opisanymi w </w:t>
      </w:r>
      <w:r w:rsidR="007446D6">
        <w:t>dokumencie</w:t>
      </w:r>
      <w:r w:rsidRPr="00A3492D">
        <w:t xml:space="preserve">: „Szczegółowa instrukcja korzystania z Systemu Zakupowego GK PGE dla Wykonawców. Wykonawca powinien również zamieścić wyjaśnienie powodów ich zastrzeżenia.  </w:t>
      </w:r>
    </w:p>
    <w:p w14:paraId="4CF388D5" w14:textId="77777777" w:rsidR="00C77BA4" w:rsidRPr="00C77BA4" w:rsidRDefault="00A3492D" w:rsidP="00681BDE">
      <w:pPr>
        <w:pStyle w:val="Nagwek2"/>
        <w:keepNext w:val="0"/>
        <w:keepLines w:val="0"/>
        <w:numPr>
          <w:ilvl w:val="0"/>
          <w:numId w:val="0"/>
        </w:numPr>
        <w:ind w:left="1021"/>
        <w:rPr>
          <w:b/>
        </w:rPr>
      </w:pPr>
      <w:r w:rsidRPr="00C77BA4">
        <w:rPr>
          <w:b/>
        </w:rPr>
        <w:t xml:space="preserve">Uwaga! </w:t>
      </w:r>
    </w:p>
    <w:p w14:paraId="21989848" w14:textId="3CD30B0D" w:rsidR="00A3492D" w:rsidRPr="00C77BA4" w:rsidRDefault="00A3492D" w:rsidP="00681BDE">
      <w:pPr>
        <w:pStyle w:val="Nagwek2"/>
        <w:keepNext w:val="0"/>
        <w:keepLines w:val="0"/>
        <w:numPr>
          <w:ilvl w:val="0"/>
          <w:numId w:val="0"/>
        </w:numPr>
        <w:ind w:left="1021"/>
        <w:rPr>
          <w:b/>
        </w:rPr>
      </w:pPr>
      <w:r w:rsidRPr="00C77BA4">
        <w:rPr>
          <w:b/>
        </w:rPr>
        <w:t xml:space="preserve">Wykonawca nie </w:t>
      </w:r>
      <w:r w:rsidR="00891696">
        <w:rPr>
          <w:b/>
        </w:rPr>
        <w:t>może zastrzec</w:t>
      </w:r>
      <w:r w:rsidRPr="00C77BA4">
        <w:rPr>
          <w:b/>
        </w:rPr>
        <w:t xml:space="preserve"> poufności ceny Oferty.</w:t>
      </w:r>
    </w:p>
    <w:p w14:paraId="7616CC2F" w14:textId="77777777" w:rsidR="00A3492D" w:rsidRPr="00A3492D" w:rsidRDefault="00A3492D" w:rsidP="00681BDE">
      <w:pPr>
        <w:pStyle w:val="Nagwek2"/>
        <w:keepNext w:val="0"/>
        <w:keepLines w:val="0"/>
      </w:pPr>
      <w:r w:rsidRPr="00A3492D">
        <w:t>Wykonawca ponosi wszelkie koszty związane z przygotowaniem i złożeniem Oferty. Zamawiający nie przewiduje zwrotu kosztów udziału w Postępowaniu.</w:t>
      </w:r>
    </w:p>
    <w:p w14:paraId="63A41298" w14:textId="77777777" w:rsidR="00A3492D" w:rsidRPr="00A3492D" w:rsidRDefault="00A3492D" w:rsidP="00681BDE">
      <w:pPr>
        <w:pStyle w:val="Nagwek2"/>
        <w:keepNext w:val="0"/>
        <w:keepLines w:val="0"/>
      </w:pPr>
      <w:r w:rsidRPr="00A3492D">
        <w:t>Wykonawca przed upływem terminu do składania Ofert może wprowadzić zmiany w złoż</w:t>
      </w:r>
      <w:r w:rsidR="00836E90">
        <w:t>onej Ofercie lub wycofać Ofertę</w:t>
      </w:r>
      <w:r w:rsidRPr="00A3492D">
        <w:t>.</w:t>
      </w:r>
    </w:p>
    <w:p w14:paraId="286A443C" w14:textId="15DC6C47" w:rsidR="00A3492D" w:rsidRPr="00A3492D" w:rsidRDefault="00A3492D" w:rsidP="00681BDE">
      <w:pPr>
        <w:pStyle w:val="Nagwek2"/>
        <w:keepNext w:val="0"/>
        <w:keepLines w:val="0"/>
      </w:pPr>
      <w:r w:rsidRPr="00A3492D">
        <w:t xml:space="preserve">Wycofanie Oferty odbywa się w sposób opisany w </w:t>
      </w:r>
      <w:proofErr w:type="gramStart"/>
      <w:r w:rsidR="007446D6">
        <w:t xml:space="preserve">dokumencie </w:t>
      </w:r>
      <w:r w:rsidR="0008267F">
        <w:t xml:space="preserve"> -</w:t>
      </w:r>
      <w:proofErr w:type="gramEnd"/>
      <w:r w:rsidR="0008267F">
        <w:t xml:space="preserve"> </w:t>
      </w:r>
      <w:r w:rsidRPr="00A3492D">
        <w:t>„Szczegółowa instrukcja korzystania z Systemu Zakupowego GK PGE dla Wykonawców.</w:t>
      </w:r>
    </w:p>
    <w:p w14:paraId="0FC884AC" w14:textId="77777777" w:rsidR="00A3492D" w:rsidRDefault="00A3492D" w:rsidP="00D87EDF">
      <w:pPr>
        <w:pStyle w:val="Nagwek1"/>
      </w:pPr>
      <w:r w:rsidRPr="00A3492D">
        <w:t>WYJAŚNIENIA I MODYFIKACJA SWZ</w:t>
      </w:r>
    </w:p>
    <w:p w14:paraId="1A9669EB" w14:textId="3190B913" w:rsidR="00A3492D" w:rsidRPr="00A3492D" w:rsidRDefault="00A3492D" w:rsidP="00681BDE">
      <w:pPr>
        <w:pStyle w:val="Nagwek2"/>
        <w:keepNext w:val="0"/>
        <w:keepLines w:val="0"/>
      </w:pPr>
      <w:r w:rsidRPr="00A3492D">
        <w:t>Wykonawca może zwrócić się do Zamawiającego o wyjaśnienie treści SWZ. Zamawiający udzieli wyjaśnień niezwłocznie. Zamawiający może nie udzielić odpowiedzi na zapytani</w:t>
      </w:r>
      <w:r w:rsidR="0008267F">
        <w:t xml:space="preserve">e, w </w:t>
      </w:r>
      <w:proofErr w:type="gramStart"/>
      <w:r w:rsidR="0008267F">
        <w:t>przypadku</w:t>
      </w:r>
      <w:proofErr w:type="gramEnd"/>
      <w:r w:rsidR="0008267F">
        <w:t xml:space="preserve"> </w:t>
      </w:r>
      <w:r w:rsidRPr="00A3492D">
        <w:t>gdy wpłynie ono na mniej niż 3 dni robocze</w:t>
      </w:r>
      <w:r w:rsidR="008D42A5">
        <w:t xml:space="preserve"> przed terminem składania Ofert</w:t>
      </w:r>
      <w:r w:rsidRPr="00A3492D">
        <w:t>. Pytania należy zadawać za pośrednictwem Systemu Zakupowego.</w:t>
      </w:r>
    </w:p>
    <w:p w14:paraId="176A0F07" w14:textId="77CDEA78" w:rsidR="00A3492D" w:rsidRPr="00836E90" w:rsidRDefault="00A3492D" w:rsidP="00681BDE">
      <w:pPr>
        <w:pStyle w:val="Nagwek2"/>
        <w:keepNext w:val="0"/>
        <w:keepLines w:val="0"/>
        <w:rPr>
          <w:b/>
        </w:rPr>
      </w:pPr>
      <w:r w:rsidRPr="00A3492D">
        <w:t xml:space="preserve">Treść odpowiedzi przekazywana jest do wszystkich Wykonawców bez ujawniania źródła zapytania. Zamawiający może opublikować treść odpowiedzi za pośrednictwem Systemu Zakupowego bez konieczności dodatkowego, indywidualnego przesyłania Wykonawcom. </w:t>
      </w:r>
      <w:r w:rsidRPr="00836E90">
        <w:rPr>
          <w:b/>
        </w:rPr>
        <w:t>Z uwagi na powyż</w:t>
      </w:r>
      <w:r w:rsidR="0008267F">
        <w:rPr>
          <w:b/>
        </w:rPr>
        <w:t xml:space="preserve">sze, Zamawiający wnosi o </w:t>
      </w:r>
      <w:proofErr w:type="gramStart"/>
      <w:r w:rsidR="0008267F">
        <w:rPr>
          <w:b/>
        </w:rPr>
        <w:t>to</w:t>
      </w:r>
      <w:proofErr w:type="gramEnd"/>
      <w:r w:rsidR="0008267F">
        <w:rPr>
          <w:b/>
        </w:rPr>
        <w:t xml:space="preserve"> aby </w:t>
      </w:r>
      <w:r w:rsidRPr="00836E90">
        <w:rPr>
          <w:b/>
        </w:rPr>
        <w:t xml:space="preserve">formułując treść pytania nie używać nazw własnych Wykonawcy lub danych personalnych osoby pozwalających na identyfikację składającego pytanie.  </w:t>
      </w:r>
    </w:p>
    <w:p w14:paraId="5ACF2AED" w14:textId="77777777" w:rsidR="00A3492D" w:rsidRPr="00A3492D" w:rsidRDefault="00A3492D" w:rsidP="00681BDE">
      <w:pPr>
        <w:pStyle w:val="Nagwek2"/>
        <w:keepNext w:val="0"/>
        <w:keepLines w:val="0"/>
      </w:pPr>
      <w:r w:rsidRPr="00A3492D">
        <w:t xml:space="preserve">Wnioski, zawiadomienia oraz informacje Zamawiający i Wykonawcy przekazują za pośrednictwem Systemu Zakupowego. Ewentualną korespondencję kierowaną do Zamawiającego drogą elektroniczną należy przesyłać na adres/-y osób wymienionych w punkcie 10 SWZ. </w:t>
      </w:r>
    </w:p>
    <w:p w14:paraId="58AEA674" w14:textId="77777777" w:rsidR="00A3492D" w:rsidRPr="00A3492D" w:rsidRDefault="00A3492D" w:rsidP="00681BDE">
      <w:pPr>
        <w:pStyle w:val="Nagwek2"/>
        <w:keepNext w:val="0"/>
        <w:keepLines w:val="0"/>
      </w:pPr>
      <w:r w:rsidRPr="00A3492D">
        <w:t>Zamawiający może dokonywać w toku Postępowania modyfikacji treści SWZ. Informację o zmianie Zamawiający przekaże Wykonawcom za pośrednictwem Systemu Zakupowego i będzie ona dla Wykonawców wiążąca.</w:t>
      </w:r>
    </w:p>
    <w:p w14:paraId="3F34A09C" w14:textId="77777777" w:rsidR="00A3492D" w:rsidRDefault="00A3492D" w:rsidP="00D87EDF">
      <w:pPr>
        <w:pStyle w:val="Nagwek1"/>
      </w:pPr>
      <w:r w:rsidRPr="00A3492D">
        <w:lastRenderedPageBreak/>
        <w:t>OPIS SPOSOBU OBLICZANIA CENY</w:t>
      </w:r>
    </w:p>
    <w:p w14:paraId="61024CCC" w14:textId="79518EDA" w:rsidR="00A3492D" w:rsidRPr="00A3492D" w:rsidRDefault="00A3492D" w:rsidP="00681BDE">
      <w:pPr>
        <w:pStyle w:val="Nagwek2"/>
        <w:keepNext w:val="0"/>
        <w:keepLines w:val="0"/>
      </w:pPr>
      <w:r w:rsidRPr="00A3492D">
        <w:t xml:space="preserve">Cena Oferty musi być podana w polskich złotych. Całość rozliczeń między Zamawiającym a Wykonawcą będzie prowadzona w złotych polskich. </w:t>
      </w:r>
    </w:p>
    <w:p w14:paraId="30491CEE" w14:textId="56CFAB24" w:rsidR="00A3492D" w:rsidRPr="00A3492D" w:rsidRDefault="00A3492D" w:rsidP="00681BDE">
      <w:pPr>
        <w:pStyle w:val="Nagwek2"/>
        <w:keepNext w:val="0"/>
        <w:keepLines w:val="0"/>
      </w:pPr>
      <w:r w:rsidRPr="00A3492D">
        <w:t>Cena Oferty uwzględnia wszelkiego rodzaju opłaty oraz podatki oraz wszystkie koszty związane z realizacją Zamówienia, transport, ewentualne upusty i rabaty oraz pozostałe składniki cenotwórcze.</w:t>
      </w:r>
    </w:p>
    <w:p w14:paraId="7FE7A2BC" w14:textId="4698E5CD" w:rsidR="00A3492D" w:rsidRPr="008D13C2" w:rsidRDefault="00A3492D" w:rsidP="00681BDE">
      <w:pPr>
        <w:pStyle w:val="Nagwek2"/>
        <w:keepNext w:val="0"/>
        <w:keepLines w:val="0"/>
      </w:pPr>
      <w:r w:rsidRPr="00A3492D">
        <w:t xml:space="preserve">Wykonawca określi cenę za realizację </w:t>
      </w:r>
      <w:r w:rsidRPr="008D13C2">
        <w:t>przedmiotu Zamówienia poprzez wskazanie, z dokładnością do dwóch miejsc po przecinku, całkowitej ceny netto i brutto za realizację przedmiotu Zamówie</w:t>
      </w:r>
      <w:r w:rsidR="008D42A5" w:rsidRPr="008D13C2">
        <w:t>nia w Formularzu Oferty</w:t>
      </w:r>
      <w:r w:rsidRPr="008D13C2">
        <w:t xml:space="preserve">, stanowiącym </w:t>
      </w:r>
      <w:r w:rsidRPr="008D13C2">
        <w:rPr>
          <w:b/>
        </w:rPr>
        <w:t>Załącznik nr 2 do SWZ</w:t>
      </w:r>
      <w:r w:rsidRPr="008D13C2">
        <w:t xml:space="preserve"> oraz w ustrukturyzowanym formularzu ofertowym Systemu Zakupowego.</w:t>
      </w:r>
    </w:p>
    <w:p w14:paraId="745B030D" w14:textId="3672BE86" w:rsidR="00A3492D" w:rsidRPr="008D13C2" w:rsidRDefault="00A3492D" w:rsidP="00681BDE">
      <w:pPr>
        <w:pStyle w:val="Nagwek2"/>
        <w:keepNext w:val="0"/>
        <w:keepLines w:val="0"/>
      </w:pPr>
      <w:r w:rsidRPr="008D13C2">
        <w:t>Całkowita cena netto i brutto podana przez Wykonawcę w ustrukturyzowanym formularzu ofertowym Systemu Zakupowym musi być zgodna z całkowitą ceną n</w:t>
      </w:r>
      <w:r w:rsidR="008D42A5" w:rsidRPr="008D13C2">
        <w:t>etto podaną w Formularzu Oferty</w:t>
      </w:r>
      <w:r w:rsidR="0019412B">
        <w:t>, stanowiącym</w:t>
      </w:r>
      <w:r w:rsidRPr="008D13C2">
        <w:t xml:space="preserve"> </w:t>
      </w:r>
      <w:r w:rsidRPr="008D13C2">
        <w:rPr>
          <w:b/>
        </w:rPr>
        <w:t>Załącznik nr 2 do SWZ</w:t>
      </w:r>
      <w:r w:rsidRPr="008D13C2">
        <w:t xml:space="preserve">. W przypadku rozbieżności pomiędzy cenami podanymi w ustrukturyzowanym formularzu Systemu </w:t>
      </w:r>
      <w:r w:rsidR="008D42A5" w:rsidRPr="008D13C2">
        <w:t>Zakupowego, a Formularzu Oferty</w:t>
      </w:r>
      <w:r w:rsidRPr="008D13C2">
        <w:t>, wiążące są ceny pod</w:t>
      </w:r>
      <w:r w:rsidR="008D42A5" w:rsidRPr="008D13C2">
        <w:t>ane w Formularzu Oferty</w:t>
      </w:r>
      <w:r w:rsidR="0019412B">
        <w:t xml:space="preserve"> </w:t>
      </w:r>
      <w:r w:rsidR="00F339D2">
        <w:t>sporządzonym</w:t>
      </w:r>
      <w:r w:rsidR="00F339D2" w:rsidRPr="008D13C2">
        <w:t xml:space="preserve"> </w:t>
      </w:r>
      <w:r w:rsidRPr="008D13C2">
        <w:t>wg</w:t>
      </w:r>
      <w:r w:rsidRPr="008D13C2">
        <w:rPr>
          <w:b/>
        </w:rPr>
        <w:t>. Załącznika nr 2 do SWZ</w:t>
      </w:r>
      <w:r w:rsidRPr="008D13C2">
        <w:t>.</w:t>
      </w:r>
    </w:p>
    <w:p w14:paraId="6290F432" w14:textId="1DB2722A" w:rsidR="00A3492D" w:rsidRPr="00A3492D" w:rsidRDefault="0008267F" w:rsidP="00681BDE">
      <w:pPr>
        <w:pStyle w:val="Nagwek2"/>
        <w:keepNext w:val="0"/>
        <w:keepLines w:val="0"/>
      </w:pPr>
      <w:r>
        <w:t>Do porównania O</w:t>
      </w:r>
      <w:r w:rsidR="00A3492D" w:rsidRPr="00A3492D">
        <w:t>fert brana będzie pod uwagę całkowita c</w:t>
      </w:r>
      <w:r w:rsidR="00FF1E88">
        <w:t>ena netto</w:t>
      </w:r>
      <w:r w:rsidR="00A3492D" w:rsidRPr="00A3492D">
        <w:t xml:space="preserve"> za wykonanie przedmiotu Zamówienia.</w:t>
      </w:r>
    </w:p>
    <w:p w14:paraId="6DF50059" w14:textId="77777777" w:rsidR="00A3492D" w:rsidRDefault="00A3492D" w:rsidP="00D87EDF">
      <w:pPr>
        <w:pStyle w:val="Nagwek1"/>
      </w:pPr>
      <w:r w:rsidRPr="00A3492D">
        <w:t>SPOSÓB POROZUMIEWANIA SIĘ Z WYKONAWCAMI</w:t>
      </w:r>
    </w:p>
    <w:p w14:paraId="6B1B3C88" w14:textId="77777777" w:rsidR="00A3492D" w:rsidRPr="00A3492D" w:rsidRDefault="00A3492D" w:rsidP="00681BDE">
      <w:pPr>
        <w:pStyle w:val="Nagwek2"/>
        <w:keepNext w:val="0"/>
        <w:keepLines w:val="0"/>
      </w:pPr>
      <w:r w:rsidRPr="00A3492D">
        <w:t>W niniejszym Postępowaniu korespondencja przekazywana będzie:</w:t>
      </w:r>
    </w:p>
    <w:p w14:paraId="0EEE2452" w14:textId="77777777" w:rsidR="00A3492D" w:rsidRPr="00A3492D" w:rsidRDefault="00A3492D" w:rsidP="009470A3">
      <w:pPr>
        <w:pStyle w:val="Nagwek3"/>
        <w:ind w:left="1985"/>
      </w:pPr>
      <w:r w:rsidRPr="00A3492D">
        <w:t>za pośrednictwem Systemu Zakupowego (</w:t>
      </w:r>
      <w:r w:rsidRPr="00D53C50">
        <w:rPr>
          <w:color w:val="36A9E1" w:themeColor="accent5"/>
        </w:rPr>
        <w:t>https://swpp2.gkpge.pl</w:t>
      </w:r>
      <w:r w:rsidRPr="00A3492D">
        <w:t>) lub</w:t>
      </w:r>
    </w:p>
    <w:p w14:paraId="60F41B74" w14:textId="34EFB028" w:rsidR="00A3492D" w:rsidRPr="00A3492D" w:rsidRDefault="00A3492D" w:rsidP="009470A3">
      <w:pPr>
        <w:pStyle w:val="Nagwek3"/>
        <w:ind w:left="1985"/>
      </w:pPr>
      <w:r w:rsidRPr="00A3492D">
        <w:t>drogą elektron</w:t>
      </w:r>
      <w:r w:rsidR="006D2036">
        <w:t xml:space="preserve">iczną: na adres wskazany w pkt </w:t>
      </w:r>
      <w:r w:rsidRPr="00A3492D">
        <w:t>10.2.</w:t>
      </w:r>
    </w:p>
    <w:p w14:paraId="0FCE1DCA" w14:textId="77777777" w:rsidR="00A3492D" w:rsidRPr="007F7D40" w:rsidRDefault="00A3492D" w:rsidP="00681BDE">
      <w:pPr>
        <w:pStyle w:val="Nagwek2"/>
        <w:keepNext w:val="0"/>
        <w:keepLines w:val="0"/>
      </w:pPr>
      <w:r w:rsidRPr="007F7D40">
        <w:t>Osobą uprawnioną do porozumiewania się z Wykonawcami jest:</w:t>
      </w:r>
    </w:p>
    <w:p w14:paraId="71599064" w14:textId="6BD25AA8" w:rsidR="00A3492D" w:rsidRPr="00A3492D" w:rsidRDefault="00F927AE" w:rsidP="00681BDE">
      <w:pPr>
        <w:pStyle w:val="Nagwek2"/>
        <w:keepNext w:val="0"/>
        <w:keepLines w:val="0"/>
        <w:numPr>
          <w:ilvl w:val="0"/>
          <w:numId w:val="0"/>
        </w:numPr>
        <w:ind w:left="1021"/>
      </w:pPr>
      <w:r>
        <w:t>Joanna Stańczyk</w:t>
      </w:r>
      <w:r w:rsidRPr="007F7D40">
        <w:t xml:space="preserve">, </w:t>
      </w:r>
      <w:r w:rsidR="00A3492D" w:rsidRPr="007F7D40">
        <w:t xml:space="preserve">Departament Zakupów PGE </w:t>
      </w:r>
      <w:r>
        <w:t>Polska Grupa Energetyczna S.A</w:t>
      </w:r>
      <w:r w:rsidRPr="007F7D40">
        <w:t xml:space="preserve">, </w:t>
      </w:r>
      <w:r w:rsidR="00A3492D" w:rsidRPr="007F7D40">
        <w:t xml:space="preserve">tel.  </w:t>
      </w:r>
      <w:r>
        <w:t>22 340 21 06</w:t>
      </w:r>
      <w:r w:rsidRPr="007F7D40">
        <w:t xml:space="preserve">; </w:t>
      </w:r>
      <w:proofErr w:type="gramStart"/>
      <w:r w:rsidR="00A3492D" w:rsidRPr="007F7D40">
        <w:t xml:space="preserve">e-mail:  </w:t>
      </w:r>
      <w:r>
        <w:t>joanna.stanczyk</w:t>
      </w:r>
      <w:r w:rsidRPr="007F7D40">
        <w:t>@</w:t>
      </w:r>
      <w:r w:rsidR="00A3492D" w:rsidRPr="007F7D40">
        <w:t>gkpge.pl</w:t>
      </w:r>
      <w:proofErr w:type="gramEnd"/>
    </w:p>
    <w:p w14:paraId="14054D82" w14:textId="77777777" w:rsidR="00A3492D" w:rsidRPr="00A85F3E" w:rsidRDefault="00A3492D" w:rsidP="00681BDE">
      <w:pPr>
        <w:pStyle w:val="Nagwek2"/>
        <w:keepNext w:val="0"/>
        <w:keepLines w:val="0"/>
        <w:numPr>
          <w:ilvl w:val="0"/>
          <w:numId w:val="0"/>
        </w:numPr>
        <w:ind w:left="1021"/>
        <w:rPr>
          <w:b/>
        </w:rPr>
      </w:pPr>
      <w:r w:rsidRPr="00A85F3E">
        <w:rPr>
          <w:b/>
        </w:rPr>
        <w:t>UWAGA!</w:t>
      </w:r>
    </w:p>
    <w:p w14:paraId="2A7B2D66" w14:textId="77777777" w:rsidR="00A3492D" w:rsidRPr="00A85F3E" w:rsidRDefault="00A3492D" w:rsidP="00681BDE">
      <w:pPr>
        <w:ind w:left="1021"/>
        <w:jc w:val="both"/>
        <w:rPr>
          <w:b/>
          <w:szCs w:val="18"/>
        </w:rPr>
      </w:pPr>
      <w:r w:rsidRPr="00A85F3E">
        <w:rPr>
          <w:b/>
          <w:szCs w:val="18"/>
        </w:rPr>
        <w:t>Wykonawcy nie są uprawnieni do kontaktowania się w sprawie przedmiotowego Postępowania zakupowego w trakcie jego trwania z inną osobą poza wskazaną do kontaktu powyżej.</w:t>
      </w:r>
    </w:p>
    <w:p w14:paraId="52896C3C" w14:textId="1128426C" w:rsidR="00A3492D" w:rsidRPr="006454D6" w:rsidRDefault="00A3492D" w:rsidP="00681BDE">
      <w:pPr>
        <w:pStyle w:val="Nagwek2"/>
        <w:keepNext w:val="0"/>
        <w:keepLines w:val="0"/>
      </w:pPr>
      <w:r w:rsidRPr="00A3492D">
        <w:t xml:space="preserve">Wykonawcy porozumiewając się z Zamawiającym powinni powoływać się na numer Postępowania: </w:t>
      </w:r>
      <w:r w:rsidR="00F927AE">
        <w:rPr>
          <w:b/>
        </w:rPr>
        <w:t>POST/PGE/PGE/DZ/00296/2025</w:t>
      </w:r>
    </w:p>
    <w:p w14:paraId="7D0A0CE4" w14:textId="1BD036D4" w:rsidR="004119DA" w:rsidRPr="006454D6" w:rsidRDefault="004119DA" w:rsidP="00D87EDF">
      <w:pPr>
        <w:pStyle w:val="Nagwek1"/>
      </w:pPr>
      <w:r w:rsidRPr="006454D6">
        <w:t xml:space="preserve">MIEJSCE ORAZ </w:t>
      </w:r>
      <w:r w:rsidR="002D3BE8" w:rsidRPr="006454D6">
        <w:t xml:space="preserve">TERMIN SKŁADANIA OFERT </w:t>
      </w:r>
    </w:p>
    <w:p w14:paraId="059D7188" w14:textId="11C39518" w:rsidR="004119DA" w:rsidRPr="006454D6" w:rsidRDefault="002D3BE8" w:rsidP="00681BDE">
      <w:pPr>
        <w:pStyle w:val="Nagwek2"/>
        <w:keepNext w:val="0"/>
        <w:keepLines w:val="0"/>
      </w:pPr>
      <w:r w:rsidRPr="006454D6">
        <w:t>Ofertę</w:t>
      </w:r>
      <w:r w:rsidR="004119DA" w:rsidRPr="006454D6">
        <w:t xml:space="preserve"> wraz z wymaganymi dokumentami należy złożyć za pośrednictwem Systemu Zakupowego dostępnego pod adresem: </w:t>
      </w:r>
      <w:hyperlink r:id="rId16" w:history="1">
        <w:r w:rsidR="004119DA" w:rsidRPr="00D53C50">
          <w:rPr>
            <w:rStyle w:val="Hipercze"/>
            <w:color w:val="36A9E1" w:themeColor="accent5"/>
            <w:sz w:val="18"/>
            <w:szCs w:val="18"/>
          </w:rPr>
          <w:t>https://swpp2.gkpge.pl</w:t>
        </w:r>
      </w:hyperlink>
      <w:r w:rsidR="004119DA" w:rsidRPr="00D53C50">
        <w:rPr>
          <w:color w:val="36A9E1" w:themeColor="accent5"/>
        </w:rPr>
        <w:t xml:space="preserve"> </w:t>
      </w:r>
    </w:p>
    <w:p w14:paraId="041914B3" w14:textId="0444A0F2" w:rsidR="004119DA" w:rsidRPr="006454D6" w:rsidRDefault="004119DA" w:rsidP="00681BDE">
      <w:pPr>
        <w:pStyle w:val="Nagwek2"/>
        <w:keepNext w:val="0"/>
        <w:keepLines w:val="0"/>
      </w:pPr>
      <w:r w:rsidRPr="006454D6">
        <w:t>W dniu opublikowania Postępowania te</w:t>
      </w:r>
      <w:r w:rsidR="002D3BE8" w:rsidRPr="006454D6">
        <w:t>rmin składania Ofert</w:t>
      </w:r>
      <w:r w:rsidRPr="006454D6">
        <w:t xml:space="preserve"> został wyznaczony do dnia </w:t>
      </w:r>
      <w:r w:rsidR="00262757" w:rsidRPr="00262757">
        <w:rPr>
          <w:b/>
          <w:bCs/>
          <w:highlight w:val="cyan"/>
        </w:rPr>
        <w:t>22.12.</w:t>
      </w:r>
      <w:r w:rsidRPr="00262757">
        <w:rPr>
          <w:b/>
          <w:bCs/>
          <w:highlight w:val="cyan"/>
        </w:rPr>
        <w:t>202</w:t>
      </w:r>
      <w:r w:rsidR="00262757" w:rsidRPr="00262757">
        <w:rPr>
          <w:b/>
          <w:bCs/>
          <w:highlight w:val="cyan"/>
        </w:rPr>
        <w:t>5</w:t>
      </w:r>
      <w:r w:rsidRPr="00262757">
        <w:rPr>
          <w:b/>
          <w:bCs/>
          <w:highlight w:val="cyan"/>
        </w:rPr>
        <w:t xml:space="preserve"> r. do</w:t>
      </w:r>
      <w:r w:rsidR="00836E90" w:rsidRPr="00262757">
        <w:rPr>
          <w:b/>
          <w:bCs/>
          <w:highlight w:val="cyan"/>
        </w:rPr>
        <w:t xml:space="preserve"> godz</w:t>
      </w:r>
      <w:r w:rsidRPr="00262757">
        <w:rPr>
          <w:b/>
          <w:bCs/>
          <w:highlight w:val="cyan"/>
        </w:rPr>
        <w:t xml:space="preserve">. </w:t>
      </w:r>
      <w:r w:rsidR="00262757" w:rsidRPr="00262757">
        <w:rPr>
          <w:b/>
          <w:bCs/>
          <w:highlight w:val="cyan"/>
        </w:rPr>
        <w:t>…</w:t>
      </w:r>
      <w:r w:rsidR="00262757" w:rsidRPr="00262757">
        <w:rPr>
          <w:b/>
          <w:bCs/>
          <w:highlight w:val="cyan"/>
        </w:rPr>
        <w:t>14:00</w:t>
      </w:r>
      <w:r w:rsidR="00262757" w:rsidRPr="00262757">
        <w:rPr>
          <w:b/>
          <w:bCs/>
        </w:rPr>
        <w:t xml:space="preserve"> </w:t>
      </w:r>
    </w:p>
    <w:p w14:paraId="513BC389" w14:textId="484D74D7" w:rsidR="004119DA" w:rsidRPr="004119DA" w:rsidRDefault="004119DA" w:rsidP="00681BDE">
      <w:pPr>
        <w:pStyle w:val="Nagwek2"/>
        <w:keepNext w:val="0"/>
        <w:keepLines w:val="0"/>
      </w:pPr>
      <w:r w:rsidRPr="004119DA">
        <w:t xml:space="preserve">W przypadku dokonywania zmian terminu aktualny </w:t>
      </w:r>
      <w:r w:rsidR="002D3BE8">
        <w:t>termin składania Ofert</w:t>
      </w:r>
      <w:r w:rsidRPr="004119DA">
        <w:t xml:space="preserve"> będzie podany w Systemie Zakupowym. </w:t>
      </w:r>
    </w:p>
    <w:p w14:paraId="7CC9348F" w14:textId="77777777" w:rsidR="004119DA" w:rsidRPr="004119DA" w:rsidRDefault="004119DA" w:rsidP="00681BDE">
      <w:pPr>
        <w:pStyle w:val="Nagwek2"/>
        <w:keepNext w:val="0"/>
        <w:keepLines w:val="0"/>
        <w:numPr>
          <w:ilvl w:val="0"/>
          <w:numId w:val="0"/>
        </w:numPr>
        <w:ind w:left="1021"/>
      </w:pPr>
      <w:r w:rsidRPr="004119DA">
        <w:t xml:space="preserve">UWAGA! </w:t>
      </w:r>
    </w:p>
    <w:p w14:paraId="4DF25154" w14:textId="0A839841" w:rsidR="004119DA" w:rsidRPr="004119DA" w:rsidRDefault="004119DA" w:rsidP="00681BDE">
      <w:pPr>
        <w:pStyle w:val="Nagwek2"/>
        <w:keepNext w:val="0"/>
        <w:keepLines w:val="0"/>
        <w:numPr>
          <w:ilvl w:val="0"/>
          <w:numId w:val="0"/>
        </w:numPr>
        <w:ind w:left="1021"/>
      </w:pPr>
      <w:r w:rsidRPr="004119DA">
        <w:lastRenderedPageBreak/>
        <w:t>Za</w:t>
      </w:r>
      <w:r w:rsidR="002D3BE8">
        <w:t xml:space="preserve"> termin złożenia Oferty</w:t>
      </w:r>
      <w:r w:rsidRPr="004119DA">
        <w:t xml:space="preserve"> przyjmuje się datę i godzinę wpływu Oferty na serwer, a nie datę i godzinę jej wysłania przez Wykonawcę. Po upływie terminu składania Ofert </w:t>
      </w:r>
      <w:r w:rsidR="002D3BE8">
        <w:t>n</w:t>
      </w:r>
      <w:r w:rsidRPr="004119DA">
        <w:t>ie</w:t>
      </w:r>
      <w:r w:rsidR="002F0B34">
        <w:t xml:space="preserve"> będzie możliwe złożenie </w:t>
      </w:r>
      <w:proofErr w:type="gramStart"/>
      <w:r w:rsidR="002F0B34">
        <w:t>Oferty</w:t>
      </w:r>
      <w:proofErr w:type="gramEnd"/>
      <w:r w:rsidR="002F0B34">
        <w:t xml:space="preserve"> </w:t>
      </w:r>
      <w:r w:rsidRPr="004119DA">
        <w:t>dlatego</w:t>
      </w:r>
      <w:r w:rsidR="002F0B34">
        <w:t xml:space="preserve"> </w:t>
      </w:r>
      <w:r w:rsidRPr="004119DA">
        <w:t>Zamawiający</w:t>
      </w:r>
      <w:r w:rsidR="00421525">
        <w:t xml:space="preserve"> </w:t>
      </w:r>
      <w:r w:rsidRPr="004119DA">
        <w:t>rekomenduje aby Oferty składać z odpowiednim wyprzedzeniem.</w:t>
      </w:r>
    </w:p>
    <w:p w14:paraId="6426D543" w14:textId="77777777" w:rsidR="004119DA" w:rsidRPr="004119DA" w:rsidRDefault="004119DA" w:rsidP="00681BDE">
      <w:pPr>
        <w:pStyle w:val="Nagwek2"/>
        <w:keepNext w:val="0"/>
        <w:keepLines w:val="0"/>
      </w:pPr>
      <w:r w:rsidRPr="004119DA">
        <w:t>Zamawiający nie przewiduje publicznego otwarcia Ofert.</w:t>
      </w:r>
    </w:p>
    <w:p w14:paraId="40D04BB3" w14:textId="4561D88B" w:rsidR="00A3492D" w:rsidRDefault="00A3492D" w:rsidP="00D87EDF">
      <w:pPr>
        <w:pStyle w:val="Nagwek1"/>
      </w:pPr>
      <w:r w:rsidRPr="00A3492D">
        <w:t xml:space="preserve">TERMIN ZWIĄZANIA OFERTĄ </w:t>
      </w:r>
    </w:p>
    <w:p w14:paraId="11F4DC22" w14:textId="28EB7CBB" w:rsidR="00A3492D" w:rsidRPr="00A3492D" w:rsidRDefault="00A3492D" w:rsidP="00681BDE">
      <w:pPr>
        <w:pStyle w:val="Nagwek2"/>
        <w:keepNext w:val="0"/>
        <w:keepLines w:val="0"/>
      </w:pPr>
      <w:r w:rsidRPr="00A3492D">
        <w:t>Termin związania O</w:t>
      </w:r>
      <w:r w:rsidR="00371056">
        <w:t>fertą wynosi,90 dni</w:t>
      </w:r>
      <w:r w:rsidRPr="00A3492D">
        <w:t xml:space="preserve"> licząc od daty</w:t>
      </w:r>
      <w:r w:rsidR="002D3BE8">
        <w:t xml:space="preserve"> upływu terminu składania Ofert</w:t>
      </w:r>
      <w:r w:rsidRPr="00A3492D">
        <w:t>.</w:t>
      </w:r>
    </w:p>
    <w:p w14:paraId="79ADD07A" w14:textId="36924360" w:rsidR="00A3492D" w:rsidRPr="00A3492D" w:rsidRDefault="00A3492D" w:rsidP="00681BDE">
      <w:pPr>
        <w:pStyle w:val="Nagwek2"/>
        <w:keepNext w:val="0"/>
        <w:keepLines w:val="0"/>
      </w:pPr>
      <w:r w:rsidRPr="00A3492D">
        <w:t>Zamawiając</w:t>
      </w:r>
      <w:r w:rsidR="00BE5EDD">
        <w:t>y może,</w:t>
      </w:r>
      <w:r w:rsidRPr="00A3492D">
        <w:t xml:space="preserve"> przed upływem terminu</w:t>
      </w:r>
      <w:r w:rsidR="002F0B34">
        <w:t xml:space="preserve"> związania Ofertą</w:t>
      </w:r>
      <w:r w:rsidR="00BE5EDD">
        <w:t>,</w:t>
      </w:r>
      <w:r w:rsidR="002F0B34">
        <w:t xml:space="preserve"> zwrócić </w:t>
      </w:r>
      <w:r w:rsidRPr="00A3492D">
        <w:t>się do Wykonawców o wyrażenie zgody na przedłużenie terminu związania Ofertą o wskazany przez niego okres.</w:t>
      </w:r>
    </w:p>
    <w:p w14:paraId="1C23C724" w14:textId="6C84687C" w:rsidR="00A3492D" w:rsidRPr="00A3492D" w:rsidRDefault="002F0B34" w:rsidP="00681BDE">
      <w:pPr>
        <w:pStyle w:val="Nagwek2"/>
        <w:keepNext w:val="0"/>
        <w:keepLines w:val="0"/>
      </w:pPr>
      <w:r>
        <w:t xml:space="preserve">W przypadku </w:t>
      </w:r>
      <w:r w:rsidR="00A3492D" w:rsidRPr="00A3492D">
        <w:t xml:space="preserve">gdy Zamawiający żądał wniesienia wadium, przedłużenie terminu związania Ofertą, o którym mowa w pkt 12.2 powyżej, następuje wraz z przedłużeniem okresu ważności wadium </w:t>
      </w:r>
      <w:proofErr w:type="gramStart"/>
      <w:r w:rsidR="00A3492D" w:rsidRPr="00A3492D">
        <w:t>albo,</w:t>
      </w:r>
      <w:proofErr w:type="gramEnd"/>
      <w:r w:rsidR="00A3492D" w:rsidRPr="00A3492D">
        <w:t xml:space="preserve"> jeżeli nie jest to możliwe, z wniesieniem nowego wadium na przedłużony okres związania Ofertą.</w:t>
      </w:r>
    </w:p>
    <w:p w14:paraId="239B7C6F" w14:textId="64C69763" w:rsidR="00A3492D" w:rsidRPr="00A3492D" w:rsidRDefault="00A3492D" w:rsidP="00681BDE">
      <w:pPr>
        <w:pStyle w:val="Nagwek2"/>
        <w:keepNext w:val="0"/>
        <w:keepLines w:val="0"/>
      </w:pPr>
      <w:r w:rsidRPr="00A3492D">
        <w:t>Oferta Wykonawcy, który nie zgodził się na przedłużenie terminu związania Ofertą</w:t>
      </w:r>
      <w:r w:rsidR="00BE5EDD">
        <w:t>,</w:t>
      </w:r>
      <w:r w:rsidRPr="00A3492D">
        <w:t xml:space="preserve"> podlega odrzuceniu z Postępowania na podstawie pkt 9.5.1 lit. j Procedury. </w:t>
      </w:r>
    </w:p>
    <w:p w14:paraId="1F016553" w14:textId="77777777" w:rsidR="00A3492D" w:rsidRPr="00A3492D" w:rsidRDefault="00A3492D" w:rsidP="00681BDE">
      <w:pPr>
        <w:pStyle w:val="Nagwek2"/>
        <w:keepNext w:val="0"/>
        <w:keepLines w:val="0"/>
      </w:pPr>
      <w:r w:rsidRPr="00A3492D">
        <w:t>Wykonawca może przedłużyć termin związania Ofertą z własnej inicjatywy.</w:t>
      </w:r>
    </w:p>
    <w:p w14:paraId="1398E112" w14:textId="77777777" w:rsidR="004119DA" w:rsidRDefault="004119DA" w:rsidP="00D87EDF">
      <w:pPr>
        <w:pStyle w:val="Nagwek1"/>
      </w:pPr>
      <w:r w:rsidRPr="004119DA">
        <w:t xml:space="preserve">INFORMACJE DOTYCZĄCE KRYTERIÓW OCENY OFERT </w:t>
      </w:r>
    </w:p>
    <w:p w14:paraId="6AFF20B1" w14:textId="77777777" w:rsidR="004119DA" w:rsidRPr="004119DA" w:rsidRDefault="004119DA" w:rsidP="00681BDE">
      <w:pPr>
        <w:pStyle w:val="Nagwek2"/>
        <w:keepNext w:val="0"/>
        <w:keepLines w:val="0"/>
      </w:pPr>
      <w:r w:rsidRPr="004119DA">
        <w:t xml:space="preserve">Oferta będzie oceniana według kryterium: </w:t>
      </w:r>
    </w:p>
    <w:p w14:paraId="58960622" w14:textId="77777777" w:rsidR="004119DA" w:rsidRDefault="004119DA" w:rsidP="00681BDE">
      <w:pPr>
        <w:pStyle w:val="Nagwek2"/>
        <w:keepNext w:val="0"/>
        <w:keepLines w:val="0"/>
        <w:numPr>
          <w:ilvl w:val="0"/>
          <w:numId w:val="0"/>
        </w:numPr>
        <w:ind w:left="1021"/>
      </w:pPr>
      <w:r>
        <w:t xml:space="preserve">„Cena netto” – waga 100% to jest 100 pkt </w:t>
      </w:r>
    </w:p>
    <w:p w14:paraId="0502D66B" w14:textId="77777777" w:rsidR="004119DA" w:rsidRPr="00F9374F" w:rsidRDefault="004119DA" w:rsidP="00681BDE">
      <w:pPr>
        <w:ind w:left="445" w:firstLine="576"/>
      </w:pPr>
      <w:r w:rsidRPr="00F9374F">
        <w:t>W kryterium „Cena netto” punkty zostaną przyznane zgodnie z poniższym wzorem:</w:t>
      </w:r>
    </w:p>
    <w:p w14:paraId="58E885CF" w14:textId="77777777" w:rsidR="004119DA" w:rsidRPr="00F9374F" w:rsidRDefault="004119DA" w:rsidP="00681BDE"/>
    <w:p w14:paraId="6B624637" w14:textId="77777777" w:rsidR="004119DA" w:rsidRPr="00F9374F" w:rsidRDefault="004119DA" w:rsidP="00681BDE">
      <w:pPr>
        <w:jc w:val="center"/>
        <w:rPr>
          <w:vertAlign w:val="subscript"/>
        </w:rPr>
      </w:pPr>
      <w:proofErr w:type="spellStart"/>
      <w:r w:rsidRPr="00F9374F">
        <w:t>C</w:t>
      </w:r>
      <w:r w:rsidRPr="00F9374F">
        <w:rPr>
          <w:vertAlign w:val="subscript"/>
        </w:rPr>
        <w:t>min</w:t>
      </w:r>
      <w:proofErr w:type="spellEnd"/>
    </w:p>
    <w:p w14:paraId="342C9B06" w14:textId="77777777" w:rsidR="004119DA" w:rsidRPr="00F9374F" w:rsidRDefault="004119DA" w:rsidP="00681BDE">
      <w:pPr>
        <w:jc w:val="center"/>
      </w:pPr>
      <w:r w:rsidRPr="00F9374F">
        <w:t>C = ---------------------- x 100 pkt</w:t>
      </w:r>
    </w:p>
    <w:p w14:paraId="2E441683" w14:textId="77777777" w:rsidR="004119DA" w:rsidRPr="00F9374F" w:rsidRDefault="004119DA" w:rsidP="00681BDE">
      <w:pPr>
        <w:jc w:val="center"/>
      </w:pPr>
      <w:r w:rsidRPr="00F9374F">
        <w:t>C</w:t>
      </w:r>
      <w:r w:rsidRPr="00F9374F">
        <w:rPr>
          <w:vertAlign w:val="subscript"/>
        </w:rPr>
        <w:t>o</w:t>
      </w:r>
    </w:p>
    <w:p w14:paraId="0520778F" w14:textId="77777777" w:rsidR="004119DA" w:rsidRPr="00F9374F" w:rsidRDefault="004119DA" w:rsidP="00681BDE">
      <w:pPr>
        <w:jc w:val="center"/>
        <w:rPr>
          <w:b/>
        </w:rPr>
      </w:pPr>
    </w:p>
    <w:p w14:paraId="499765DE" w14:textId="77777777" w:rsidR="004119DA" w:rsidRPr="00F9374F" w:rsidRDefault="004119DA" w:rsidP="00681BDE">
      <w:pPr>
        <w:pStyle w:val="Nagwek2"/>
        <w:keepNext w:val="0"/>
        <w:keepLines w:val="0"/>
        <w:numPr>
          <w:ilvl w:val="0"/>
          <w:numId w:val="0"/>
        </w:numPr>
        <w:ind w:left="1021"/>
      </w:pPr>
      <w:r w:rsidRPr="00F9374F">
        <w:rPr>
          <w:b/>
        </w:rPr>
        <w:t>C</w:t>
      </w:r>
      <w:r w:rsidRPr="00F9374F">
        <w:t xml:space="preserve"> – liczba punktów przyznana Ofercie ocenianej w kryterium „Cena netto”</w:t>
      </w:r>
    </w:p>
    <w:p w14:paraId="502BC2F9" w14:textId="77777777" w:rsidR="004119DA" w:rsidRPr="00F9374F" w:rsidRDefault="004119DA" w:rsidP="00681BDE">
      <w:pPr>
        <w:pStyle w:val="Nagwek2"/>
        <w:keepNext w:val="0"/>
        <w:keepLines w:val="0"/>
        <w:numPr>
          <w:ilvl w:val="0"/>
          <w:numId w:val="0"/>
        </w:numPr>
        <w:ind w:left="1021"/>
      </w:pPr>
      <w:proofErr w:type="spellStart"/>
      <w:r w:rsidRPr="00F9374F">
        <w:rPr>
          <w:b/>
        </w:rPr>
        <w:t>C</w:t>
      </w:r>
      <w:r w:rsidRPr="00F9374F">
        <w:rPr>
          <w:b/>
          <w:vertAlign w:val="subscript"/>
        </w:rPr>
        <w:t>min</w:t>
      </w:r>
      <w:proofErr w:type="spellEnd"/>
      <w:r w:rsidRPr="00F9374F">
        <w:t xml:space="preserve"> – najniższa z zaoferowanych przez Wykonawców cen netto</w:t>
      </w:r>
    </w:p>
    <w:p w14:paraId="39E3B5AE" w14:textId="77777777" w:rsidR="004119DA" w:rsidRPr="00F9374F" w:rsidRDefault="004119DA" w:rsidP="00681BDE">
      <w:pPr>
        <w:pStyle w:val="Nagwek2"/>
        <w:keepNext w:val="0"/>
        <w:keepLines w:val="0"/>
        <w:numPr>
          <w:ilvl w:val="0"/>
          <w:numId w:val="0"/>
        </w:numPr>
        <w:ind w:left="1021"/>
      </w:pPr>
      <w:r w:rsidRPr="00F9374F">
        <w:rPr>
          <w:b/>
        </w:rPr>
        <w:t>C</w:t>
      </w:r>
      <w:r w:rsidRPr="00F9374F">
        <w:rPr>
          <w:b/>
          <w:vertAlign w:val="subscript"/>
        </w:rPr>
        <w:t>o</w:t>
      </w:r>
      <w:r w:rsidRPr="00F9374F">
        <w:t xml:space="preserve"> – cena netto zaoferowana przez Wykonawcę, dla którego wynik jest obliczany </w:t>
      </w:r>
    </w:p>
    <w:p w14:paraId="6FBDAB46" w14:textId="77777777" w:rsidR="004119DA" w:rsidRPr="00F9374F" w:rsidRDefault="004119DA" w:rsidP="00681BDE">
      <w:pPr>
        <w:pStyle w:val="Nagwek2"/>
        <w:keepNext w:val="0"/>
        <w:keepLines w:val="0"/>
        <w:numPr>
          <w:ilvl w:val="0"/>
          <w:numId w:val="0"/>
        </w:numPr>
        <w:ind w:left="1021"/>
      </w:pPr>
      <w:r w:rsidRPr="00F9374F">
        <w:rPr>
          <w:b/>
        </w:rPr>
        <w:t>100 pkt</w:t>
      </w:r>
      <w:r w:rsidRPr="00F9374F">
        <w:t xml:space="preserve"> – maksymalna liczba punktów do uzyskania w kryterium „Cena netto”</w:t>
      </w:r>
    </w:p>
    <w:p w14:paraId="47C78033" w14:textId="77742B8E" w:rsidR="004119DA" w:rsidRPr="004119DA" w:rsidRDefault="004119DA" w:rsidP="00681BDE">
      <w:pPr>
        <w:pStyle w:val="Nagwek2"/>
        <w:keepNext w:val="0"/>
        <w:keepLines w:val="0"/>
      </w:pPr>
      <w:r w:rsidRPr="00F9374F">
        <w:t>Za najkorzystniejszą zostanie uznana Oferta, która uzyska najwyższą liczbę punktów na podstawie kryterium oceny Ofert</w:t>
      </w:r>
      <w:r w:rsidRPr="004119DA">
        <w:t>.</w:t>
      </w:r>
    </w:p>
    <w:p w14:paraId="4B8E1239" w14:textId="77777777" w:rsidR="004119DA" w:rsidRPr="004119DA" w:rsidRDefault="004119DA" w:rsidP="00681BDE">
      <w:pPr>
        <w:pStyle w:val="Nagwek2"/>
        <w:keepNext w:val="0"/>
        <w:keepLines w:val="0"/>
      </w:pPr>
      <w:r w:rsidRPr="004119DA">
        <w:t>Wszystkie obliczenia będą dokonywane z dokładnością do dwóch miejsc po przecinku.</w:t>
      </w:r>
    </w:p>
    <w:p w14:paraId="245DEB8D" w14:textId="77777777" w:rsidR="004119DA" w:rsidRPr="004119DA" w:rsidRDefault="004119DA" w:rsidP="00681BDE">
      <w:pPr>
        <w:pStyle w:val="Nagwek2"/>
        <w:keepNext w:val="0"/>
        <w:keepLines w:val="0"/>
      </w:pPr>
      <w:r w:rsidRPr="004119DA">
        <w:t>W toku badania i oceny Ofert Zamawiający może żądać od Wykonawców wyjaśnień dotyczących treści złożonych Ofert.</w:t>
      </w:r>
    </w:p>
    <w:p w14:paraId="422247B4" w14:textId="3150483D" w:rsidR="004119DA" w:rsidRDefault="00586499" w:rsidP="00681BDE">
      <w:pPr>
        <w:pStyle w:val="Nagwek2"/>
        <w:keepNext w:val="0"/>
        <w:keepLines w:val="0"/>
      </w:pPr>
      <w:r w:rsidRPr="000D1ABF">
        <w:rPr>
          <w:rFonts w:asciiTheme="minorHAnsi" w:hAnsiTheme="minorHAnsi" w:cstheme="minorHAnsi"/>
        </w:rPr>
        <w:t>Jeżeli nie można dokonać wyboru najkorzystniejszej Oferty</w:t>
      </w:r>
      <w:r>
        <w:rPr>
          <w:rFonts w:asciiTheme="minorHAnsi" w:hAnsiTheme="minorHAnsi" w:cstheme="minorHAnsi"/>
        </w:rPr>
        <w:t xml:space="preserve"> z uwagi na złożenie Ofert z taką samą ceną</w:t>
      </w:r>
      <w:r w:rsidRPr="000D1ABF">
        <w:rPr>
          <w:rFonts w:asciiTheme="minorHAnsi" w:hAnsiTheme="minorHAnsi" w:cstheme="minorHAnsi"/>
        </w:rPr>
        <w:t>, a jedynym kryterium oceny Ofert jest cena, Zamawiający wezwie Wykonawców, którzy złożyli te Oferty</w:t>
      </w:r>
      <w:r>
        <w:rPr>
          <w:rFonts w:asciiTheme="minorHAnsi" w:hAnsiTheme="minorHAnsi" w:cstheme="minorHAnsi"/>
        </w:rPr>
        <w:t>,</w:t>
      </w:r>
      <w:r w:rsidRPr="000D1ABF">
        <w:rPr>
          <w:rFonts w:asciiTheme="minorHAnsi" w:hAnsiTheme="minorHAnsi" w:cstheme="minorHAnsi"/>
        </w:rPr>
        <w:t xml:space="preserve"> do złożenia w wyznaczonym terminie Ofert </w:t>
      </w:r>
      <w:r w:rsidRPr="000D1ABF">
        <w:rPr>
          <w:rFonts w:asciiTheme="minorHAnsi" w:hAnsiTheme="minorHAnsi" w:cstheme="minorHAnsi"/>
        </w:rPr>
        <w:lastRenderedPageBreak/>
        <w:t>dodatkowych. Wykonawcy</w:t>
      </w:r>
      <w:r>
        <w:rPr>
          <w:rFonts w:asciiTheme="minorHAnsi" w:hAnsiTheme="minorHAnsi" w:cstheme="minorHAnsi"/>
        </w:rPr>
        <w:t>,</w:t>
      </w:r>
      <w:r w:rsidRPr="000D1ABF">
        <w:rPr>
          <w:rFonts w:asciiTheme="minorHAnsi" w:hAnsiTheme="minorHAnsi" w:cstheme="minorHAnsi"/>
        </w:rPr>
        <w:t xml:space="preserve"> składając </w:t>
      </w:r>
      <w:r>
        <w:rPr>
          <w:rFonts w:asciiTheme="minorHAnsi" w:hAnsiTheme="minorHAnsi" w:cstheme="minorHAnsi"/>
        </w:rPr>
        <w:t>O</w:t>
      </w:r>
      <w:r w:rsidRPr="000D1ABF">
        <w:rPr>
          <w:rFonts w:asciiTheme="minorHAnsi" w:hAnsiTheme="minorHAnsi" w:cstheme="minorHAnsi"/>
        </w:rPr>
        <w:t xml:space="preserve">ferty dodatkowe, nie mogą zaoferować cen wyższych niż zaoferowane w </w:t>
      </w:r>
      <w:r>
        <w:rPr>
          <w:rFonts w:asciiTheme="minorHAnsi" w:hAnsiTheme="minorHAnsi" w:cstheme="minorHAnsi"/>
        </w:rPr>
        <w:t>poprzedniej rundzie Postępowania</w:t>
      </w:r>
      <w:r w:rsidRPr="000D1ABF">
        <w:rPr>
          <w:rFonts w:asciiTheme="minorHAnsi" w:hAnsiTheme="minorHAnsi" w:cstheme="minorHAnsi"/>
        </w:rPr>
        <w:t>.</w:t>
      </w:r>
    </w:p>
    <w:p w14:paraId="7C76A7BC" w14:textId="3B1D7464" w:rsidR="009470A3" w:rsidRPr="009470A3" w:rsidRDefault="009470A3" w:rsidP="009470A3">
      <w:pPr>
        <w:ind w:left="993" w:hanging="993"/>
        <w:rPr>
          <w:rFonts w:ascii="Verdana" w:eastAsiaTheme="majorEastAsia" w:hAnsi="Verdana" w:cstheme="majorBidi"/>
          <w:color w:val="000000" w:themeColor="text1"/>
          <w:szCs w:val="26"/>
        </w:rPr>
      </w:pPr>
    </w:p>
    <w:p w14:paraId="3825A92C" w14:textId="77777777" w:rsidR="004119DA" w:rsidRPr="00F927AE" w:rsidRDefault="004119DA" w:rsidP="00D87EDF">
      <w:pPr>
        <w:pStyle w:val="Nagwek1"/>
      </w:pPr>
      <w:r w:rsidRPr="00F927AE">
        <w:t xml:space="preserve">AUKCJA ELEKTRONICZNA </w:t>
      </w:r>
    </w:p>
    <w:p w14:paraId="17D7BC3A" w14:textId="63B04D99" w:rsidR="004119DA" w:rsidRPr="00F927AE" w:rsidRDefault="004119DA" w:rsidP="00681BDE">
      <w:pPr>
        <w:pStyle w:val="Nagwek2"/>
        <w:keepNext w:val="0"/>
        <w:keepLines w:val="0"/>
      </w:pPr>
      <w:r w:rsidRPr="00F927AE">
        <w:t xml:space="preserve">Zamawiający nie przewiduje dokonania wyboru Oferty najkorzystniejszej Oferty z zastosowaniem aukcji elektronicznej. </w:t>
      </w:r>
    </w:p>
    <w:p w14:paraId="32AFB811" w14:textId="77777777" w:rsidR="008C65DD" w:rsidRDefault="008C65DD" w:rsidP="00D87EDF">
      <w:pPr>
        <w:pStyle w:val="Nagwek1"/>
      </w:pPr>
      <w:r w:rsidRPr="00F927AE">
        <w:t>ZABEZPIECZENIE</w:t>
      </w:r>
      <w:r w:rsidRPr="008C65DD">
        <w:t xml:space="preserve"> NALEŻYTEGO WYKONANIA UMOWY</w:t>
      </w:r>
    </w:p>
    <w:p w14:paraId="1A353DF1" w14:textId="59C5C9FD" w:rsidR="008C65DD" w:rsidRPr="008C65DD" w:rsidRDefault="00F927AE" w:rsidP="00681BDE">
      <w:pPr>
        <w:pStyle w:val="Nagwek2"/>
        <w:keepNext w:val="0"/>
        <w:keepLines w:val="0"/>
      </w:pPr>
      <w:r w:rsidRPr="008C65DD">
        <w:t xml:space="preserve">Zamawiający </w:t>
      </w:r>
      <w:r w:rsidRPr="00AD783B">
        <w:rPr>
          <w:b/>
        </w:rPr>
        <w:t>wymaga wniesienia</w:t>
      </w:r>
      <w:r w:rsidRPr="008C65DD">
        <w:t xml:space="preserve"> zabezpieczenia należytego wykonania Umowy (dalej: „Zabezpieczenie”) w </w:t>
      </w:r>
      <w:r w:rsidRPr="00997E7F">
        <w:t>wysokości</w:t>
      </w:r>
      <w:r>
        <w:t xml:space="preserve"> 5%</w:t>
      </w:r>
      <w:r w:rsidRPr="008C65DD">
        <w:t xml:space="preserve"> ceny całkowitej brutto podanej w Ofercie</w:t>
      </w:r>
      <w:r w:rsidR="00F9374F">
        <w:t>.</w:t>
      </w:r>
    </w:p>
    <w:p w14:paraId="0D9EB499" w14:textId="77777777" w:rsidR="008C65DD" w:rsidRPr="008C65DD" w:rsidRDefault="008C65DD" w:rsidP="00681BDE">
      <w:pPr>
        <w:pStyle w:val="Nagwek2"/>
        <w:keepNext w:val="0"/>
        <w:keepLines w:val="0"/>
      </w:pPr>
      <w:r w:rsidRPr="008C65DD">
        <w:t>Zabezpieczenie musi być wniesione w całości przed zawarciem Umowy.</w:t>
      </w:r>
    </w:p>
    <w:p w14:paraId="1C830BCE" w14:textId="77777777" w:rsidR="008C65DD" w:rsidRPr="008C65DD" w:rsidRDefault="008C65DD" w:rsidP="00681BDE">
      <w:pPr>
        <w:pStyle w:val="Nagwek2"/>
        <w:keepNext w:val="0"/>
        <w:keepLines w:val="0"/>
      </w:pPr>
      <w:r w:rsidRPr="008C65DD">
        <w:t>Zabezpieczenie może być wniesione w formie: pieniądza, gwarancji bankowej, gwarancji ubezpieczeniowej, poręczenia.</w:t>
      </w:r>
    </w:p>
    <w:p w14:paraId="57C3DE5A" w14:textId="018D0035" w:rsidR="00F927AE" w:rsidRDefault="008C65DD" w:rsidP="00681BDE">
      <w:pPr>
        <w:pStyle w:val="Nagwek2"/>
        <w:keepNext w:val="0"/>
        <w:keepLines w:val="0"/>
      </w:pPr>
      <w:r w:rsidRPr="008C65DD">
        <w:t>Zabezpieczenie</w:t>
      </w:r>
      <w:r w:rsidR="002F0B34">
        <w:t xml:space="preserve"> </w:t>
      </w:r>
      <w:r w:rsidRPr="008C65DD">
        <w:t xml:space="preserve">w </w:t>
      </w:r>
      <w:r w:rsidRPr="00997E7F">
        <w:t xml:space="preserve">formie pieniądza Wykonawca wpłaca przelewem na rachunek bankowy Zamawiającego: </w:t>
      </w:r>
    </w:p>
    <w:p w14:paraId="6862C855" w14:textId="5076ED85" w:rsidR="00F927AE" w:rsidRDefault="00F927AE" w:rsidP="00F927AE">
      <w:pPr>
        <w:pStyle w:val="Nagwek2"/>
        <w:numPr>
          <w:ilvl w:val="0"/>
          <w:numId w:val="0"/>
        </w:numPr>
        <w:spacing w:before="0" w:after="0"/>
        <w:ind w:left="993"/>
      </w:pPr>
      <w:r>
        <w:t>Bank Polska Kasa Opieki S</w:t>
      </w:r>
      <w:r w:rsidR="004D25B7">
        <w:t>.</w:t>
      </w:r>
      <w:r>
        <w:t>A</w:t>
      </w:r>
      <w:r w:rsidR="004D25B7">
        <w:t>.</w:t>
      </w:r>
    </w:p>
    <w:p w14:paraId="30AC52BA" w14:textId="77777777" w:rsidR="00F927AE" w:rsidRDefault="00F927AE" w:rsidP="00F927AE">
      <w:pPr>
        <w:pStyle w:val="Nagwek2"/>
        <w:numPr>
          <w:ilvl w:val="0"/>
          <w:numId w:val="0"/>
        </w:numPr>
        <w:spacing w:before="0" w:after="0"/>
        <w:ind w:left="993"/>
      </w:pPr>
      <w:r>
        <w:t>ul. Grzybowska 53/57</w:t>
      </w:r>
    </w:p>
    <w:p w14:paraId="5DEE67FC" w14:textId="77777777" w:rsidR="00F927AE" w:rsidRDefault="00F927AE" w:rsidP="00F927AE">
      <w:pPr>
        <w:pStyle w:val="Nagwek2"/>
        <w:numPr>
          <w:ilvl w:val="0"/>
          <w:numId w:val="0"/>
        </w:numPr>
        <w:spacing w:before="0" w:after="0"/>
        <w:ind w:left="993"/>
      </w:pPr>
      <w:r>
        <w:t>00 – 950 Warszawa</w:t>
      </w:r>
    </w:p>
    <w:p w14:paraId="55BE6D2F" w14:textId="1E181427" w:rsidR="00F927AE" w:rsidRDefault="00F927AE" w:rsidP="00F927AE">
      <w:pPr>
        <w:pStyle w:val="Nagwek2"/>
        <w:keepNext w:val="0"/>
        <w:keepLines w:val="0"/>
        <w:numPr>
          <w:ilvl w:val="0"/>
          <w:numId w:val="0"/>
        </w:numPr>
        <w:spacing w:before="0" w:after="0"/>
        <w:ind w:left="1021"/>
      </w:pPr>
      <w:r>
        <w:t>Nr konta bankowego: 08 1240 6292 1111 0010 7149 3980</w:t>
      </w:r>
    </w:p>
    <w:p w14:paraId="6A68967B" w14:textId="16F9AD40" w:rsidR="008C65DD" w:rsidRPr="008C65DD" w:rsidRDefault="008C65DD" w:rsidP="00F927AE">
      <w:pPr>
        <w:pStyle w:val="Nagwek2"/>
        <w:keepNext w:val="0"/>
        <w:keepLines w:val="0"/>
        <w:numPr>
          <w:ilvl w:val="0"/>
          <w:numId w:val="0"/>
        </w:numPr>
        <w:ind w:left="1021"/>
      </w:pPr>
      <w:r w:rsidRPr="00997E7F">
        <w:t xml:space="preserve">z dopiskiem: „Zabezpieczenie należytego wykonania umowy </w:t>
      </w:r>
      <w:r w:rsidR="00E644ED">
        <w:t>do postępowania zakupow</w:t>
      </w:r>
      <w:r w:rsidR="00322B5B">
        <w:t>e</w:t>
      </w:r>
      <w:r w:rsidR="00E644ED">
        <w:t xml:space="preserve">go </w:t>
      </w:r>
      <w:r w:rsidRPr="00997E7F">
        <w:t xml:space="preserve">nr </w:t>
      </w:r>
      <w:r w:rsidR="00F927AE">
        <w:t>POST/PGE/PGE/DZ/00296/2025</w:t>
      </w:r>
      <w:r w:rsidR="00322B5B">
        <w:t>”</w:t>
      </w:r>
    </w:p>
    <w:p w14:paraId="4961D2D0" w14:textId="77777777" w:rsidR="008C65DD" w:rsidRPr="008C65DD" w:rsidRDefault="008C65DD" w:rsidP="00681BDE">
      <w:pPr>
        <w:pStyle w:val="Nagwek2"/>
        <w:keepNext w:val="0"/>
        <w:keepLines w:val="0"/>
      </w:pPr>
      <w:r w:rsidRPr="008C65DD">
        <w:t>Zabezpieczenie wnoszone w formie gwarancji bankowej lub gwarancji ubezpieczeniowej lub poręczenia powinno zawierać nieodwołalne i bezwarunkowe zobowiązanie wypłaty kwoty określonej w gwarancji lub poręczeniu na pierwsze pisemne żądanie Zamawiającego.</w:t>
      </w:r>
    </w:p>
    <w:p w14:paraId="48E13F24" w14:textId="023F0D3F" w:rsidR="008C65DD" w:rsidRPr="008C65DD" w:rsidRDefault="008C65DD" w:rsidP="00681BDE">
      <w:pPr>
        <w:pStyle w:val="Nagwek2"/>
        <w:keepNext w:val="0"/>
        <w:keepLines w:val="0"/>
      </w:pPr>
      <w:r w:rsidRPr="008C65DD">
        <w:t>W przypadku wnoszenia Zabezpieczenia w formie gwarancji bankowej lub gwarancji ubezpieczeniowej lub poręc</w:t>
      </w:r>
      <w:r w:rsidR="002F0B34">
        <w:t xml:space="preserve">zenia, adresatem (uprawnionym) </w:t>
      </w:r>
      <w:r w:rsidRPr="008C65DD">
        <w:t>dokumentu winien być Zamawiający, a z jego treści musi w szczególności jednoznaczni</w:t>
      </w:r>
      <w:r w:rsidR="002F0B34">
        <w:t xml:space="preserve">e wynikać zobowiązanie gwaranta </w:t>
      </w:r>
      <w:r w:rsidRPr="008C65DD">
        <w:t>(tj. banku lub ubezpieczyciela lub poręczyciela) do zapłaty całej kwoty Zabezpieczenia nieodwołanie i bezwarunkowo na pierwsze żądanie Zamawiającego, a także postanowienie, iż gwarancja podlega prawu polskiemu i wszelkie spory związane z gwarancją będą rozstrzygane w oparciu o prawo polskie przez sąd właściwy miejscowo dla Zamawiającego.</w:t>
      </w:r>
    </w:p>
    <w:p w14:paraId="04403028" w14:textId="77777777" w:rsidR="008C65DD" w:rsidRPr="008C65DD" w:rsidRDefault="008C65DD" w:rsidP="00681BDE">
      <w:pPr>
        <w:pStyle w:val="Nagwek2"/>
        <w:keepNext w:val="0"/>
        <w:keepLines w:val="0"/>
      </w:pPr>
      <w:r w:rsidRPr="008C65DD">
        <w:t>Oryginał dokumentu potwierdzającego wniesienie Zabezpieczenia w formie niepieniężnej musi być dostarczony do Zamawiającego przed zawarciem Umowy.</w:t>
      </w:r>
    </w:p>
    <w:p w14:paraId="2D842D79" w14:textId="77777777" w:rsidR="008C65DD" w:rsidRPr="008C65DD" w:rsidRDefault="008C65DD" w:rsidP="00681BDE">
      <w:pPr>
        <w:pStyle w:val="Nagwek2"/>
        <w:keepNext w:val="0"/>
        <w:keepLines w:val="0"/>
      </w:pPr>
      <w:r w:rsidRPr="008C65DD">
        <w:t>Zasady zwrotu Zabezpieczenia określa Projekt Umowy.</w:t>
      </w:r>
    </w:p>
    <w:p w14:paraId="42D1449D" w14:textId="77777777" w:rsidR="008C65DD" w:rsidRDefault="008C65DD" w:rsidP="00D87EDF">
      <w:pPr>
        <w:pStyle w:val="Nagwek1"/>
      </w:pPr>
      <w:r w:rsidRPr="008C65DD">
        <w:t>INFORMACJE DOTYCZĄCE ZAWARCIA UMOWY</w:t>
      </w:r>
    </w:p>
    <w:p w14:paraId="714203B7" w14:textId="41DF4EFF" w:rsidR="008C65DD" w:rsidRDefault="008C65DD" w:rsidP="00681BDE">
      <w:pPr>
        <w:pStyle w:val="Nagwek2"/>
        <w:keepNext w:val="0"/>
        <w:keepLines w:val="0"/>
      </w:pPr>
      <w:r w:rsidRPr="008C65DD">
        <w:t>Z Wykonawcą, którego Oferta ostateczna zostanie wybrana jako Oferta najkorzystniejsza, zostanie zawarta przez Zamawiającego Umowa, zgodnie z projektowanymi postanowieniami umo</w:t>
      </w:r>
      <w:r w:rsidR="00364DCA">
        <w:t>wy wskazanymi w SWZ.</w:t>
      </w:r>
    </w:p>
    <w:p w14:paraId="4DAF6140" w14:textId="50DB0D4F" w:rsidR="00364DCA" w:rsidRPr="00364DCA" w:rsidRDefault="00364DCA" w:rsidP="00364DCA">
      <w:pPr>
        <w:pStyle w:val="Nagwek2"/>
      </w:pPr>
      <w:r w:rsidRPr="00364DCA">
        <w:lastRenderedPageBreak/>
        <w:t xml:space="preserve">Uwaga! Wykonawca, o którym mowa w pkt </w:t>
      </w:r>
      <w:r w:rsidRPr="00364DCA">
        <w:fldChar w:fldCharType="begin"/>
      </w:r>
      <w:r w:rsidRPr="00364DCA">
        <w:instrText xml:space="preserve"> REF _Ref92804001 \r \h  \* MERGEFORMAT </w:instrText>
      </w:r>
      <w:r w:rsidRPr="00364DCA">
        <w:fldChar w:fldCharType="separate"/>
      </w:r>
      <w:r w:rsidRPr="00364DCA">
        <w:t>16.1</w:t>
      </w:r>
      <w:r w:rsidRPr="00364DCA">
        <w:fldChar w:fldCharType="end"/>
      </w:r>
      <w:r w:rsidRPr="00364DCA">
        <w:t xml:space="preserve"> SWZ, zobowiązany będzie przed zawarciem Umowy do złożenia, na wezwanie Zamawiającego, zaświadczenia właściwego naczelnika urzędu skarbowego wystawionego nie wcześniej niż 3 miesiące przed jego złożeniem, potwierdzającego, że Wykonawca nie zalega z opłacaniem podatków i opłat.</w:t>
      </w:r>
    </w:p>
    <w:p w14:paraId="5C32C577" w14:textId="77777777" w:rsidR="00364DCA" w:rsidRPr="00DF3E44" w:rsidRDefault="00364DCA" w:rsidP="00364DCA">
      <w:pPr>
        <w:spacing w:before="120" w:after="120" w:line="276" w:lineRule="auto"/>
        <w:ind w:left="993"/>
        <w:jc w:val="both"/>
        <w:rPr>
          <w:rFonts w:cstheme="minorHAnsi"/>
          <w:highlight w:val="green"/>
        </w:rPr>
      </w:pPr>
      <w:r w:rsidRPr="00DF3E44">
        <w:rPr>
          <w:rFonts w:cstheme="minorHAnsi"/>
        </w:rPr>
        <w:t>W przypadku niezłożenia przez Wykonawcę ww. dokumentu w wyznaczonym przez Zamawiającego terminie lub gdy złożony dokument będzie nieprawidłowy pod względem formalno-prawnym, Zamawiający wezwie Wykonawcę do uzupełnienia dokumentu. Jeżeli w odpowiedzi na wezwanie, o którym mowa w zdaniu poprzedzającym, Wykonawca nie złoży prawidłowego dokumentu, zostanie on wykluczony z Postępowania – w takiej sytuacji Zamawiający zastrzega sobie prawo do wyboru najkorzystniejszej Oferty spośród pozostałych Ofert albo do unieważnienia Postępowania.</w:t>
      </w:r>
    </w:p>
    <w:p w14:paraId="22CE51AE" w14:textId="77777777" w:rsidR="00364DCA" w:rsidRPr="00DF3E44" w:rsidRDefault="00364DCA" w:rsidP="00364DCA">
      <w:pPr>
        <w:spacing w:before="120" w:after="120" w:line="276" w:lineRule="auto"/>
        <w:ind w:left="993"/>
        <w:jc w:val="both"/>
        <w:rPr>
          <w:rFonts w:cstheme="minorHAnsi"/>
        </w:rPr>
      </w:pPr>
      <w:r w:rsidRPr="00081094">
        <w:rPr>
          <w:rFonts w:cstheme="minorHAnsi"/>
        </w:rPr>
        <w:t>W przypadku Wykonawców wspólnie ubiegających się o Zamówienie, przedmiotowe zaświadczenie składa każdy z tych Wykonawców.</w:t>
      </w:r>
    </w:p>
    <w:p w14:paraId="23D1A56C" w14:textId="77777777" w:rsidR="00364DCA" w:rsidRPr="00364DCA" w:rsidRDefault="00364DCA" w:rsidP="00364DCA"/>
    <w:p w14:paraId="0C9564AA" w14:textId="77777777" w:rsidR="008C65DD" w:rsidRDefault="008C65DD" w:rsidP="00D87EDF">
      <w:pPr>
        <w:pStyle w:val="Nagwek1"/>
      </w:pPr>
      <w:r w:rsidRPr="008C65DD">
        <w:t>DODATKOWE INFORMACJE</w:t>
      </w:r>
    </w:p>
    <w:p w14:paraId="5A4397DC" w14:textId="47C8FAC4" w:rsidR="008C65DD" w:rsidRPr="00371056" w:rsidRDefault="008C65DD" w:rsidP="00681BDE">
      <w:pPr>
        <w:pStyle w:val="Nagwek2"/>
        <w:keepNext w:val="0"/>
        <w:keepLines w:val="0"/>
      </w:pPr>
      <w:r w:rsidRPr="00371056">
        <w:t>Wybór Oferty najkorzystniejszej nie oznacza zaciągnięcia zobowiązania p</w:t>
      </w:r>
      <w:r w:rsidR="002E3B61">
        <w:t>rzez Zamawiającego do zawarcia U</w:t>
      </w:r>
      <w:r w:rsidRPr="00371056">
        <w:t>mowy z Wykonawcą.</w:t>
      </w:r>
    </w:p>
    <w:p w14:paraId="6E25C569" w14:textId="77777777" w:rsidR="008C65DD" w:rsidRPr="008C65DD" w:rsidRDefault="008C65DD" w:rsidP="00681BDE">
      <w:pPr>
        <w:pStyle w:val="Nagwek2"/>
        <w:keepNext w:val="0"/>
        <w:keepLines w:val="0"/>
      </w:pPr>
      <w:r w:rsidRPr="008C65DD">
        <w:t>W przypadku, gdy Wykonawca, którego Oferta została wybrana jako najkorzystniejsza, uchyla się od zawarcia Umowy, Zamawiający może wybrać najkorzystniejszą Ofertę spośród pozostałych Ofert, chyba że zachodzą przesłanki unieważnienia Postępowania.</w:t>
      </w:r>
    </w:p>
    <w:p w14:paraId="3A133BF7" w14:textId="77777777" w:rsidR="008C65DD" w:rsidRPr="008C65DD" w:rsidRDefault="008C65DD" w:rsidP="00681BDE">
      <w:pPr>
        <w:pStyle w:val="Nagwek2"/>
        <w:keepNext w:val="0"/>
        <w:keepLines w:val="0"/>
      </w:pPr>
      <w:r w:rsidRPr="008C65DD">
        <w:t>Zamawiający zastrzega sobie prawo unieważnienia Postępowania bez podania przyczyny. Zamawiający nie ponosi żadnej odpowiedzialności w przypadku wystąpienia powyższego zdarzenia.</w:t>
      </w:r>
    </w:p>
    <w:p w14:paraId="0EF03F16" w14:textId="75C143B3" w:rsidR="008C65DD" w:rsidRPr="008C65DD" w:rsidRDefault="008C65DD" w:rsidP="00681BDE">
      <w:pPr>
        <w:pStyle w:val="Nagwek2"/>
        <w:keepNext w:val="0"/>
        <w:keepLines w:val="0"/>
      </w:pPr>
      <w:r w:rsidRPr="008C65DD">
        <w:t>W przypadku następczego podpisywania przez Spółki należące do Grupy Kapitałowej PGE umów z wybranym Wykonawcą na świadczenie usług tożsamych z przedmiotem Umowy, Wykonawca zobowiązany jest się do nie stosowania wobec spółek Grupy Kapitałowej PGE stawek opłat oraz warunków współpracy mniej</w:t>
      </w:r>
      <w:r w:rsidR="00D53C50">
        <w:t xml:space="preserve"> korzystnych, niż wynikające z </w:t>
      </w:r>
      <w:r w:rsidRPr="008C65DD">
        <w:t>Umowy. Wykonawca wyraża zgodę na udostępnienie treści Umowy spółkom Grupy Kapitałowej PGE.</w:t>
      </w:r>
    </w:p>
    <w:p w14:paraId="31B0E5FE" w14:textId="77777777" w:rsidR="008C65DD" w:rsidRPr="008C65DD" w:rsidRDefault="008C65DD" w:rsidP="00681BDE">
      <w:pPr>
        <w:pStyle w:val="Nagwek2"/>
        <w:keepNext w:val="0"/>
        <w:keepLines w:val="0"/>
      </w:pPr>
      <w:r w:rsidRPr="008C65DD">
        <w:t>Spółki należące do Grupy Kapitałowej PGE stosują mechanizm podzielonej płatności wprowadzony nowelizacją ustawy o podatku od towarów i usług (VAT) z dnia 15 grudnia 2017 r.</w:t>
      </w:r>
    </w:p>
    <w:p w14:paraId="6A74012F" w14:textId="6F0D64BE" w:rsidR="008C65DD" w:rsidRPr="008C65DD" w:rsidRDefault="008C65DD" w:rsidP="00681BDE">
      <w:pPr>
        <w:pStyle w:val="Nagwek2"/>
        <w:keepNext w:val="0"/>
        <w:keepLines w:val="0"/>
      </w:pPr>
      <w:r w:rsidRPr="008C65DD">
        <w:t xml:space="preserve">W </w:t>
      </w:r>
      <w:proofErr w:type="gramStart"/>
      <w:r w:rsidRPr="008C65DD">
        <w:t>przypadku</w:t>
      </w:r>
      <w:proofErr w:type="gramEnd"/>
      <w:r w:rsidRPr="008C65DD">
        <w:t xml:space="preserve"> kiedy w związku z wykonaniem Umowy zakupowej Wykonawca będzie przetwarzał dane osobowe na rzecz Zamawiającego na podstawie Umowy powierzenia przetwarzania danych osobowych, Zamawiający wezwie Wykonawcę, którego Oferta została najwyżej oceniona do złożenia wyznaczonym terminie ankiety w zakresie gwarancji bezpieczeństwa przetwarzania danych osobowych. </w:t>
      </w:r>
    </w:p>
    <w:p w14:paraId="7F5E65F3" w14:textId="632432FD" w:rsidR="008C65DD" w:rsidRPr="008C65DD" w:rsidRDefault="008C65DD" w:rsidP="00681BDE">
      <w:pPr>
        <w:pStyle w:val="Nagwek2"/>
        <w:keepNext w:val="0"/>
        <w:keepLines w:val="0"/>
      </w:pPr>
      <w:r w:rsidRPr="008C65DD">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w:t>
      </w:r>
      <w:r w:rsidR="00197830">
        <w:t>pkt</w:t>
      </w:r>
      <w:r w:rsidRPr="008C65DD">
        <w:t xml:space="preserve"> 9.5.1. lit. n. Procedury. W takiej sytuacji</w:t>
      </w:r>
      <w:r w:rsidRPr="008C65DD">
        <w:rPr>
          <w:rFonts w:eastAsia="Times New Roman" w:cstheme="minorHAnsi"/>
          <w:color w:val="auto"/>
          <w:lang w:eastAsia="zh-CN"/>
        </w:rPr>
        <w:t xml:space="preserve"> </w:t>
      </w:r>
      <w:r w:rsidR="004226D4">
        <w:t>Zamawiający może wybrać n</w:t>
      </w:r>
      <w:r w:rsidRPr="008C65DD">
        <w:t>ajkorzystniejszą Ofertę spośród pozostałych Ofert.</w:t>
      </w:r>
    </w:p>
    <w:p w14:paraId="637A2179" w14:textId="77777777" w:rsidR="008C65DD" w:rsidRDefault="008C65DD" w:rsidP="00D87EDF">
      <w:pPr>
        <w:pStyle w:val="Nagwek1"/>
      </w:pPr>
      <w:r w:rsidRPr="008C65DD">
        <w:t>OCHRONA DANYCH OSOBOWYCH</w:t>
      </w:r>
    </w:p>
    <w:p w14:paraId="5F630515" w14:textId="220EB92F" w:rsidR="008C65DD" w:rsidRPr="00997E7F" w:rsidRDefault="008C65DD" w:rsidP="00681BDE">
      <w:pPr>
        <w:pStyle w:val="Nagwek2"/>
        <w:keepNext w:val="0"/>
        <w:keepLines w:val="0"/>
      </w:pPr>
      <w:r w:rsidRPr="00997E7F">
        <w:t xml:space="preserve">Administratorem Pani/Pana danych osobowych („ADO”) jest: PGE </w:t>
      </w:r>
      <w:r w:rsidR="007446D6" w:rsidRPr="007446D6">
        <w:t>Polska Grupa Energetyczna S.A. z siedzibą w Lublinie, przy Aleja Kraśnicka 27</w:t>
      </w:r>
    </w:p>
    <w:p w14:paraId="74C6E692" w14:textId="73B0FA17" w:rsidR="008C65DD" w:rsidRPr="00997E7F" w:rsidRDefault="008C65DD" w:rsidP="00681BDE">
      <w:pPr>
        <w:pStyle w:val="Nagwek2"/>
        <w:keepNext w:val="0"/>
        <w:keepLines w:val="0"/>
      </w:pPr>
      <w:r w:rsidRPr="00997E7F">
        <w:lastRenderedPageBreak/>
        <w:t>W sprawie ochrony danych osobowych można skontaktować się z Inspektorem Ochrony Danych powołanym w ww. Spółce pod adresem e-mail</w:t>
      </w:r>
      <w:r w:rsidR="00D53C50">
        <w:t xml:space="preserve">: </w:t>
      </w:r>
      <w:r w:rsidR="007446D6" w:rsidRPr="007446D6">
        <w:t>iod.pgesa@gkpge.pl</w:t>
      </w:r>
      <w:r w:rsidR="00D53C50">
        <w:t xml:space="preserve"> </w:t>
      </w:r>
      <w:r w:rsidRPr="00997E7F">
        <w:t xml:space="preserve">lub pod adresem </w:t>
      </w:r>
      <w:r w:rsidR="007446D6">
        <w:t>Warszawa</w:t>
      </w:r>
      <w:r w:rsidR="00322B5B">
        <w:t>,</w:t>
      </w:r>
      <w:r w:rsidR="007446D6">
        <w:t xml:space="preserve"> ul. Mysia 2.</w:t>
      </w:r>
    </w:p>
    <w:p w14:paraId="0D88571E" w14:textId="72EE7D64" w:rsidR="008C65DD" w:rsidRPr="00997E7F" w:rsidRDefault="00D53C50" w:rsidP="00681BDE">
      <w:pPr>
        <w:pStyle w:val="Nagwek2"/>
        <w:keepNext w:val="0"/>
        <w:keepLines w:val="0"/>
      </w:pPr>
      <w:r>
        <w:t>Cele i podstawy przetwarzania</w:t>
      </w:r>
      <w:r w:rsidR="00512C1A">
        <w:t>.</w:t>
      </w:r>
      <w:r w:rsidR="008C65DD" w:rsidRPr="00997E7F">
        <w:t xml:space="preserve"> Pani/Pana dane osobowe będą przetwarzane:</w:t>
      </w:r>
    </w:p>
    <w:p w14:paraId="4282D8EA" w14:textId="59C4B15A" w:rsidR="008C65DD" w:rsidRPr="00997E7F" w:rsidRDefault="008C65DD" w:rsidP="00681BDE">
      <w:pPr>
        <w:pStyle w:val="Nagwek3"/>
        <w:keepNext w:val="0"/>
        <w:keepLines w:val="0"/>
      </w:pPr>
      <w:r w:rsidRPr="00997E7F">
        <w:t>na podstawie art. 6 ust. 1 lit. b) RODO – przetwarzanie danych jest niezbędne do zawarcia umowy lub podjęcia działań przed zawarciem umowy (dot. wykonawców prowadzących jednoo</w:t>
      </w:r>
      <w:r w:rsidR="00997E7F">
        <w:t>sobową działalność gospodarczą;</w:t>
      </w:r>
    </w:p>
    <w:p w14:paraId="30C859A2" w14:textId="02E9E68E" w:rsidR="008C65DD" w:rsidRPr="00997E7F" w:rsidRDefault="008C65DD" w:rsidP="00681BDE">
      <w:pPr>
        <w:pStyle w:val="Nagwek3"/>
        <w:keepNext w:val="0"/>
        <w:keepLines w:val="0"/>
      </w:pPr>
      <w:r w:rsidRPr="00997E7F">
        <w:t>na podstawie art. 6 ust. 1 lit. f) RODO – uzasadniony interes Administratora, jakim jest prawidłowe zawarcie umowy i jej realizacja (dot. pracowników wykonawców prowadzących działalność w formie spółki prawa handlowego)</w:t>
      </w:r>
      <w:r w:rsidR="00997E7F">
        <w:t>;</w:t>
      </w:r>
      <w:r w:rsidRPr="00997E7F">
        <w:t xml:space="preserve"> </w:t>
      </w:r>
    </w:p>
    <w:p w14:paraId="1123606A" w14:textId="70E67F74" w:rsidR="008C65DD" w:rsidRDefault="008C65DD" w:rsidP="00681BDE">
      <w:pPr>
        <w:pStyle w:val="Nagwek3"/>
        <w:keepNext w:val="0"/>
        <w:keepLines w:val="0"/>
      </w:pPr>
      <w:r w:rsidRPr="00997E7F">
        <w:t>na podstawie art. 6 ust. 1 lit. f) RODO – uzasadniony interes Administratora w szczególności dochodzenie roszczeń.</w:t>
      </w:r>
    </w:p>
    <w:p w14:paraId="1FBC84BE" w14:textId="77777777" w:rsidR="00997E7F" w:rsidRPr="00997E7F" w:rsidRDefault="00997E7F" w:rsidP="00681BDE">
      <w:pPr>
        <w:pStyle w:val="Nagwek2"/>
        <w:keepNext w:val="0"/>
        <w:keepLines w:val="0"/>
      </w:pPr>
      <w:r w:rsidRPr="00997E7F">
        <w:t>Zgodnie z RODO, przysługuje Pani/Panu prawo do:</w:t>
      </w:r>
    </w:p>
    <w:p w14:paraId="1E3D3B67" w14:textId="77777777" w:rsidR="00997E7F" w:rsidRPr="00997E7F" w:rsidRDefault="00997E7F" w:rsidP="00681BDE">
      <w:pPr>
        <w:pStyle w:val="Nagwek3"/>
        <w:keepNext w:val="0"/>
        <w:keepLines w:val="0"/>
      </w:pPr>
      <w:r w:rsidRPr="00997E7F">
        <w:t>dostępu do swoich danych oraz otrzymania ich kopii;</w:t>
      </w:r>
    </w:p>
    <w:p w14:paraId="2E1C91BF" w14:textId="77777777" w:rsidR="00997E7F" w:rsidRPr="00997E7F" w:rsidRDefault="00997E7F" w:rsidP="00681BDE">
      <w:pPr>
        <w:pStyle w:val="Nagwek3"/>
        <w:keepNext w:val="0"/>
        <w:keepLines w:val="0"/>
      </w:pPr>
      <w:r w:rsidRPr="00997E7F">
        <w:t>sprostowania (poprawiania) swoich danych;</w:t>
      </w:r>
    </w:p>
    <w:p w14:paraId="19101020" w14:textId="77777777" w:rsidR="00997E7F" w:rsidRPr="00997E7F" w:rsidRDefault="00997E7F" w:rsidP="00681BDE">
      <w:pPr>
        <w:pStyle w:val="Nagwek3"/>
        <w:keepNext w:val="0"/>
        <w:keepLines w:val="0"/>
      </w:pPr>
      <w:r w:rsidRPr="00997E7F">
        <w:t>usunięcia, ograniczenia lub wniesienia sprzeciwu wobec ich przetwarzania;</w:t>
      </w:r>
    </w:p>
    <w:p w14:paraId="184756E5" w14:textId="77777777" w:rsidR="00997E7F" w:rsidRPr="00997E7F" w:rsidRDefault="00997E7F" w:rsidP="00681BDE">
      <w:pPr>
        <w:pStyle w:val="Nagwek3"/>
        <w:keepNext w:val="0"/>
        <w:keepLines w:val="0"/>
      </w:pPr>
      <w:r w:rsidRPr="00997E7F">
        <w:t>przenoszenia danych;</w:t>
      </w:r>
    </w:p>
    <w:p w14:paraId="03DD5CAC" w14:textId="781C3FE8" w:rsidR="00997E7F" w:rsidRPr="00997E7F" w:rsidRDefault="007446D6" w:rsidP="00681BDE">
      <w:pPr>
        <w:pStyle w:val="Nagwek3"/>
        <w:keepNext w:val="0"/>
        <w:keepLines w:val="0"/>
      </w:pPr>
      <w:r w:rsidRPr="007446D6">
        <w:t>wniesienia skargi do organu nadzorczego – Prezes Urzędu Ochrony Danych Osobowych, ul. Moniuszki 1A, 00-014 Warszawa</w:t>
      </w:r>
      <w:r w:rsidR="00997E7F" w:rsidRPr="00997E7F">
        <w:t xml:space="preserve">. Więcej informacji znajdziesz na </w:t>
      </w:r>
      <w:r w:rsidR="00997E7F" w:rsidRPr="00D53C50">
        <w:rPr>
          <w:color w:val="36A9E1" w:themeColor="accent5"/>
        </w:rPr>
        <w:t>https://uodo.gov.pl/pl.</w:t>
      </w:r>
    </w:p>
    <w:p w14:paraId="15367DB4" w14:textId="32910076" w:rsidR="008C65DD" w:rsidRPr="00997E7F" w:rsidRDefault="008C65DD" w:rsidP="00681BDE">
      <w:pPr>
        <w:pStyle w:val="Nagwek2"/>
        <w:keepNext w:val="0"/>
        <w:keepLines w:val="0"/>
      </w:pPr>
      <w:r w:rsidRPr="00997E7F">
        <w:t>Więcej informacji na temat</w:t>
      </w:r>
      <w:r w:rsidR="002F0B34" w:rsidRPr="00997E7F">
        <w:t xml:space="preserve"> przetwarzania danych osobowych </w:t>
      </w:r>
      <w:r w:rsidR="00997E7F">
        <w:t xml:space="preserve">znajduje się na stronie: </w:t>
      </w:r>
      <w:r w:rsidRPr="00D53C50">
        <w:rPr>
          <w:color w:val="36A9E1" w:themeColor="accent5"/>
        </w:rPr>
        <w:t>https://www.gkpge.pl/rodo/klauzule-informacyjne</w:t>
      </w:r>
    </w:p>
    <w:p w14:paraId="668128E5" w14:textId="77777777" w:rsidR="008C65DD" w:rsidRDefault="008C65DD" w:rsidP="00D87EDF">
      <w:pPr>
        <w:pStyle w:val="Nagwek1"/>
      </w:pPr>
      <w:r w:rsidRPr="008C65DD">
        <w:t xml:space="preserve">SYSTEM ZAKUPOWY </w:t>
      </w:r>
    </w:p>
    <w:p w14:paraId="040AD67A" w14:textId="77777777" w:rsidR="00DC2E4C" w:rsidRPr="00DC2E4C" w:rsidRDefault="00DC2E4C" w:rsidP="00681BDE">
      <w:pPr>
        <w:pStyle w:val="Nagwek2"/>
        <w:keepNext w:val="0"/>
        <w:keepLines w:val="0"/>
      </w:pPr>
      <w:r w:rsidRPr="00DC2E4C">
        <w:t>Zamawiający informuje, że Postępowanie o Zamówienie niepubliczne będzie prowadzone z wykorzystaniem Systemu Zakupowego.</w:t>
      </w:r>
    </w:p>
    <w:p w14:paraId="2A7983F8" w14:textId="77777777" w:rsidR="007446D6" w:rsidRPr="007446D6" w:rsidRDefault="007446D6" w:rsidP="007446D6">
      <w:pPr>
        <w:pStyle w:val="Nagwek2"/>
      </w:pPr>
      <w:r w:rsidRPr="007446D6">
        <w:lastRenderedPageBreak/>
        <w:t xml:space="preserve">Składanie ofert w Postępowaniach zakupowych wymaga posiadania konta w Systemie Zakupowym. Rejestracja konta i logowanie dostępne są pod adresem https://swpp2.gkpge.pl. Zainteresowanych udziałem w Postępowaniu zakupowym prosimy o dokonanie rejestracji bez zbędnej zwłoki, ponieważ proces weryfikacji Wykonawcy może potrwać do 3 dni roboczych.  </w:t>
      </w:r>
    </w:p>
    <w:p w14:paraId="03A7A103" w14:textId="73349208" w:rsidR="007446D6" w:rsidRDefault="007446D6" w:rsidP="007446D6">
      <w:pPr>
        <w:pStyle w:val="Nagwek2"/>
      </w:pPr>
      <w:r>
        <w:t xml:space="preserve">Wszelkie informacje dotyczące sposobu rejestracji i logowania do Systemu Zakupowego znajdują się pod wyżej wskazanym adresem internetowym w zakładce „Pytania i odpowiedzi/FAQ” oraz w zakładce „Regulacje i Poradniki oraz inne informacje (ogłoszenia </w:t>
      </w:r>
      <w:proofErr w:type="gramStart"/>
      <w:r>
        <w:t>okresowe)Dokumenty</w:t>
      </w:r>
      <w:proofErr w:type="gramEnd"/>
      <w:r>
        <w:t>”, folder „Poradniki dla użytkowników końcowych”, a także pod linkiem:  https://www.gkpge.pl/grupa-pge/przetargi/zakupy/dokumenty, w dokumencie „Szczegółowa instrukcja korzystania z Systemu Zakupowego GK PGE dla Wykonawców”.</w:t>
      </w:r>
    </w:p>
    <w:p w14:paraId="50D89E9F" w14:textId="77777777" w:rsidR="007446D6" w:rsidRDefault="007446D6" w:rsidP="007446D6">
      <w:pPr>
        <w:pStyle w:val="Nagwek2"/>
      </w:pPr>
      <w:r>
        <w:t xml:space="preserve">Po zarejestrowaniu i zalogowaniu się do Systemu Zakupowego Wykonawcy uzyskują możliwość składania wniosków, Ofert i zadawania pytań w </w:t>
      </w:r>
      <w:proofErr w:type="spellStart"/>
      <w:r>
        <w:t>Postęepowaniu</w:t>
      </w:r>
      <w:proofErr w:type="spellEnd"/>
      <w:r>
        <w:t xml:space="preserve">.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 Postępowania. </w:t>
      </w:r>
    </w:p>
    <w:p w14:paraId="30B6B9F0" w14:textId="7A5E1905" w:rsidR="007446D6" w:rsidRDefault="007446D6" w:rsidP="007446D6">
      <w:pPr>
        <w:pStyle w:val="Nagwek2"/>
      </w:pPr>
      <w:r>
        <w:t>Za datę złożenia Oferty, wniosku,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elektronicznym podpisaniu formularza wniosku/Oferty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376ECBFC" w14:textId="77777777" w:rsidR="007446D6" w:rsidRDefault="007446D6" w:rsidP="007446D6">
      <w:pPr>
        <w:pStyle w:val="Nagwek2"/>
      </w:pPr>
      <w:r>
        <w:t>Zamawiający informuje, że czas na serwerach, na których uruchomiony jest System Zakupowy, jest zsynchronizowany z wzorcem czasu określanym przez Główny Urząd Miar (GUM). Serwery czasu uruchomione przez GUM wyznaczają czas administracyjny w Polsce.</w:t>
      </w:r>
    </w:p>
    <w:p w14:paraId="309442B0" w14:textId="77777777" w:rsidR="007446D6" w:rsidRDefault="007446D6" w:rsidP="007446D6">
      <w:pPr>
        <w:pStyle w:val="Nagwek2"/>
      </w:pPr>
      <w:r>
        <w:t xml:space="preserve">Wymagania techniczne dla sprzętu komputerowego wskazane są w Systemie Zakupowym, </w:t>
      </w:r>
      <w:proofErr w:type="spellStart"/>
      <w:r>
        <w:t>zakładkace</w:t>
      </w:r>
      <w:proofErr w:type="spellEnd"/>
      <w:r>
        <w:t xml:space="preserve"> „Pytania i odpowiedzi/FAQ”, oraz w zakładce „Regulacje i Poradniki oraz inne informacje (ogłoszenia </w:t>
      </w:r>
      <w:proofErr w:type="gramStart"/>
      <w:r>
        <w:t>okresowe)Dokumenty</w:t>
      </w:r>
      <w:proofErr w:type="gramEnd"/>
      <w:r>
        <w:t>”, folder „Poradniki dla użytkowników końcowych”, , a także pod linkiem: https://www.gkpge.pl/grupa-pge/przetargi/zakupy/dokumenty,   w dokumentach: „Szczegółowa instrukcja korzystania z Systemu Zakupowego GK PGE dla Wykonawców” oraz „Podpis elektroniczny – instrukcja”.</w:t>
      </w:r>
    </w:p>
    <w:p w14:paraId="1F0B4D1C" w14:textId="7A897362" w:rsidR="007446D6" w:rsidRDefault="007446D6" w:rsidP="005B64B1">
      <w:pPr>
        <w:pStyle w:val="Nagwek2"/>
      </w:pPr>
      <w:r>
        <w:t>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GK PGE dla Wykonawców” oraz „Podpis elektroniczny – instrukcja”, dostępnych w Systemie Zakupowym w zakładce „Pytania i odpowiedzi/FAQ” i zakładce „Regulacje i Poradniki oraz inne informacje (ogłoszenia okresowe)”, folder „Poradniki dla użytkowników końcowych”, a także pod linkiem: https://www.gkpge.pl/grupa-pge/przetargi/zakupy/dokumenty.</w:t>
      </w:r>
    </w:p>
    <w:p w14:paraId="1EFF00F5" w14:textId="77777777" w:rsidR="007446D6" w:rsidRDefault="007446D6" w:rsidP="007446D6">
      <w:pPr>
        <w:pStyle w:val="Nagwek2"/>
      </w:pPr>
      <w:r>
        <w:t xml:space="preserve">Maksymalny rozmiar plików przesyłanych (zamieszczanych) za pośrednictwem Systemu Zakupowego wynosi 150 MB. Dopuszczalne rozszerzenia plików zamieszczanych w Systemie Zakupowym: xls, </w:t>
      </w:r>
      <w:proofErr w:type="spellStart"/>
      <w:r>
        <w:t>xlsx</w:t>
      </w:r>
      <w:proofErr w:type="spellEnd"/>
      <w:r>
        <w:t xml:space="preserve">, </w:t>
      </w:r>
      <w:proofErr w:type="spellStart"/>
      <w:r>
        <w:t>doc</w:t>
      </w:r>
      <w:proofErr w:type="spellEnd"/>
      <w:r>
        <w:t xml:space="preserve">, </w:t>
      </w:r>
      <w:proofErr w:type="spellStart"/>
      <w:r>
        <w:t>docx</w:t>
      </w:r>
      <w:proofErr w:type="spellEnd"/>
      <w:r>
        <w:t xml:space="preserve">, </w:t>
      </w:r>
      <w:proofErr w:type="spellStart"/>
      <w:r>
        <w:t>pptx</w:t>
      </w:r>
      <w:proofErr w:type="spellEnd"/>
      <w:r>
        <w:t xml:space="preserve">, pdf, </w:t>
      </w:r>
      <w:proofErr w:type="spellStart"/>
      <w:r>
        <w:t>xml</w:t>
      </w:r>
      <w:proofErr w:type="spellEnd"/>
      <w:r>
        <w:t xml:space="preserve">, </w:t>
      </w:r>
      <w:proofErr w:type="spellStart"/>
      <w:r>
        <w:t>rar</w:t>
      </w:r>
      <w:proofErr w:type="spellEnd"/>
      <w:r>
        <w:t xml:space="preserve">, zip, gif, jpg, </w:t>
      </w:r>
      <w:proofErr w:type="spellStart"/>
      <w:r>
        <w:t>dwg</w:t>
      </w:r>
      <w:proofErr w:type="spellEnd"/>
      <w:r>
        <w:t xml:space="preserve">, </w:t>
      </w:r>
      <w:proofErr w:type="spellStart"/>
      <w:r>
        <w:t>tif</w:t>
      </w:r>
      <w:proofErr w:type="spellEnd"/>
      <w:r>
        <w:t xml:space="preserve">, </w:t>
      </w:r>
      <w:proofErr w:type="spellStart"/>
      <w:r>
        <w:t>tiff</w:t>
      </w:r>
      <w:proofErr w:type="spellEnd"/>
      <w:r>
        <w:t xml:space="preserve">, txt, rtf, </w:t>
      </w:r>
      <w:proofErr w:type="spellStart"/>
      <w:r>
        <w:t>jpeg</w:t>
      </w:r>
      <w:proofErr w:type="spellEnd"/>
      <w:r>
        <w:t xml:space="preserve">, </w:t>
      </w:r>
      <w:proofErr w:type="spellStart"/>
      <w:proofErr w:type="gramStart"/>
      <w:r>
        <w:t>bmp</w:t>
      </w:r>
      <w:proofErr w:type="spellEnd"/>
      <w:r>
        <w:t xml:space="preserve"> ,</w:t>
      </w:r>
      <w:proofErr w:type="spellStart"/>
      <w:r>
        <w:t>ath</w:t>
      </w:r>
      <w:proofErr w:type="spellEnd"/>
      <w:proofErr w:type="gramEnd"/>
      <w:r>
        <w:t xml:space="preserve">, </w:t>
      </w:r>
      <w:proofErr w:type="spellStart"/>
      <w:r>
        <w:t>kst</w:t>
      </w:r>
      <w:proofErr w:type="spellEnd"/>
      <w:r>
        <w:t xml:space="preserve">, </w:t>
      </w:r>
      <w:proofErr w:type="spellStart"/>
      <w:r>
        <w:t>png</w:t>
      </w:r>
      <w:proofErr w:type="spellEnd"/>
      <w:r>
        <w:t xml:space="preserve">, </w:t>
      </w:r>
      <w:proofErr w:type="spellStart"/>
      <w:r>
        <w:t>asic</w:t>
      </w:r>
      <w:proofErr w:type="spellEnd"/>
      <w:r>
        <w:t xml:space="preserve">, </w:t>
      </w:r>
      <w:proofErr w:type="spellStart"/>
      <w:r>
        <w:t>cades</w:t>
      </w:r>
      <w:proofErr w:type="spellEnd"/>
      <w:r>
        <w:t xml:space="preserve">, </w:t>
      </w:r>
      <w:proofErr w:type="spellStart"/>
      <w:r>
        <w:t>xades</w:t>
      </w:r>
      <w:proofErr w:type="spellEnd"/>
      <w:r>
        <w:t xml:space="preserve">, </w:t>
      </w:r>
      <w:proofErr w:type="spellStart"/>
      <w:r>
        <w:t>pades</w:t>
      </w:r>
      <w:proofErr w:type="spellEnd"/>
      <w:r>
        <w:t xml:space="preserve">, 7z, mp4, </w:t>
      </w:r>
      <w:proofErr w:type="spellStart"/>
      <w:r>
        <w:t>msg</w:t>
      </w:r>
      <w:proofErr w:type="spellEnd"/>
      <w:r>
        <w:t xml:space="preserve">, </w:t>
      </w:r>
      <w:proofErr w:type="spellStart"/>
      <w:r>
        <w:t>url</w:t>
      </w:r>
      <w:proofErr w:type="spellEnd"/>
      <w:r>
        <w:t xml:space="preserve">, </w:t>
      </w:r>
      <w:proofErr w:type="spellStart"/>
      <w:r>
        <w:t>ods</w:t>
      </w:r>
      <w:proofErr w:type="spellEnd"/>
      <w:r>
        <w:t xml:space="preserve">, </w:t>
      </w:r>
      <w:proofErr w:type="spellStart"/>
      <w:r>
        <w:t>cpg</w:t>
      </w:r>
      <w:proofErr w:type="spellEnd"/>
      <w:r>
        <w:t xml:space="preserve">, </w:t>
      </w:r>
      <w:proofErr w:type="spellStart"/>
      <w:r>
        <w:t>dbf</w:t>
      </w:r>
      <w:proofErr w:type="spellEnd"/>
      <w:r>
        <w:t xml:space="preserve">, </w:t>
      </w:r>
      <w:proofErr w:type="spellStart"/>
      <w:r>
        <w:t>prj</w:t>
      </w:r>
      <w:proofErr w:type="spellEnd"/>
      <w:r>
        <w:t xml:space="preserve">, </w:t>
      </w:r>
      <w:proofErr w:type="spellStart"/>
      <w:r>
        <w:t>qmd</w:t>
      </w:r>
      <w:proofErr w:type="spellEnd"/>
      <w:r>
        <w:t xml:space="preserve">, </w:t>
      </w:r>
      <w:proofErr w:type="spellStart"/>
      <w:r>
        <w:t>shp</w:t>
      </w:r>
      <w:proofErr w:type="spellEnd"/>
      <w:r>
        <w:t xml:space="preserve">, </w:t>
      </w:r>
      <w:proofErr w:type="spellStart"/>
      <w:r>
        <w:t>odt</w:t>
      </w:r>
      <w:proofErr w:type="spellEnd"/>
      <w:r>
        <w:t xml:space="preserve">, </w:t>
      </w:r>
      <w:proofErr w:type="spellStart"/>
      <w:r>
        <w:t>xlsm</w:t>
      </w:r>
      <w:proofErr w:type="spellEnd"/>
      <w:r>
        <w:t xml:space="preserve">, </w:t>
      </w:r>
      <w:proofErr w:type="spellStart"/>
      <w:r>
        <w:t>ppt</w:t>
      </w:r>
      <w:proofErr w:type="spellEnd"/>
      <w:r>
        <w:t xml:space="preserve">., </w:t>
      </w:r>
      <w:proofErr w:type="spellStart"/>
      <w:r>
        <w:t>html</w:t>
      </w:r>
      <w:proofErr w:type="spellEnd"/>
      <w:r>
        <w:t xml:space="preserve">. Zaleca się wykorzystywanie plików w formacie pdf. </w:t>
      </w:r>
    </w:p>
    <w:p w14:paraId="37D48BC0" w14:textId="77777777" w:rsidR="007446D6" w:rsidRDefault="007446D6" w:rsidP="007446D6">
      <w:pPr>
        <w:pStyle w:val="Nagwek2"/>
      </w:pPr>
      <w:r>
        <w:t xml:space="preserve">Zamawiający informuje, że pliki dołączane do Systemu Zakupowego przez Wykonawców są sprawdzane oprogramowaniem antywirusowym. </w:t>
      </w:r>
    </w:p>
    <w:p w14:paraId="700208EF" w14:textId="77777777" w:rsidR="007446D6" w:rsidRDefault="007446D6" w:rsidP="007446D6">
      <w:pPr>
        <w:pStyle w:val="Nagwek2"/>
      </w:pPr>
      <w:r>
        <w:lastRenderedPageBreak/>
        <w:t xml:space="preserve">Wsparcie techniczne dla Wykonawców w zakresie obsługi Systemu Zakupowego jest dostępne poprzez Usługę Help Desk dla Wykonawców: </w:t>
      </w:r>
    </w:p>
    <w:p w14:paraId="191D9DE8" w14:textId="77777777" w:rsidR="007446D6" w:rsidRPr="00F9374F" w:rsidRDefault="007446D6" w:rsidP="005B64B1">
      <w:pPr>
        <w:pStyle w:val="Nagwek2"/>
        <w:numPr>
          <w:ilvl w:val="0"/>
          <w:numId w:val="0"/>
        </w:numPr>
        <w:ind w:left="1134"/>
        <w:rPr>
          <w:lang w:val="en-US"/>
        </w:rPr>
      </w:pPr>
      <w:proofErr w:type="spellStart"/>
      <w:r w:rsidRPr="00F9374F">
        <w:rPr>
          <w:lang w:val="en-US"/>
        </w:rPr>
        <w:t>Infolinia</w:t>
      </w:r>
      <w:proofErr w:type="spellEnd"/>
      <w:r w:rsidRPr="00F9374F">
        <w:rPr>
          <w:lang w:val="en-US"/>
        </w:rPr>
        <w:t>: +48 22 576 87 87</w:t>
      </w:r>
    </w:p>
    <w:p w14:paraId="203F821C" w14:textId="77777777" w:rsidR="007446D6" w:rsidRPr="005B64B1" w:rsidRDefault="007446D6" w:rsidP="005B64B1">
      <w:pPr>
        <w:pStyle w:val="Nagwek2"/>
        <w:numPr>
          <w:ilvl w:val="0"/>
          <w:numId w:val="0"/>
        </w:numPr>
        <w:ind w:left="1134"/>
        <w:rPr>
          <w:lang w:val="en-US"/>
        </w:rPr>
      </w:pPr>
      <w:r w:rsidRPr="005B64B1">
        <w:rPr>
          <w:lang w:val="en-US"/>
        </w:rPr>
        <w:t xml:space="preserve">e-mail: helpdesk.zakupy@gkpge.pl  </w:t>
      </w:r>
    </w:p>
    <w:p w14:paraId="3F6F21D2" w14:textId="77777777" w:rsidR="007446D6" w:rsidRDefault="007446D6" w:rsidP="005B64B1">
      <w:pPr>
        <w:pStyle w:val="Nagwek2"/>
        <w:numPr>
          <w:ilvl w:val="0"/>
          <w:numId w:val="0"/>
        </w:numPr>
        <w:ind w:left="1134"/>
      </w:pPr>
      <w:r>
        <w:t xml:space="preserve">formularz kontaktowy: https://swpp2.gkpge.pl/app/helpdesk/form  </w:t>
      </w:r>
    </w:p>
    <w:p w14:paraId="0745F30B" w14:textId="77777777" w:rsidR="007446D6" w:rsidRDefault="007446D6" w:rsidP="005B64B1">
      <w:pPr>
        <w:pStyle w:val="Nagwek2"/>
        <w:numPr>
          <w:ilvl w:val="0"/>
          <w:numId w:val="0"/>
        </w:numPr>
        <w:ind w:left="993"/>
      </w:pPr>
      <w:r>
        <w:t>Godziny pracy: Help Desk Systemu Zakupowego dostępny jest codziennie od poniedziałku do piątku w godzinach 08:00 - 16:00 (z wyłączeniem dni ustawowo wolnych od pracy).</w:t>
      </w:r>
    </w:p>
    <w:p w14:paraId="21899FBA" w14:textId="34687099" w:rsidR="007446D6" w:rsidRDefault="007446D6" w:rsidP="005B64B1">
      <w:pPr>
        <w:pStyle w:val="Nagwek2"/>
        <w:numPr>
          <w:ilvl w:val="0"/>
          <w:numId w:val="0"/>
        </w:numPr>
        <w:ind w:left="993"/>
      </w:pPr>
      <w:r>
        <w:t xml:space="preserve">Zakres wsparcia: https://www.gkpge.pl/grupa-pge/przetargi/zakupy </w:t>
      </w:r>
    </w:p>
    <w:p w14:paraId="040B68F4" w14:textId="6DCA1BED" w:rsidR="008C65DD" w:rsidRPr="00DC2E4C" w:rsidRDefault="007446D6" w:rsidP="00681BDE">
      <w:pPr>
        <w:pStyle w:val="Nagwek2"/>
        <w:keepNext w:val="0"/>
        <w:keepLines w:val="0"/>
      </w:pPr>
      <w:r>
        <w:t>System Zakupowy po upływie terminu składania Ofert nie dopuści możliwości złożenia Oferty, tym samym zaleca się przygotowanie i złożenie Oferty z odpowiednim wyprzedzeniem</w:t>
      </w:r>
      <w:r w:rsidR="00DC2E4C" w:rsidRPr="00DC2E4C">
        <w:t>.</w:t>
      </w:r>
    </w:p>
    <w:p w14:paraId="44C61B7A" w14:textId="77777777" w:rsidR="00DC2E4C" w:rsidRDefault="00DC2E4C" w:rsidP="00D87EDF">
      <w:pPr>
        <w:pStyle w:val="Nagwek1"/>
      </w:pPr>
      <w:r w:rsidRPr="00DC2E4C">
        <w:t>ZAŁĄCZNIKI</w:t>
      </w:r>
    </w:p>
    <w:p w14:paraId="7F18F20E" w14:textId="77777777" w:rsidR="00DC2E4C" w:rsidRPr="00DC2E4C" w:rsidRDefault="00DC2E4C" w:rsidP="00681BDE">
      <w:pPr>
        <w:pStyle w:val="Nagwek2"/>
        <w:keepNext w:val="0"/>
        <w:keepLines w:val="0"/>
      </w:pPr>
      <w:r w:rsidRPr="00DC2E4C">
        <w:t>Integralną częścią niniejszej SWZ są następujące Załączniki:</w:t>
      </w:r>
    </w:p>
    <w:p w14:paraId="7B0B0203" w14:textId="77777777" w:rsidR="00DC2E4C" w:rsidRPr="00DC2E4C" w:rsidRDefault="00DC2E4C" w:rsidP="00681BDE">
      <w:pPr>
        <w:jc w:val="both"/>
      </w:pPr>
    </w:p>
    <w:tbl>
      <w:tblPr>
        <w:tblStyle w:val="Tabela-Siatka3"/>
        <w:tblW w:w="8505" w:type="dxa"/>
        <w:tblInd w:w="562" w:type="dxa"/>
        <w:tblLook w:val="04A0" w:firstRow="1" w:lastRow="0" w:firstColumn="1" w:lastColumn="0" w:noHBand="0" w:noVBand="1"/>
      </w:tblPr>
      <w:tblGrid>
        <w:gridCol w:w="1985"/>
        <w:gridCol w:w="6520"/>
      </w:tblGrid>
      <w:tr w:rsidR="00263331" w:rsidRPr="00263331" w14:paraId="2A727C54" w14:textId="77777777" w:rsidTr="000F36B5">
        <w:trPr>
          <w:trHeight w:val="640"/>
        </w:trPr>
        <w:tc>
          <w:tcPr>
            <w:tcW w:w="1985" w:type="dxa"/>
            <w:shd w:val="clear" w:color="auto" w:fill="1A7466" w:themeFill="text2"/>
          </w:tcPr>
          <w:p w14:paraId="705921E7" w14:textId="77777777" w:rsidR="00263331" w:rsidRPr="00263331" w:rsidRDefault="00263331" w:rsidP="006634DA">
            <w:pPr>
              <w:spacing w:before="120" w:after="120" w:line="276" w:lineRule="auto"/>
              <w:rPr>
                <w:rFonts w:cs="Times New Roman"/>
                <w:b/>
                <w:szCs w:val="18"/>
              </w:rPr>
            </w:pPr>
            <w:r w:rsidRPr="00263331">
              <w:rPr>
                <w:rFonts w:cs="Calibri"/>
                <w:b/>
                <w:szCs w:val="18"/>
              </w:rPr>
              <w:t xml:space="preserve">Załącznik nr 1 </w:t>
            </w:r>
          </w:p>
        </w:tc>
        <w:tc>
          <w:tcPr>
            <w:tcW w:w="6520" w:type="dxa"/>
            <w:shd w:val="clear" w:color="auto" w:fill="auto"/>
            <w:vAlign w:val="center"/>
          </w:tcPr>
          <w:p w14:paraId="26767BA7" w14:textId="77777777" w:rsidR="00263331" w:rsidRPr="00263331" w:rsidRDefault="00263331" w:rsidP="006634DA">
            <w:pPr>
              <w:tabs>
                <w:tab w:val="left" w:pos="1980"/>
              </w:tabs>
              <w:spacing w:before="120" w:after="120" w:line="276" w:lineRule="auto"/>
              <w:rPr>
                <w:rFonts w:cs="Calibri"/>
                <w:szCs w:val="18"/>
              </w:rPr>
            </w:pPr>
            <w:r w:rsidRPr="00B126A1">
              <w:rPr>
                <w:szCs w:val="18"/>
              </w:rPr>
              <w:t>Opis Przedmiotu Zamówienia</w:t>
            </w:r>
          </w:p>
        </w:tc>
      </w:tr>
      <w:tr w:rsidR="00263331" w:rsidRPr="00263331" w14:paraId="3E5D653B" w14:textId="77777777" w:rsidTr="000F36B5">
        <w:trPr>
          <w:trHeight w:val="640"/>
        </w:trPr>
        <w:tc>
          <w:tcPr>
            <w:tcW w:w="1985" w:type="dxa"/>
            <w:shd w:val="clear" w:color="auto" w:fill="1A7466" w:themeFill="text2"/>
          </w:tcPr>
          <w:p w14:paraId="05186102" w14:textId="77777777" w:rsidR="00263331" w:rsidRPr="00263331" w:rsidRDefault="00263331" w:rsidP="006634DA">
            <w:pPr>
              <w:spacing w:before="120" w:after="120" w:line="276" w:lineRule="auto"/>
              <w:rPr>
                <w:rFonts w:cs="Calibri"/>
                <w:b/>
                <w:szCs w:val="18"/>
              </w:rPr>
            </w:pPr>
            <w:r w:rsidRPr="00263331">
              <w:rPr>
                <w:rFonts w:cs="Calibri"/>
                <w:b/>
                <w:szCs w:val="18"/>
              </w:rPr>
              <w:t>Załącznik nr 2</w:t>
            </w:r>
          </w:p>
        </w:tc>
        <w:tc>
          <w:tcPr>
            <w:tcW w:w="6520" w:type="dxa"/>
            <w:shd w:val="clear" w:color="auto" w:fill="auto"/>
            <w:vAlign w:val="center"/>
          </w:tcPr>
          <w:p w14:paraId="134E4FF0" w14:textId="516ABB6F" w:rsidR="00263331" w:rsidRPr="00263331" w:rsidDel="0065578D" w:rsidRDefault="001342C0" w:rsidP="006634DA">
            <w:pPr>
              <w:tabs>
                <w:tab w:val="left" w:pos="1980"/>
              </w:tabs>
              <w:spacing w:before="120" w:after="120" w:line="276" w:lineRule="auto"/>
              <w:rPr>
                <w:rFonts w:cs="Calibri"/>
                <w:szCs w:val="18"/>
              </w:rPr>
            </w:pPr>
            <w:r>
              <w:rPr>
                <w:szCs w:val="18"/>
              </w:rPr>
              <w:t>Formularz Oferty</w:t>
            </w:r>
            <w:r w:rsidR="00B126A1">
              <w:rPr>
                <w:szCs w:val="18"/>
              </w:rPr>
              <w:t xml:space="preserve"> - WZÓR</w:t>
            </w:r>
          </w:p>
        </w:tc>
      </w:tr>
      <w:tr w:rsidR="00263331" w:rsidRPr="00263331" w14:paraId="77668466" w14:textId="77777777" w:rsidTr="000F36B5">
        <w:trPr>
          <w:trHeight w:val="113"/>
        </w:trPr>
        <w:tc>
          <w:tcPr>
            <w:tcW w:w="1985" w:type="dxa"/>
            <w:shd w:val="clear" w:color="auto" w:fill="1A7466" w:themeFill="text2"/>
          </w:tcPr>
          <w:p w14:paraId="2001675F" w14:textId="77777777" w:rsidR="00263331" w:rsidRPr="00263331" w:rsidRDefault="00263331" w:rsidP="006634DA">
            <w:pPr>
              <w:tabs>
                <w:tab w:val="left" w:pos="1980"/>
              </w:tabs>
              <w:spacing w:before="120" w:after="120" w:line="276" w:lineRule="auto"/>
              <w:rPr>
                <w:rFonts w:cs="Calibri"/>
                <w:b/>
                <w:szCs w:val="18"/>
              </w:rPr>
            </w:pPr>
            <w:r w:rsidRPr="00263331">
              <w:rPr>
                <w:rFonts w:cs="Calibri"/>
                <w:b/>
                <w:szCs w:val="18"/>
              </w:rPr>
              <w:t xml:space="preserve">Załącznik nr 3 </w:t>
            </w:r>
          </w:p>
        </w:tc>
        <w:tc>
          <w:tcPr>
            <w:tcW w:w="6520" w:type="dxa"/>
            <w:shd w:val="clear" w:color="auto" w:fill="auto"/>
            <w:vAlign w:val="center"/>
          </w:tcPr>
          <w:p w14:paraId="70E7604E" w14:textId="301868D5" w:rsidR="00263331" w:rsidRPr="00263331" w:rsidRDefault="00263331" w:rsidP="006634DA">
            <w:pPr>
              <w:tabs>
                <w:tab w:val="left" w:pos="1980"/>
              </w:tabs>
              <w:spacing w:before="120" w:after="120" w:line="276" w:lineRule="auto"/>
              <w:rPr>
                <w:rFonts w:cs="Calibri"/>
                <w:szCs w:val="18"/>
              </w:rPr>
            </w:pPr>
            <w:r w:rsidRPr="00B126A1">
              <w:rPr>
                <w:szCs w:val="18"/>
              </w:rPr>
              <w:t>Wykaz robót budowalnych</w:t>
            </w:r>
            <w:r w:rsidR="00B126A1">
              <w:rPr>
                <w:szCs w:val="18"/>
              </w:rPr>
              <w:t xml:space="preserve"> - WZÓR</w:t>
            </w:r>
          </w:p>
        </w:tc>
      </w:tr>
      <w:tr w:rsidR="00263331" w:rsidRPr="00263331" w14:paraId="3DD66736" w14:textId="77777777" w:rsidTr="000F36B5">
        <w:trPr>
          <w:trHeight w:val="113"/>
        </w:trPr>
        <w:tc>
          <w:tcPr>
            <w:tcW w:w="1985" w:type="dxa"/>
            <w:shd w:val="clear" w:color="auto" w:fill="1A7466" w:themeFill="text2"/>
          </w:tcPr>
          <w:p w14:paraId="32F224D5" w14:textId="77777777" w:rsidR="00263331" w:rsidRPr="00263331" w:rsidRDefault="00263331" w:rsidP="006634DA">
            <w:pPr>
              <w:tabs>
                <w:tab w:val="left" w:pos="1980"/>
              </w:tabs>
              <w:spacing w:before="120" w:after="120" w:line="276" w:lineRule="auto"/>
              <w:rPr>
                <w:rFonts w:cs="Calibri"/>
                <w:b/>
                <w:szCs w:val="18"/>
              </w:rPr>
            </w:pPr>
            <w:r w:rsidRPr="00263331">
              <w:rPr>
                <w:rFonts w:cs="Calibri"/>
                <w:b/>
                <w:szCs w:val="18"/>
              </w:rPr>
              <w:t xml:space="preserve">Załącznik nr 4 </w:t>
            </w:r>
          </w:p>
        </w:tc>
        <w:tc>
          <w:tcPr>
            <w:tcW w:w="6520" w:type="dxa"/>
            <w:shd w:val="clear" w:color="auto" w:fill="auto"/>
            <w:vAlign w:val="center"/>
          </w:tcPr>
          <w:p w14:paraId="0E7BC8E3" w14:textId="7BD8E6DB" w:rsidR="00263331" w:rsidRPr="00263331" w:rsidRDefault="00263331" w:rsidP="006634DA">
            <w:pPr>
              <w:tabs>
                <w:tab w:val="left" w:pos="1980"/>
              </w:tabs>
              <w:spacing w:before="120" w:after="120" w:line="276" w:lineRule="auto"/>
              <w:rPr>
                <w:rFonts w:cs="Calibri"/>
                <w:szCs w:val="18"/>
              </w:rPr>
            </w:pPr>
            <w:r w:rsidRPr="00B126A1">
              <w:rPr>
                <w:szCs w:val="18"/>
              </w:rPr>
              <w:t>Wykaz osób</w:t>
            </w:r>
            <w:r w:rsidR="00B126A1">
              <w:rPr>
                <w:szCs w:val="18"/>
              </w:rPr>
              <w:t xml:space="preserve"> </w:t>
            </w:r>
            <w:r w:rsidR="008A1626">
              <w:rPr>
                <w:szCs w:val="18"/>
              </w:rPr>
              <w:t>skierowanych</w:t>
            </w:r>
            <w:r w:rsidR="000F36B5">
              <w:rPr>
                <w:szCs w:val="18"/>
              </w:rPr>
              <w:t xml:space="preserve"> do realizacji Z</w:t>
            </w:r>
            <w:r w:rsidR="002F0B34">
              <w:rPr>
                <w:szCs w:val="18"/>
              </w:rPr>
              <w:t xml:space="preserve">amówienia </w:t>
            </w:r>
            <w:r w:rsidR="00B126A1">
              <w:rPr>
                <w:szCs w:val="18"/>
              </w:rPr>
              <w:t>- WZÓR</w:t>
            </w:r>
          </w:p>
        </w:tc>
      </w:tr>
      <w:tr w:rsidR="00263331" w:rsidRPr="00263331" w14:paraId="25DEC6FA" w14:textId="77777777" w:rsidTr="000F36B5">
        <w:trPr>
          <w:trHeight w:val="113"/>
        </w:trPr>
        <w:tc>
          <w:tcPr>
            <w:tcW w:w="1985" w:type="dxa"/>
            <w:shd w:val="clear" w:color="auto" w:fill="1A7466" w:themeFill="text2"/>
          </w:tcPr>
          <w:p w14:paraId="654245AD" w14:textId="77777777" w:rsidR="00263331" w:rsidRPr="00263331" w:rsidRDefault="00263331" w:rsidP="006634DA">
            <w:pPr>
              <w:tabs>
                <w:tab w:val="left" w:pos="1980"/>
              </w:tabs>
              <w:spacing w:before="120" w:after="120" w:line="276" w:lineRule="auto"/>
              <w:rPr>
                <w:rFonts w:cs="Calibri"/>
                <w:b/>
                <w:szCs w:val="18"/>
              </w:rPr>
            </w:pPr>
            <w:r w:rsidRPr="00B126A1">
              <w:rPr>
                <w:rFonts w:cs="Calibri"/>
                <w:b/>
                <w:szCs w:val="18"/>
              </w:rPr>
              <w:t>Załącznik nr 5</w:t>
            </w:r>
          </w:p>
        </w:tc>
        <w:tc>
          <w:tcPr>
            <w:tcW w:w="6520" w:type="dxa"/>
            <w:shd w:val="clear" w:color="auto" w:fill="auto"/>
            <w:vAlign w:val="center"/>
          </w:tcPr>
          <w:p w14:paraId="3A77ED7E" w14:textId="77777777" w:rsidR="00263331" w:rsidRPr="00263331" w:rsidRDefault="00263331" w:rsidP="006634DA">
            <w:pPr>
              <w:tabs>
                <w:tab w:val="left" w:pos="1980"/>
              </w:tabs>
              <w:spacing w:before="120" w:after="120" w:line="276" w:lineRule="auto"/>
              <w:rPr>
                <w:rFonts w:cs="Calibri"/>
                <w:szCs w:val="18"/>
              </w:rPr>
            </w:pPr>
            <w:r w:rsidRPr="00B126A1">
              <w:rPr>
                <w:szCs w:val="18"/>
              </w:rPr>
              <w:t>Projekt Umowy</w:t>
            </w:r>
          </w:p>
        </w:tc>
      </w:tr>
      <w:tr w:rsidR="00263331" w:rsidRPr="00263331" w14:paraId="6AC805D6" w14:textId="77777777" w:rsidTr="000F36B5">
        <w:trPr>
          <w:trHeight w:val="113"/>
        </w:trPr>
        <w:tc>
          <w:tcPr>
            <w:tcW w:w="1985" w:type="dxa"/>
            <w:shd w:val="clear" w:color="auto" w:fill="1A7466" w:themeFill="text2"/>
          </w:tcPr>
          <w:p w14:paraId="6E84343E" w14:textId="77777777" w:rsidR="00263331" w:rsidRPr="00263331" w:rsidRDefault="00B126A1" w:rsidP="006634DA">
            <w:pPr>
              <w:tabs>
                <w:tab w:val="left" w:pos="1980"/>
              </w:tabs>
              <w:spacing w:before="120" w:after="120" w:line="276" w:lineRule="auto"/>
              <w:rPr>
                <w:rFonts w:cs="Calibri"/>
                <w:b/>
                <w:szCs w:val="18"/>
              </w:rPr>
            </w:pPr>
            <w:r w:rsidRPr="00B126A1">
              <w:rPr>
                <w:rFonts w:cs="Calibri"/>
                <w:b/>
                <w:szCs w:val="18"/>
              </w:rPr>
              <w:t>Załącznik nr 6</w:t>
            </w:r>
          </w:p>
        </w:tc>
        <w:tc>
          <w:tcPr>
            <w:tcW w:w="6520" w:type="dxa"/>
            <w:shd w:val="clear" w:color="auto" w:fill="auto"/>
            <w:vAlign w:val="center"/>
          </w:tcPr>
          <w:p w14:paraId="60D51D0A" w14:textId="77777777" w:rsidR="00263331" w:rsidRPr="00263331" w:rsidRDefault="00263331" w:rsidP="006634DA">
            <w:pPr>
              <w:jc w:val="both"/>
              <w:rPr>
                <w:szCs w:val="18"/>
              </w:rPr>
            </w:pPr>
            <w:r w:rsidRPr="00B126A1">
              <w:rPr>
                <w:szCs w:val="18"/>
              </w:rPr>
              <w:t>Zobowiązanie Po</w:t>
            </w:r>
            <w:r w:rsidR="00B126A1" w:rsidRPr="00B126A1">
              <w:rPr>
                <w:szCs w:val="18"/>
              </w:rPr>
              <w:t xml:space="preserve">dmiotu udostępniającego zasoby </w:t>
            </w:r>
            <w:r w:rsidR="00B126A1">
              <w:rPr>
                <w:szCs w:val="18"/>
              </w:rPr>
              <w:t>- WZÓR</w:t>
            </w:r>
          </w:p>
        </w:tc>
      </w:tr>
      <w:tr w:rsidR="00263331" w:rsidRPr="00263331" w14:paraId="7F77CF68" w14:textId="77777777" w:rsidTr="000F36B5">
        <w:trPr>
          <w:trHeight w:val="113"/>
        </w:trPr>
        <w:tc>
          <w:tcPr>
            <w:tcW w:w="1985" w:type="dxa"/>
            <w:shd w:val="clear" w:color="auto" w:fill="1A7466" w:themeFill="text2"/>
          </w:tcPr>
          <w:p w14:paraId="1694D097" w14:textId="77777777" w:rsidR="00263331" w:rsidRPr="00263331" w:rsidRDefault="00B126A1" w:rsidP="006634DA">
            <w:pPr>
              <w:tabs>
                <w:tab w:val="left" w:pos="1980"/>
              </w:tabs>
              <w:spacing w:before="120" w:after="120" w:line="276" w:lineRule="auto"/>
              <w:rPr>
                <w:rFonts w:cs="Calibri"/>
                <w:b/>
                <w:szCs w:val="18"/>
              </w:rPr>
            </w:pPr>
            <w:r w:rsidRPr="00B126A1">
              <w:rPr>
                <w:rFonts w:cs="Calibri"/>
                <w:b/>
                <w:szCs w:val="18"/>
              </w:rPr>
              <w:t>Załącznik nr 7</w:t>
            </w:r>
            <w:r w:rsidR="00263331" w:rsidRPr="00263331">
              <w:rPr>
                <w:rFonts w:cs="Calibri"/>
                <w:b/>
                <w:szCs w:val="18"/>
              </w:rPr>
              <w:t xml:space="preserve"> </w:t>
            </w:r>
          </w:p>
        </w:tc>
        <w:tc>
          <w:tcPr>
            <w:tcW w:w="6520" w:type="dxa"/>
            <w:shd w:val="clear" w:color="auto" w:fill="auto"/>
            <w:vAlign w:val="center"/>
          </w:tcPr>
          <w:p w14:paraId="6612EF6B" w14:textId="77777777" w:rsidR="00263331" w:rsidRPr="00263331" w:rsidRDefault="00B126A1" w:rsidP="006634DA">
            <w:pPr>
              <w:tabs>
                <w:tab w:val="left" w:pos="1980"/>
              </w:tabs>
              <w:spacing w:before="120" w:after="120" w:line="276" w:lineRule="auto"/>
              <w:rPr>
                <w:rFonts w:cs="Calibri"/>
                <w:szCs w:val="18"/>
              </w:rPr>
            </w:pPr>
            <w:r w:rsidRPr="00B126A1">
              <w:rPr>
                <w:szCs w:val="18"/>
              </w:rPr>
              <w:t>Oświadczenie Wykonawcy o niepodleganiu wykluczeniu z Postępowania na podstawie przesłanek wska</w:t>
            </w:r>
            <w:r>
              <w:rPr>
                <w:szCs w:val="18"/>
              </w:rPr>
              <w:t xml:space="preserve">zanych w pkt 5.1.2 SWZ – WZÓR </w:t>
            </w:r>
          </w:p>
        </w:tc>
      </w:tr>
      <w:tr w:rsidR="00875F48" w:rsidRPr="00263331" w14:paraId="2201915D" w14:textId="77777777" w:rsidTr="000F36B5">
        <w:trPr>
          <w:trHeight w:val="113"/>
        </w:trPr>
        <w:tc>
          <w:tcPr>
            <w:tcW w:w="1985" w:type="dxa"/>
            <w:shd w:val="clear" w:color="auto" w:fill="1A7466" w:themeFill="text2"/>
          </w:tcPr>
          <w:p w14:paraId="3DB97F8B" w14:textId="649DD994" w:rsidR="00875F48" w:rsidRPr="00B126A1" w:rsidRDefault="00875F48" w:rsidP="006634DA">
            <w:pPr>
              <w:tabs>
                <w:tab w:val="left" w:pos="1980"/>
              </w:tabs>
              <w:spacing w:before="120" w:after="120" w:line="276" w:lineRule="auto"/>
              <w:rPr>
                <w:rFonts w:cs="Calibri"/>
                <w:b/>
                <w:szCs w:val="18"/>
              </w:rPr>
            </w:pPr>
            <w:r>
              <w:rPr>
                <w:rFonts w:cs="Calibri"/>
                <w:b/>
                <w:szCs w:val="18"/>
              </w:rPr>
              <w:t>Załącznik nr</w:t>
            </w:r>
            <w:r w:rsidR="00FD0660">
              <w:rPr>
                <w:rFonts w:cs="Calibri"/>
                <w:b/>
                <w:szCs w:val="18"/>
              </w:rPr>
              <w:t xml:space="preserve"> 8</w:t>
            </w:r>
          </w:p>
        </w:tc>
        <w:tc>
          <w:tcPr>
            <w:tcW w:w="6520" w:type="dxa"/>
            <w:shd w:val="clear" w:color="auto" w:fill="auto"/>
            <w:vAlign w:val="center"/>
          </w:tcPr>
          <w:p w14:paraId="105EDAEE" w14:textId="3B4ED9E8" w:rsidR="00875F48" w:rsidRPr="00B126A1" w:rsidRDefault="00875F48" w:rsidP="006634DA">
            <w:pPr>
              <w:tabs>
                <w:tab w:val="left" w:pos="1980"/>
              </w:tabs>
              <w:spacing w:before="120" w:after="120" w:line="276" w:lineRule="auto"/>
              <w:rPr>
                <w:szCs w:val="18"/>
              </w:rPr>
            </w:pPr>
            <w:r w:rsidRPr="00875F48">
              <w:rPr>
                <w:szCs w:val="18"/>
              </w:rPr>
              <w:t xml:space="preserve">Oświadczenie </w:t>
            </w:r>
            <w:proofErr w:type="gramStart"/>
            <w:r w:rsidRPr="00875F48">
              <w:rPr>
                <w:szCs w:val="18"/>
              </w:rPr>
              <w:t>Wykonawcy  dot.</w:t>
            </w:r>
            <w:proofErr w:type="gramEnd"/>
            <w:r w:rsidRPr="00875F48">
              <w:rPr>
                <w:szCs w:val="18"/>
              </w:rPr>
              <w:t xml:space="preserve"> podatków i opłat</w:t>
            </w:r>
          </w:p>
        </w:tc>
      </w:tr>
      <w:tr w:rsidR="006454D6" w:rsidRPr="00263331" w14:paraId="385D7BFC" w14:textId="77777777" w:rsidTr="000F36B5">
        <w:trPr>
          <w:trHeight w:val="113"/>
        </w:trPr>
        <w:tc>
          <w:tcPr>
            <w:tcW w:w="1985" w:type="dxa"/>
            <w:shd w:val="clear" w:color="auto" w:fill="1A7466" w:themeFill="text2"/>
          </w:tcPr>
          <w:p w14:paraId="02E3CC64" w14:textId="2A108DDA" w:rsidR="006454D6" w:rsidRPr="00B126A1" w:rsidRDefault="007F7D40" w:rsidP="006634DA">
            <w:pPr>
              <w:tabs>
                <w:tab w:val="left" w:pos="1980"/>
              </w:tabs>
              <w:spacing w:before="120" w:after="120" w:line="276" w:lineRule="auto"/>
              <w:rPr>
                <w:rFonts w:cs="Calibri"/>
                <w:b/>
                <w:szCs w:val="18"/>
              </w:rPr>
            </w:pPr>
            <w:r>
              <w:rPr>
                <w:rFonts w:cs="Calibri"/>
                <w:b/>
                <w:szCs w:val="18"/>
              </w:rPr>
              <w:t>Załącznik nr</w:t>
            </w:r>
            <w:r w:rsidR="00FD0660">
              <w:rPr>
                <w:rFonts w:cs="Calibri"/>
                <w:b/>
                <w:szCs w:val="18"/>
              </w:rPr>
              <w:t xml:space="preserve"> 9</w:t>
            </w:r>
          </w:p>
        </w:tc>
        <w:tc>
          <w:tcPr>
            <w:tcW w:w="6520" w:type="dxa"/>
            <w:shd w:val="clear" w:color="auto" w:fill="auto"/>
            <w:vAlign w:val="center"/>
          </w:tcPr>
          <w:p w14:paraId="7824D71D" w14:textId="2AEA683D" w:rsidR="006454D6" w:rsidRPr="00B126A1" w:rsidRDefault="005B64B1" w:rsidP="006634DA">
            <w:pPr>
              <w:tabs>
                <w:tab w:val="left" w:pos="1980"/>
              </w:tabs>
              <w:spacing w:before="120" w:after="120" w:line="276" w:lineRule="auto"/>
              <w:rPr>
                <w:szCs w:val="18"/>
              </w:rPr>
            </w:pPr>
            <w:r>
              <w:rPr>
                <w:rFonts w:cs="Calibri"/>
                <w:szCs w:val="18"/>
              </w:rPr>
              <w:t>Kosztorysy ślepe</w:t>
            </w:r>
          </w:p>
        </w:tc>
      </w:tr>
    </w:tbl>
    <w:p w14:paraId="723CB8C0" w14:textId="77777777" w:rsidR="00DC2E4C" w:rsidRDefault="00DC2E4C" w:rsidP="00DC2E4C"/>
    <w:p w14:paraId="1E889B55" w14:textId="45172986" w:rsidR="00875F48" w:rsidRDefault="00875F48">
      <w:r>
        <w:br w:type="page"/>
      </w:r>
    </w:p>
    <w:p w14:paraId="24A0D266" w14:textId="77777777" w:rsidR="00DC2E4C" w:rsidRDefault="00DC2E4C" w:rsidP="00DC2E4C"/>
    <w:p w14:paraId="4ADD6236" w14:textId="1308DBF2" w:rsidR="00735FA3" w:rsidRPr="00D656CB" w:rsidRDefault="00735FA3" w:rsidP="00735FA3">
      <w:pPr>
        <w:jc w:val="right"/>
        <w:rPr>
          <w:rFonts w:eastAsia="Times New Roman" w:cs="Times New Roman"/>
          <w:b/>
          <w:szCs w:val="18"/>
        </w:rPr>
      </w:pPr>
      <w:r>
        <w:rPr>
          <w:rFonts w:eastAsia="Times New Roman" w:cs="Times New Roman"/>
          <w:b/>
          <w:szCs w:val="18"/>
        </w:rPr>
        <w:t>ZAŁĄCZNIK NR 1</w:t>
      </w:r>
      <w:r w:rsidRPr="00D656CB">
        <w:rPr>
          <w:rFonts w:eastAsia="Times New Roman" w:cs="Times New Roman"/>
          <w:b/>
          <w:szCs w:val="18"/>
        </w:rPr>
        <w:t xml:space="preserve"> DO SWZ – </w:t>
      </w:r>
      <w:r>
        <w:rPr>
          <w:rFonts w:eastAsia="Times New Roman" w:cs="Times New Roman"/>
          <w:b/>
          <w:szCs w:val="18"/>
        </w:rPr>
        <w:t>OPIS PRZEDMIOTU ZAMÓWIENIA</w:t>
      </w:r>
    </w:p>
    <w:p w14:paraId="731D746D" w14:textId="77777777" w:rsidR="00735FA3" w:rsidRDefault="00735FA3" w:rsidP="006856B7">
      <w:pPr>
        <w:jc w:val="right"/>
        <w:rPr>
          <w:b/>
        </w:rPr>
      </w:pPr>
    </w:p>
    <w:p w14:paraId="726DE97E" w14:textId="4490F80C" w:rsidR="00735FA3" w:rsidRPr="00AE2970" w:rsidRDefault="00AE2970" w:rsidP="00AE2970">
      <w:pPr>
        <w:jc w:val="center"/>
        <w:rPr>
          <w:bCs/>
        </w:rPr>
      </w:pPr>
      <w:r w:rsidRPr="00AE2970">
        <w:rPr>
          <w:bCs/>
        </w:rPr>
        <w:t>Stanowi odrębny plik.</w:t>
      </w:r>
    </w:p>
    <w:p w14:paraId="57F7256D" w14:textId="77777777" w:rsidR="00735FA3" w:rsidRDefault="00735FA3" w:rsidP="006856B7">
      <w:pPr>
        <w:jc w:val="right"/>
        <w:rPr>
          <w:b/>
        </w:rPr>
      </w:pPr>
    </w:p>
    <w:p w14:paraId="17A59B40" w14:textId="77777777" w:rsidR="00735FA3" w:rsidRDefault="00735FA3" w:rsidP="006856B7">
      <w:pPr>
        <w:jc w:val="right"/>
        <w:rPr>
          <w:b/>
        </w:rPr>
      </w:pPr>
    </w:p>
    <w:p w14:paraId="3FC362A6" w14:textId="77777777" w:rsidR="00735FA3" w:rsidRDefault="00735FA3" w:rsidP="006856B7">
      <w:pPr>
        <w:jc w:val="right"/>
        <w:rPr>
          <w:b/>
        </w:rPr>
      </w:pPr>
    </w:p>
    <w:p w14:paraId="756D50B7" w14:textId="77777777" w:rsidR="00735FA3" w:rsidRDefault="00735FA3" w:rsidP="006856B7">
      <w:pPr>
        <w:jc w:val="right"/>
        <w:rPr>
          <w:b/>
        </w:rPr>
      </w:pPr>
    </w:p>
    <w:p w14:paraId="05D00776" w14:textId="77777777" w:rsidR="00735FA3" w:rsidRDefault="00735FA3" w:rsidP="006856B7">
      <w:pPr>
        <w:jc w:val="right"/>
        <w:rPr>
          <w:b/>
        </w:rPr>
      </w:pPr>
    </w:p>
    <w:p w14:paraId="7F7316EE" w14:textId="77777777" w:rsidR="00735FA3" w:rsidRDefault="00735FA3" w:rsidP="006856B7">
      <w:pPr>
        <w:jc w:val="right"/>
        <w:rPr>
          <w:b/>
        </w:rPr>
      </w:pPr>
    </w:p>
    <w:p w14:paraId="3BB6081D" w14:textId="77777777" w:rsidR="00735FA3" w:rsidRDefault="00735FA3" w:rsidP="006856B7">
      <w:pPr>
        <w:jc w:val="right"/>
        <w:rPr>
          <w:b/>
        </w:rPr>
      </w:pPr>
    </w:p>
    <w:p w14:paraId="0ACC47F9" w14:textId="77777777" w:rsidR="00735FA3" w:rsidRDefault="00735FA3" w:rsidP="006856B7">
      <w:pPr>
        <w:jc w:val="right"/>
        <w:rPr>
          <w:b/>
        </w:rPr>
      </w:pPr>
    </w:p>
    <w:p w14:paraId="40E96277" w14:textId="77777777" w:rsidR="00735FA3" w:rsidRDefault="00735FA3" w:rsidP="006856B7">
      <w:pPr>
        <w:jc w:val="right"/>
        <w:rPr>
          <w:b/>
        </w:rPr>
      </w:pPr>
    </w:p>
    <w:p w14:paraId="05B8E057" w14:textId="77777777" w:rsidR="00735FA3" w:rsidRDefault="00735FA3" w:rsidP="006856B7">
      <w:pPr>
        <w:jc w:val="right"/>
        <w:rPr>
          <w:b/>
        </w:rPr>
      </w:pPr>
    </w:p>
    <w:p w14:paraId="67A790C6" w14:textId="77777777" w:rsidR="00735FA3" w:rsidRDefault="00735FA3" w:rsidP="006856B7">
      <w:pPr>
        <w:jc w:val="right"/>
        <w:rPr>
          <w:b/>
        </w:rPr>
      </w:pPr>
    </w:p>
    <w:p w14:paraId="0D59B4D7" w14:textId="77777777" w:rsidR="00735FA3" w:rsidRDefault="00735FA3" w:rsidP="006856B7">
      <w:pPr>
        <w:jc w:val="right"/>
        <w:rPr>
          <w:b/>
        </w:rPr>
      </w:pPr>
    </w:p>
    <w:p w14:paraId="03BC228A" w14:textId="77777777" w:rsidR="00735FA3" w:rsidRDefault="00735FA3" w:rsidP="006856B7">
      <w:pPr>
        <w:jc w:val="right"/>
        <w:rPr>
          <w:b/>
        </w:rPr>
      </w:pPr>
    </w:p>
    <w:p w14:paraId="3D91720E" w14:textId="77777777" w:rsidR="00735FA3" w:rsidRDefault="00735FA3" w:rsidP="006856B7">
      <w:pPr>
        <w:jc w:val="right"/>
        <w:rPr>
          <w:b/>
        </w:rPr>
      </w:pPr>
    </w:p>
    <w:p w14:paraId="3F791FF4" w14:textId="77777777" w:rsidR="00735FA3" w:rsidRDefault="00735FA3" w:rsidP="006856B7">
      <w:pPr>
        <w:jc w:val="right"/>
        <w:rPr>
          <w:b/>
        </w:rPr>
      </w:pPr>
    </w:p>
    <w:p w14:paraId="3FD859F7" w14:textId="77777777" w:rsidR="00735FA3" w:rsidRDefault="00735FA3" w:rsidP="006856B7">
      <w:pPr>
        <w:jc w:val="right"/>
        <w:rPr>
          <w:b/>
        </w:rPr>
      </w:pPr>
    </w:p>
    <w:p w14:paraId="3DE9D273" w14:textId="77777777" w:rsidR="00735FA3" w:rsidRDefault="00735FA3" w:rsidP="006856B7">
      <w:pPr>
        <w:jc w:val="right"/>
        <w:rPr>
          <w:b/>
        </w:rPr>
      </w:pPr>
    </w:p>
    <w:p w14:paraId="4C6A1426" w14:textId="77777777" w:rsidR="00735FA3" w:rsidRDefault="00735FA3" w:rsidP="006856B7">
      <w:pPr>
        <w:jc w:val="right"/>
        <w:rPr>
          <w:b/>
        </w:rPr>
      </w:pPr>
    </w:p>
    <w:p w14:paraId="71517117" w14:textId="77777777" w:rsidR="00735FA3" w:rsidRDefault="00735FA3" w:rsidP="006856B7">
      <w:pPr>
        <w:jc w:val="right"/>
        <w:rPr>
          <w:b/>
        </w:rPr>
      </w:pPr>
    </w:p>
    <w:p w14:paraId="6DD70FCC" w14:textId="77777777" w:rsidR="00735FA3" w:rsidRDefault="00735FA3" w:rsidP="006856B7">
      <w:pPr>
        <w:jc w:val="right"/>
        <w:rPr>
          <w:b/>
        </w:rPr>
      </w:pPr>
    </w:p>
    <w:p w14:paraId="60F8096A" w14:textId="77777777" w:rsidR="00735FA3" w:rsidRDefault="00735FA3" w:rsidP="006856B7">
      <w:pPr>
        <w:jc w:val="right"/>
        <w:rPr>
          <w:b/>
        </w:rPr>
      </w:pPr>
    </w:p>
    <w:p w14:paraId="02C0F4FB" w14:textId="77777777" w:rsidR="00735FA3" w:rsidRDefault="00735FA3" w:rsidP="006856B7">
      <w:pPr>
        <w:jc w:val="right"/>
        <w:rPr>
          <w:b/>
        </w:rPr>
      </w:pPr>
    </w:p>
    <w:p w14:paraId="263802EC" w14:textId="77777777" w:rsidR="00735FA3" w:rsidRDefault="00735FA3" w:rsidP="006856B7">
      <w:pPr>
        <w:jc w:val="right"/>
        <w:rPr>
          <w:b/>
        </w:rPr>
      </w:pPr>
    </w:p>
    <w:p w14:paraId="1396FE39" w14:textId="77777777" w:rsidR="00735FA3" w:rsidRDefault="00735FA3" w:rsidP="006856B7">
      <w:pPr>
        <w:jc w:val="right"/>
        <w:rPr>
          <w:b/>
        </w:rPr>
      </w:pPr>
    </w:p>
    <w:p w14:paraId="5BD620A7" w14:textId="77777777" w:rsidR="00735FA3" w:rsidRDefault="00735FA3" w:rsidP="006856B7">
      <w:pPr>
        <w:jc w:val="right"/>
        <w:rPr>
          <w:b/>
        </w:rPr>
      </w:pPr>
    </w:p>
    <w:p w14:paraId="3BC5138B" w14:textId="77777777" w:rsidR="00735FA3" w:rsidRDefault="00735FA3" w:rsidP="006856B7">
      <w:pPr>
        <w:jc w:val="right"/>
        <w:rPr>
          <w:b/>
        </w:rPr>
      </w:pPr>
    </w:p>
    <w:p w14:paraId="4F8CD35F" w14:textId="77777777" w:rsidR="00735FA3" w:rsidRDefault="00735FA3" w:rsidP="006856B7">
      <w:pPr>
        <w:jc w:val="right"/>
        <w:rPr>
          <w:b/>
        </w:rPr>
      </w:pPr>
    </w:p>
    <w:p w14:paraId="0C391F33" w14:textId="77777777" w:rsidR="00735FA3" w:rsidRDefault="00735FA3" w:rsidP="006856B7">
      <w:pPr>
        <w:jc w:val="right"/>
        <w:rPr>
          <w:b/>
        </w:rPr>
      </w:pPr>
    </w:p>
    <w:p w14:paraId="219BE504" w14:textId="77777777" w:rsidR="00735FA3" w:rsidRDefault="00735FA3" w:rsidP="006856B7">
      <w:pPr>
        <w:jc w:val="right"/>
        <w:rPr>
          <w:b/>
        </w:rPr>
      </w:pPr>
    </w:p>
    <w:p w14:paraId="6051099B" w14:textId="77777777" w:rsidR="00735FA3" w:rsidRDefault="00735FA3" w:rsidP="006856B7">
      <w:pPr>
        <w:jc w:val="right"/>
        <w:rPr>
          <w:b/>
        </w:rPr>
      </w:pPr>
    </w:p>
    <w:p w14:paraId="621AFA15" w14:textId="77777777" w:rsidR="00735FA3" w:rsidRDefault="00735FA3" w:rsidP="006856B7">
      <w:pPr>
        <w:jc w:val="right"/>
        <w:rPr>
          <w:b/>
        </w:rPr>
      </w:pPr>
    </w:p>
    <w:p w14:paraId="0B8BA310" w14:textId="77777777" w:rsidR="00735FA3" w:rsidRDefault="00735FA3" w:rsidP="006856B7">
      <w:pPr>
        <w:jc w:val="right"/>
        <w:rPr>
          <w:b/>
        </w:rPr>
      </w:pPr>
    </w:p>
    <w:p w14:paraId="6F1BFF8B" w14:textId="77777777" w:rsidR="00735FA3" w:rsidRDefault="00735FA3" w:rsidP="006856B7">
      <w:pPr>
        <w:jc w:val="right"/>
        <w:rPr>
          <w:b/>
        </w:rPr>
      </w:pPr>
    </w:p>
    <w:p w14:paraId="17DD663F" w14:textId="77777777" w:rsidR="00735FA3" w:rsidRDefault="00735FA3" w:rsidP="006856B7">
      <w:pPr>
        <w:jc w:val="right"/>
        <w:rPr>
          <w:b/>
        </w:rPr>
      </w:pPr>
    </w:p>
    <w:p w14:paraId="12282740" w14:textId="77777777" w:rsidR="00735FA3" w:rsidRDefault="00735FA3" w:rsidP="006856B7">
      <w:pPr>
        <w:jc w:val="right"/>
        <w:rPr>
          <w:b/>
        </w:rPr>
      </w:pPr>
    </w:p>
    <w:p w14:paraId="1C850EF2" w14:textId="77777777" w:rsidR="00735FA3" w:rsidRDefault="00735FA3" w:rsidP="006856B7">
      <w:pPr>
        <w:jc w:val="right"/>
        <w:rPr>
          <w:b/>
        </w:rPr>
      </w:pPr>
    </w:p>
    <w:p w14:paraId="54C70F2E" w14:textId="77777777" w:rsidR="00735FA3" w:rsidRDefault="00735FA3" w:rsidP="006856B7">
      <w:pPr>
        <w:jc w:val="right"/>
        <w:rPr>
          <w:b/>
        </w:rPr>
      </w:pPr>
    </w:p>
    <w:p w14:paraId="71376600" w14:textId="77777777" w:rsidR="00735FA3" w:rsidRDefault="00735FA3" w:rsidP="006856B7">
      <w:pPr>
        <w:jc w:val="right"/>
        <w:rPr>
          <w:b/>
        </w:rPr>
      </w:pPr>
    </w:p>
    <w:p w14:paraId="43243298" w14:textId="77777777" w:rsidR="00735FA3" w:rsidRDefault="00735FA3" w:rsidP="006856B7">
      <w:pPr>
        <w:jc w:val="right"/>
        <w:rPr>
          <w:b/>
        </w:rPr>
      </w:pPr>
    </w:p>
    <w:p w14:paraId="57851BF0" w14:textId="77777777" w:rsidR="00735FA3" w:rsidRDefault="00735FA3" w:rsidP="006856B7">
      <w:pPr>
        <w:jc w:val="right"/>
        <w:rPr>
          <w:b/>
        </w:rPr>
      </w:pPr>
    </w:p>
    <w:p w14:paraId="462ED401" w14:textId="77777777" w:rsidR="00735FA3" w:rsidRDefault="00735FA3" w:rsidP="006856B7">
      <w:pPr>
        <w:jc w:val="right"/>
        <w:rPr>
          <w:b/>
        </w:rPr>
      </w:pPr>
    </w:p>
    <w:p w14:paraId="25854B73" w14:textId="77777777" w:rsidR="00735FA3" w:rsidRDefault="00735FA3" w:rsidP="006856B7">
      <w:pPr>
        <w:jc w:val="right"/>
        <w:rPr>
          <w:b/>
        </w:rPr>
      </w:pPr>
    </w:p>
    <w:p w14:paraId="641B04C0" w14:textId="77777777" w:rsidR="00735FA3" w:rsidRDefault="00735FA3" w:rsidP="006856B7">
      <w:pPr>
        <w:jc w:val="right"/>
        <w:rPr>
          <w:b/>
        </w:rPr>
      </w:pPr>
    </w:p>
    <w:p w14:paraId="757CA7A4" w14:textId="77777777" w:rsidR="00735FA3" w:rsidRDefault="00735FA3" w:rsidP="006856B7">
      <w:pPr>
        <w:jc w:val="right"/>
        <w:rPr>
          <w:b/>
        </w:rPr>
      </w:pPr>
    </w:p>
    <w:p w14:paraId="07F60CC2" w14:textId="2A4C0B5E" w:rsidR="006856B7" w:rsidRDefault="00DC2E4C" w:rsidP="006856B7">
      <w:pPr>
        <w:jc w:val="right"/>
        <w:rPr>
          <w:b/>
        </w:rPr>
      </w:pPr>
      <w:r w:rsidRPr="00B71AA7">
        <w:rPr>
          <w:b/>
        </w:rPr>
        <w:t>ZAŁĄCZNIK NR 2 DO SWZ – FORMULARZ OFERTY</w:t>
      </w:r>
      <w:r w:rsidR="007F1989">
        <w:rPr>
          <w:b/>
        </w:rPr>
        <w:t xml:space="preserve"> - WZÓR</w:t>
      </w:r>
      <w:r w:rsidRPr="00B71AA7">
        <w:rPr>
          <w:b/>
        </w:rPr>
        <w:t xml:space="preserve"> </w:t>
      </w:r>
    </w:p>
    <w:p w14:paraId="2417887D" w14:textId="77777777" w:rsidR="001342C0" w:rsidRDefault="001342C0" w:rsidP="006856B7">
      <w:pPr>
        <w:jc w:val="right"/>
      </w:pPr>
    </w:p>
    <w:p w14:paraId="0554155E" w14:textId="77777777" w:rsidR="00DC2E4C" w:rsidRPr="00B71AA7" w:rsidRDefault="00DC2E4C" w:rsidP="006856B7">
      <w:pPr>
        <w:jc w:val="right"/>
        <w:rPr>
          <w:b/>
        </w:rPr>
      </w:pPr>
      <w:r w:rsidRPr="00B71AA7">
        <w:rPr>
          <w:b/>
        </w:rPr>
        <w:t>Zamawiający:</w:t>
      </w:r>
    </w:p>
    <w:p w14:paraId="70FE8ACF" w14:textId="77777777" w:rsidR="00945806" w:rsidRPr="003B161A" w:rsidRDefault="00945806" w:rsidP="00945806">
      <w:pPr>
        <w:jc w:val="right"/>
        <w:rPr>
          <w:b/>
          <w:bCs/>
        </w:rPr>
      </w:pPr>
      <w:r w:rsidRPr="003B161A">
        <w:rPr>
          <w:b/>
          <w:bCs/>
        </w:rPr>
        <w:t xml:space="preserve">PGE Polska Grupa Energetyczna S.A. </w:t>
      </w:r>
    </w:p>
    <w:p w14:paraId="5CCADBD2" w14:textId="42565E3E" w:rsidR="00B71AA7" w:rsidRPr="009F5DE3" w:rsidRDefault="00945806" w:rsidP="009F5DE3">
      <w:pPr>
        <w:jc w:val="right"/>
        <w:rPr>
          <w:b/>
          <w:bCs/>
        </w:rPr>
      </w:pPr>
      <w:r w:rsidRPr="003B161A">
        <w:rPr>
          <w:b/>
          <w:bCs/>
        </w:rPr>
        <w:t>Aleja Kraśnicka 27</w:t>
      </w:r>
      <w:r w:rsidR="009F5DE3">
        <w:rPr>
          <w:b/>
          <w:bCs/>
        </w:rPr>
        <w:br/>
      </w:r>
      <w:r w:rsidRPr="003B161A">
        <w:rPr>
          <w:b/>
          <w:bCs/>
        </w:rPr>
        <w:t xml:space="preserve">20-718 Lublin </w:t>
      </w:r>
    </w:p>
    <w:p w14:paraId="6D5FE34C" w14:textId="58390666" w:rsidR="00DC2E4C" w:rsidRPr="007F1989" w:rsidRDefault="001342C0" w:rsidP="00B71AA7">
      <w:pPr>
        <w:jc w:val="center"/>
        <w:rPr>
          <w:rFonts w:asciiTheme="majorHAnsi" w:hAnsiTheme="majorHAnsi"/>
          <w:color w:val="1A7466" w:themeColor="text2"/>
          <w:sz w:val="32"/>
          <w:szCs w:val="32"/>
        </w:rPr>
      </w:pPr>
      <w:r w:rsidRPr="007F1989">
        <w:rPr>
          <w:rFonts w:asciiTheme="majorHAnsi" w:hAnsiTheme="majorHAnsi"/>
          <w:color w:val="1A7466" w:themeColor="text2"/>
          <w:sz w:val="32"/>
          <w:szCs w:val="32"/>
        </w:rPr>
        <w:t xml:space="preserve">OFERTA </w:t>
      </w:r>
    </w:p>
    <w:p w14:paraId="129FDCEA" w14:textId="565CEB0F" w:rsidR="00DC2E4C" w:rsidRDefault="00DC2E4C" w:rsidP="00B71AA7">
      <w:pPr>
        <w:jc w:val="center"/>
      </w:pPr>
      <w:r w:rsidRPr="007F1989">
        <w:t xml:space="preserve">w Postępowaniu na </w:t>
      </w:r>
    </w:p>
    <w:p w14:paraId="001EBD5B" w14:textId="34DC6E36" w:rsidR="003B161A" w:rsidRPr="003F3473" w:rsidRDefault="003B161A" w:rsidP="00B71AA7">
      <w:pPr>
        <w:jc w:val="center"/>
        <w:rPr>
          <w:b/>
          <w:bCs/>
        </w:rPr>
      </w:pPr>
      <w:r w:rsidRPr="003F3473">
        <w:rPr>
          <w:b/>
          <w:bCs/>
        </w:rPr>
        <w:t>Modernizacja w kompleksie pomieszczeń 609 w budynku PGE Polska Grupa Energetyczna S.A.</w:t>
      </w:r>
    </w:p>
    <w:p w14:paraId="19EAABB1" w14:textId="120F0488" w:rsidR="00DC2E4C" w:rsidRPr="003F3473" w:rsidRDefault="00DC2E4C" w:rsidP="00B71AA7">
      <w:pPr>
        <w:jc w:val="center"/>
        <w:rPr>
          <w:b/>
          <w:bCs/>
        </w:rPr>
      </w:pPr>
      <w:r w:rsidRPr="007F1989">
        <w:t xml:space="preserve">Nr Postępowania nadany sprawie przez Zamawiającego: </w:t>
      </w:r>
      <w:r w:rsidR="0084041D" w:rsidRPr="003F3473">
        <w:rPr>
          <w:b/>
          <w:bCs/>
        </w:rPr>
        <w:t>POST/PGE/PGE/DZ/00296/2025</w:t>
      </w:r>
    </w:p>
    <w:p w14:paraId="5AC95EFF" w14:textId="77777777" w:rsidR="00DC2E4C" w:rsidRDefault="00DC2E4C" w:rsidP="00DC2E4C"/>
    <w:p w14:paraId="7A4E313A" w14:textId="6760D158" w:rsidR="00DC2E4C" w:rsidRPr="00B71AA7" w:rsidRDefault="001342C0" w:rsidP="00031904">
      <w:pPr>
        <w:pStyle w:val="Akapitzlist"/>
        <w:numPr>
          <w:ilvl w:val="0"/>
          <w:numId w:val="5"/>
        </w:numPr>
        <w:rPr>
          <w:b/>
        </w:rPr>
      </w:pPr>
      <w:r>
        <w:rPr>
          <w:b/>
        </w:rPr>
        <w:t>OFERTĘ</w:t>
      </w:r>
      <w:r w:rsidR="00DC2E4C" w:rsidRPr="00B71AA7">
        <w:rPr>
          <w:b/>
        </w:rPr>
        <w:t xml:space="preserve"> SKŁADA:</w:t>
      </w:r>
    </w:p>
    <w:p w14:paraId="24C3810C" w14:textId="77777777" w:rsidR="00B71AA7" w:rsidRDefault="00B71AA7" w:rsidP="00B71AA7">
      <w:pPr>
        <w:pStyle w:val="Akapitzlist"/>
      </w:pPr>
    </w:p>
    <w:tbl>
      <w:tblPr>
        <w:tblW w:w="864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B71AA7" w:rsidRPr="00B71AA7" w14:paraId="1E5EFA9F" w14:textId="77777777" w:rsidTr="00B71AA7">
        <w:trPr>
          <w:trHeight w:val="454"/>
        </w:trPr>
        <w:tc>
          <w:tcPr>
            <w:tcW w:w="3119" w:type="dxa"/>
            <w:shd w:val="clear" w:color="auto" w:fill="1A7466" w:themeFill="text2"/>
            <w:vAlign w:val="center"/>
          </w:tcPr>
          <w:p w14:paraId="7B3A7050"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 xml:space="preserve">Wykonawca </w:t>
            </w:r>
            <w:r w:rsidRPr="00B71AA7">
              <w:rPr>
                <w:rFonts w:eastAsia="Times New Roman" w:cs="Calibri"/>
                <w:b/>
                <w:szCs w:val="18"/>
              </w:rPr>
              <w:br/>
              <w:t>(Nazwa, adres, NIP)</w:t>
            </w:r>
          </w:p>
        </w:tc>
        <w:tc>
          <w:tcPr>
            <w:tcW w:w="5528" w:type="dxa"/>
          </w:tcPr>
          <w:p w14:paraId="0BF3ADCB"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r w:rsidR="00B71AA7" w:rsidRPr="00B71AA7" w14:paraId="4C79A334" w14:textId="77777777" w:rsidTr="00B71AA7">
        <w:trPr>
          <w:trHeight w:val="454"/>
        </w:trPr>
        <w:tc>
          <w:tcPr>
            <w:tcW w:w="3119" w:type="dxa"/>
            <w:shd w:val="clear" w:color="auto" w:fill="1A7466" w:themeFill="text2"/>
            <w:vAlign w:val="center"/>
          </w:tcPr>
          <w:p w14:paraId="3CC1703E"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Wykonawca</w:t>
            </w:r>
            <w:r w:rsidRPr="00B71AA7">
              <w:rPr>
                <w:rFonts w:eastAsia="Times New Roman" w:cs="Calibri"/>
                <w:b/>
                <w:szCs w:val="18"/>
                <w:vertAlign w:val="superscript"/>
              </w:rPr>
              <w:footnoteReference w:id="1"/>
            </w:r>
            <w:r w:rsidRPr="00B71AA7">
              <w:rPr>
                <w:rFonts w:eastAsia="Times New Roman" w:cs="Calibri"/>
                <w:b/>
                <w:szCs w:val="18"/>
              </w:rPr>
              <w:t xml:space="preserve"> </w:t>
            </w:r>
            <w:r w:rsidRPr="00B71AA7">
              <w:rPr>
                <w:rFonts w:eastAsia="Times New Roman" w:cs="Calibri"/>
                <w:b/>
                <w:szCs w:val="18"/>
              </w:rPr>
              <w:br/>
              <w:t>( Nazwa, adres, NIP)</w:t>
            </w:r>
          </w:p>
        </w:tc>
        <w:tc>
          <w:tcPr>
            <w:tcW w:w="5528" w:type="dxa"/>
          </w:tcPr>
          <w:p w14:paraId="63FBC321"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r w:rsidR="00B71AA7" w:rsidRPr="00B71AA7" w14:paraId="10FC9AE8" w14:textId="77777777" w:rsidTr="00B71AA7">
        <w:trPr>
          <w:trHeight w:val="960"/>
        </w:trPr>
        <w:tc>
          <w:tcPr>
            <w:tcW w:w="3119" w:type="dxa"/>
            <w:shd w:val="clear" w:color="auto" w:fill="1A7466" w:themeFill="text2"/>
            <w:vAlign w:val="center"/>
          </w:tcPr>
          <w:p w14:paraId="7176D00A"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Osoba uprawniona do reprezentacji Wykonawcy/Wykonawców</w:t>
            </w:r>
          </w:p>
        </w:tc>
        <w:tc>
          <w:tcPr>
            <w:tcW w:w="5528" w:type="dxa"/>
          </w:tcPr>
          <w:p w14:paraId="7617FAC7"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bl>
    <w:p w14:paraId="0F06545B" w14:textId="77777777" w:rsidR="00DC2E4C" w:rsidRDefault="00DC2E4C" w:rsidP="00DC2E4C"/>
    <w:p w14:paraId="00DEE5ED" w14:textId="77777777" w:rsidR="00DC2E4C" w:rsidRPr="00B71AA7" w:rsidRDefault="00DC2E4C" w:rsidP="00B71AA7">
      <w:pPr>
        <w:ind w:firstLine="708"/>
        <w:rPr>
          <w:b/>
        </w:rPr>
      </w:pPr>
      <w:r w:rsidRPr="00B71AA7">
        <w:rPr>
          <w:b/>
        </w:rPr>
        <w:t>OSOBA UPRAWNIONA DO KONTAKTÓW Z ZAMAWIAJĄCYM:</w:t>
      </w:r>
    </w:p>
    <w:p w14:paraId="022777CA" w14:textId="77777777" w:rsidR="00DC2E4C" w:rsidRPr="00B71AA7" w:rsidRDefault="00DC2E4C" w:rsidP="00DC2E4C">
      <w:pPr>
        <w:rPr>
          <w:b/>
        </w:rPr>
      </w:pPr>
    </w:p>
    <w:tbl>
      <w:tblPr>
        <w:tblW w:w="8667" w:type="dxa"/>
        <w:tblInd w:w="70"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000" w:firstRow="0" w:lastRow="0" w:firstColumn="0" w:lastColumn="0" w:noHBand="0" w:noVBand="0"/>
      </w:tblPr>
      <w:tblGrid>
        <w:gridCol w:w="3119"/>
        <w:gridCol w:w="5548"/>
      </w:tblGrid>
      <w:tr w:rsidR="00B71AA7" w:rsidRPr="00B71AA7" w14:paraId="5F0ADCD0"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3F2B26D3" w14:textId="77777777" w:rsidR="00B71AA7" w:rsidRPr="007F1989" w:rsidRDefault="00B71AA7" w:rsidP="00B71AA7">
            <w:pPr>
              <w:suppressAutoHyphens/>
              <w:spacing w:after="0"/>
              <w:ind w:left="567" w:hanging="567"/>
              <w:rPr>
                <w:rFonts w:eastAsia="Times New Roman" w:cs="Calibri"/>
                <w:b/>
                <w:szCs w:val="18"/>
                <w:lang w:eastAsia="zh-CN"/>
              </w:rPr>
            </w:pPr>
            <w:r w:rsidRPr="007F1989">
              <w:rPr>
                <w:rFonts w:eastAsia="Times New Roman" w:cs="Calibri"/>
                <w:b/>
                <w:szCs w:val="18"/>
                <w:lang w:eastAsia="zh-CN"/>
              </w:rPr>
              <w:t>Imię i nazwisko:</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757D3298" w14:textId="77777777" w:rsidR="00B71AA7" w:rsidRPr="007F1989" w:rsidRDefault="00B71AA7" w:rsidP="00B71AA7">
            <w:pPr>
              <w:suppressAutoHyphens/>
              <w:snapToGrid w:val="0"/>
              <w:spacing w:after="0"/>
              <w:ind w:left="567" w:hanging="567"/>
              <w:rPr>
                <w:rFonts w:eastAsia="Times New Roman" w:cs="Calibri"/>
                <w:szCs w:val="18"/>
                <w:lang w:eastAsia="zh-CN"/>
              </w:rPr>
            </w:pPr>
          </w:p>
        </w:tc>
      </w:tr>
      <w:tr w:rsidR="00B71AA7" w:rsidRPr="00B71AA7" w14:paraId="3F0A2AF3"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3EC61179" w14:textId="77777777" w:rsidR="00B71AA7" w:rsidRPr="007F1989" w:rsidRDefault="00B71AA7" w:rsidP="00B71AA7">
            <w:pPr>
              <w:tabs>
                <w:tab w:val="center" w:pos="4536"/>
                <w:tab w:val="right" w:pos="9072"/>
              </w:tabs>
              <w:suppressAutoHyphens/>
              <w:spacing w:after="0"/>
              <w:ind w:left="567" w:hanging="567"/>
              <w:rPr>
                <w:rFonts w:eastAsia="Times New Roman" w:cs="Calibri"/>
                <w:b/>
                <w:szCs w:val="18"/>
              </w:rPr>
            </w:pPr>
            <w:r w:rsidRPr="007F1989">
              <w:rPr>
                <w:rFonts w:eastAsia="Times New Roman" w:cs="Calibri"/>
                <w:b/>
                <w:szCs w:val="18"/>
              </w:rPr>
              <w:t>Firma:</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4F9916BD" w14:textId="77777777" w:rsidR="00B71AA7" w:rsidRPr="007F1989" w:rsidRDefault="00B71AA7" w:rsidP="00B71AA7">
            <w:pPr>
              <w:suppressAutoHyphens/>
              <w:snapToGrid w:val="0"/>
              <w:spacing w:after="0"/>
              <w:ind w:left="567" w:hanging="567"/>
              <w:rPr>
                <w:rFonts w:eastAsia="Times New Roman" w:cs="Calibri"/>
                <w:szCs w:val="18"/>
              </w:rPr>
            </w:pPr>
          </w:p>
        </w:tc>
      </w:tr>
      <w:tr w:rsidR="00B71AA7" w:rsidRPr="00B71AA7" w14:paraId="1DDDF152"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041E8166" w14:textId="77777777" w:rsidR="00B71AA7" w:rsidRPr="007F1989" w:rsidRDefault="00B71AA7" w:rsidP="00B71AA7">
            <w:pPr>
              <w:tabs>
                <w:tab w:val="center" w:pos="4536"/>
                <w:tab w:val="right" w:pos="9072"/>
              </w:tabs>
              <w:suppressAutoHyphens/>
              <w:spacing w:after="0"/>
              <w:ind w:left="567" w:hanging="567"/>
              <w:rPr>
                <w:rFonts w:eastAsia="Times New Roman" w:cs="Calibri"/>
                <w:b/>
                <w:szCs w:val="18"/>
              </w:rPr>
            </w:pPr>
            <w:r w:rsidRPr="007F1989">
              <w:rPr>
                <w:rFonts w:eastAsia="Times New Roman" w:cs="Calibri"/>
                <w:b/>
                <w:szCs w:val="18"/>
              </w:rPr>
              <w:t>Telefon:</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2156E6B8" w14:textId="77777777" w:rsidR="00B71AA7" w:rsidRPr="007F1989" w:rsidRDefault="00B71AA7" w:rsidP="00B71AA7">
            <w:pPr>
              <w:suppressAutoHyphens/>
              <w:snapToGrid w:val="0"/>
              <w:spacing w:after="0"/>
              <w:ind w:left="567" w:hanging="567"/>
              <w:rPr>
                <w:rFonts w:eastAsia="Times New Roman" w:cs="Calibri"/>
                <w:szCs w:val="18"/>
              </w:rPr>
            </w:pPr>
          </w:p>
        </w:tc>
      </w:tr>
      <w:tr w:rsidR="00B71AA7" w:rsidRPr="00B71AA7" w14:paraId="0D55AFAD"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667F8D69" w14:textId="77777777" w:rsidR="00B71AA7" w:rsidRPr="007F1989" w:rsidRDefault="00B71AA7" w:rsidP="00B71AA7">
            <w:pPr>
              <w:suppressAutoHyphens/>
              <w:spacing w:after="0"/>
              <w:ind w:left="567" w:hanging="567"/>
              <w:rPr>
                <w:rFonts w:eastAsia="Times New Roman" w:cs="Calibri"/>
                <w:b/>
                <w:szCs w:val="18"/>
                <w:lang w:val="de-DE" w:eastAsia="zh-CN"/>
              </w:rPr>
            </w:pPr>
            <w:proofErr w:type="spellStart"/>
            <w:r w:rsidRPr="007F1989">
              <w:rPr>
                <w:rFonts w:eastAsia="Times New Roman" w:cs="Calibri"/>
                <w:b/>
                <w:szCs w:val="18"/>
                <w:lang w:val="de-DE" w:eastAsia="zh-CN"/>
              </w:rPr>
              <w:t>E-mail</w:t>
            </w:r>
            <w:proofErr w:type="spellEnd"/>
            <w:r w:rsidRPr="007F1989">
              <w:rPr>
                <w:rFonts w:eastAsia="Times New Roman" w:cs="Calibri"/>
                <w:b/>
                <w:szCs w:val="18"/>
                <w:lang w:val="de-DE" w:eastAsia="zh-CN"/>
              </w:rPr>
              <w:t>:</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4660DEF1" w14:textId="77777777" w:rsidR="00B71AA7" w:rsidRPr="007F1989" w:rsidRDefault="00B71AA7" w:rsidP="00B71AA7">
            <w:pPr>
              <w:suppressAutoHyphens/>
              <w:snapToGrid w:val="0"/>
              <w:spacing w:after="0"/>
              <w:ind w:left="567" w:hanging="567"/>
              <w:rPr>
                <w:rFonts w:eastAsia="Times New Roman" w:cs="Calibri"/>
                <w:szCs w:val="18"/>
                <w:lang w:val="de-DE" w:eastAsia="zh-CN"/>
              </w:rPr>
            </w:pPr>
          </w:p>
        </w:tc>
      </w:tr>
    </w:tbl>
    <w:p w14:paraId="2B413772" w14:textId="77777777" w:rsidR="00DC2E4C" w:rsidRDefault="00DC2E4C" w:rsidP="00DC2E4C"/>
    <w:p w14:paraId="7FF8E1B5" w14:textId="3C106D6F" w:rsidR="00DC2E4C" w:rsidRPr="00063C0D" w:rsidRDefault="001342C0" w:rsidP="00031904">
      <w:pPr>
        <w:pStyle w:val="Akapitzlist"/>
        <w:numPr>
          <w:ilvl w:val="0"/>
          <w:numId w:val="5"/>
        </w:numPr>
        <w:spacing w:after="240"/>
        <w:rPr>
          <w:b/>
        </w:rPr>
      </w:pPr>
      <w:r>
        <w:rPr>
          <w:b/>
        </w:rPr>
        <w:t>CENA OFERTY</w:t>
      </w:r>
      <w:r w:rsidR="00DC2E4C" w:rsidRPr="00063C0D">
        <w:rPr>
          <w:b/>
        </w:rPr>
        <w:t xml:space="preserve">: </w:t>
      </w:r>
    </w:p>
    <w:p w14:paraId="09F7E008" w14:textId="77777777" w:rsidR="00DC2E4C" w:rsidRDefault="00DC2E4C" w:rsidP="00063C0D">
      <w:pPr>
        <w:spacing w:beforeLines="40" w:before="96" w:after="240"/>
        <w:ind w:left="1296" w:hangingChars="720" w:hanging="1296"/>
        <w:jc w:val="both"/>
        <w:outlineLvl w:val="1"/>
      </w:pPr>
      <w:r>
        <w:t>Oferujemy, wykonanie przedmiotu Zamówienia zgodnie z wymaganiami zawartymi w SWZ za cenę:</w:t>
      </w:r>
    </w:p>
    <w:p w14:paraId="18AD09B6" w14:textId="1576DF01" w:rsidR="00F9374F" w:rsidRDefault="00F9374F" w:rsidP="00063C0D">
      <w:pPr>
        <w:spacing w:beforeLines="40" w:before="96" w:after="240"/>
        <w:ind w:left="1296" w:hangingChars="720" w:hanging="1296"/>
        <w:jc w:val="both"/>
        <w:outlineLvl w:val="1"/>
      </w:pPr>
      <w:r>
        <w:t>Netto……………zł</w:t>
      </w:r>
    </w:p>
    <w:p w14:paraId="7BA6DC2D" w14:textId="661BDF13" w:rsidR="00F9374F" w:rsidRDefault="00F9374F" w:rsidP="00063C0D">
      <w:pPr>
        <w:spacing w:beforeLines="40" w:before="96" w:after="240"/>
        <w:ind w:left="1296" w:hangingChars="720" w:hanging="1296"/>
        <w:jc w:val="both"/>
        <w:outlineLvl w:val="1"/>
      </w:pPr>
      <w:r>
        <w:t>VAT ……</w:t>
      </w:r>
    </w:p>
    <w:p w14:paraId="0D6A9881" w14:textId="7F1890E5" w:rsidR="00F9374F" w:rsidRDefault="00F9374F" w:rsidP="00063C0D">
      <w:pPr>
        <w:spacing w:beforeLines="40" w:before="96" w:after="240"/>
        <w:ind w:left="1296" w:hangingChars="720" w:hanging="1296"/>
        <w:jc w:val="both"/>
        <w:outlineLvl w:val="1"/>
      </w:pPr>
      <w:r>
        <w:t>Brutto…………………zł</w:t>
      </w:r>
    </w:p>
    <w:p w14:paraId="35DA66FE" w14:textId="0D32942B" w:rsidR="00F9374F" w:rsidRDefault="00F9374F">
      <w:pPr>
        <w:rPr>
          <w:b/>
        </w:rPr>
      </w:pPr>
      <w:r>
        <w:rPr>
          <w:b/>
        </w:rPr>
        <w:br w:type="page"/>
      </w:r>
    </w:p>
    <w:p w14:paraId="686AEA38" w14:textId="77777777" w:rsidR="007F1989" w:rsidRDefault="007F1989" w:rsidP="007F1989">
      <w:pPr>
        <w:pStyle w:val="Akapitzlist"/>
        <w:spacing w:beforeLines="40" w:before="96" w:after="240"/>
        <w:contextualSpacing w:val="0"/>
        <w:rPr>
          <w:b/>
        </w:rPr>
      </w:pPr>
    </w:p>
    <w:p w14:paraId="1E78C3EC" w14:textId="7C0A653A" w:rsidR="00DC2E4C" w:rsidRPr="00063C0D" w:rsidRDefault="00DC2E4C" w:rsidP="00031904">
      <w:pPr>
        <w:pStyle w:val="Akapitzlist"/>
        <w:numPr>
          <w:ilvl w:val="0"/>
          <w:numId w:val="5"/>
        </w:numPr>
        <w:spacing w:beforeLines="40" w:before="96" w:after="240"/>
        <w:contextualSpacing w:val="0"/>
        <w:rPr>
          <w:b/>
        </w:rPr>
      </w:pPr>
      <w:r w:rsidRPr="00063C0D">
        <w:rPr>
          <w:b/>
        </w:rPr>
        <w:t>OŚWIADCZENIA I INFORMACJE:</w:t>
      </w:r>
    </w:p>
    <w:p w14:paraId="1A0106DC" w14:textId="77777777" w:rsidR="00DC2E4C" w:rsidRDefault="00DC2E4C" w:rsidP="007F1989">
      <w:pPr>
        <w:pStyle w:val="Styl1"/>
        <w:jc w:val="both"/>
      </w:pPr>
      <w:r>
        <w:t xml:space="preserve">My, niżej podpisani, niniejszym </w:t>
      </w:r>
      <w:proofErr w:type="gramStart"/>
      <w:r>
        <w:t>oświadczamy ,</w:t>
      </w:r>
      <w:proofErr w:type="gramEnd"/>
      <w:r>
        <w:t xml:space="preserve"> co następuje:</w:t>
      </w:r>
    </w:p>
    <w:p w14:paraId="3470DC65" w14:textId="608426E8" w:rsidR="00B71AA7" w:rsidRDefault="00957A26" w:rsidP="007F1989">
      <w:pPr>
        <w:pStyle w:val="Akapitzlist"/>
        <w:numPr>
          <w:ilvl w:val="0"/>
          <w:numId w:val="12"/>
        </w:numPr>
        <w:spacing w:beforeLines="40" w:before="96" w:after="240"/>
        <w:contextualSpacing w:val="0"/>
        <w:jc w:val="both"/>
        <w:outlineLvl w:val="1"/>
      </w:pPr>
      <w:r>
        <w:t xml:space="preserve">Posiadamy </w:t>
      </w:r>
      <w:r w:rsidR="00DC2E4C">
        <w:t>niezbędną wiedzę i doświadczenie oraz dysponu</w:t>
      </w:r>
      <w:r>
        <w:t xml:space="preserve">jemy potencjałem technicznym i </w:t>
      </w:r>
      <w:r w:rsidR="00DC2E4C">
        <w:t>osobami zdolnymi do wykonania Zakupu,</w:t>
      </w:r>
    </w:p>
    <w:p w14:paraId="0137B2B5" w14:textId="328B8451" w:rsidR="00DC2E4C" w:rsidRDefault="002C26B1" w:rsidP="007F1989">
      <w:pPr>
        <w:pStyle w:val="Akapitzlist"/>
        <w:numPr>
          <w:ilvl w:val="0"/>
          <w:numId w:val="12"/>
        </w:numPr>
        <w:spacing w:before="40" w:after="240"/>
        <w:contextualSpacing w:val="0"/>
        <w:jc w:val="both"/>
        <w:outlineLvl w:val="1"/>
      </w:pPr>
      <w:r>
        <w:t xml:space="preserve">nie podlegamy wykluczeniu na podstawie </w:t>
      </w:r>
      <w:r w:rsidRPr="0089712F">
        <w:t>pkt</w:t>
      </w:r>
      <w:r>
        <w:t xml:space="preserve">. </w:t>
      </w:r>
      <w:r w:rsidRPr="00053F5E">
        <w:rPr>
          <w:szCs w:val="18"/>
        </w:rPr>
        <w:t>9.4.2-9.4.3 Procedury Ogólnej Zakupów GK PGE (PROG 00096/</w:t>
      </w:r>
      <w:r w:rsidR="00872426">
        <w:rPr>
          <w:szCs w:val="18"/>
        </w:rPr>
        <w:t>H.1</w:t>
      </w:r>
      <w:r w:rsidRPr="00053F5E">
        <w:rPr>
          <w:szCs w:val="18"/>
        </w:rPr>
        <w:t>) (</w:t>
      </w:r>
      <w:r w:rsidRPr="00053F5E">
        <w:rPr>
          <w:i/>
          <w:color w:val="000000"/>
          <w:szCs w:val="18"/>
        </w:rPr>
        <w:t>W przypadku konsorcjum, Wykonawca składając niniejsze oświadczenia składa je w imieniu wszystkich członków konsorcjum)</w:t>
      </w:r>
    </w:p>
    <w:p w14:paraId="50CF7BBB" w14:textId="0B1C53B3" w:rsidR="00063C0D" w:rsidRDefault="00DC2E4C" w:rsidP="007F1989">
      <w:pPr>
        <w:pStyle w:val="Styl1"/>
        <w:jc w:val="both"/>
      </w:pPr>
      <w:r>
        <w:t>W zakresie warunków udziału w Postępowaniu zamierzamy/nie zamierzamy</w:t>
      </w:r>
      <w:r w:rsidR="003A6CF6">
        <w:rPr>
          <w:rStyle w:val="Odwoanieprzypisudolnego"/>
        </w:rPr>
        <w:footnoteReference w:id="2"/>
      </w:r>
      <w:r>
        <w:t xml:space="preserve"> polegać na potencjale p</w:t>
      </w:r>
      <w:r w:rsidR="00B126A1">
        <w:t>odmiotu udostępniającego zasoby,</w:t>
      </w:r>
      <w:r>
        <w:t xml:space="preserve"> </w:t>
      </w:r>
      <w:r w:rsidRPr="007F1989">
        <w:t>tj. …………………………….</w:t>
      </w:r>
      <w:r>
        <w:t xml:space="preserve">  </w:t>
      </w:r>
    </w:p>
    <w:p w14:paraId="42CA94B1" w14:textId="4589F7B5" w:rsidR="00063C0D" w:rsidRDefault="00DC2E4C" w:rsidP="007F1989">
      <w:pPr>
        <w:pStyle w:val="Styl1"/>
        <w:jc w:val="both"/>
      </w:pPr>
      <w:r>
        <w:t xml:space="preserve">Zapoznaliśmy się </w:t>
      </w:r>
      <w:r w:rsidR="001342C0">
        <w:t>i w pełni akceptujemy treść SWZ</w:t>
      </w:r>
      <w:r>
        <w:t xml:space="preserve"> wraz ze wszystkimi załącznikami oraz treść wyjaśn</w:t>
      </w:r>
      <w:r w:rsidR="001342C0">
        <w:t>ień i modyfikacji do SWZ</w:t>
      </w:r>
      <w:r>
        <w:t xml:space="preserve"> i nie wnosim</w:t>
      </w:r>
      <w:r w:rsidR="00B71AA7">
        <w:t xml:space="preserve">y do nich zastrzeżeń.  </w:t>
      </w:r>
    </w:p>
    <w:p w14:paraId="70B734D9" w14:textId="644CBEDA" w:rsidR="00063C0D" w:rsidRDefault="00DC2E4C" w:rsidP="007F1989">
      <w:pPr>
        <w:pStyle w:val="Styl1"/>
        <w:jc w:val="both"/>
      </w:pPr>
      <w:r>
        <w:t xml:space="preserve">Otrzymaliśmy konieczne informacje </w:t>
      </w:r>
      <w:r w:rsidR="001342C0">
        <w:t>do przygotowania Oferty</w:t>
      </w:r>
      <w:r>
        <w:t xml:space="preserve"> i wykonania Zamówienia.</w:t>
      </w:r>
    </w:p>
    <w:p w14:paraId="3F734DE9" w14:textId="73C47A8B" w:rsidR="00063C0D" w:rsidRDefault="007F1989" w:rsidP="007F1989">
      <w:pPr>
        <w:pStyle w:val="Styl1"/>
        <w:jc w:val="both"/>
      </w:pPr>
      <w:r>
        <w:t>Z</w:t>
      </w:r>
      <w:r w:rsidR="00DC2E4C">
        <w:t>achowamy poufność danych uzyskanych w procesie toczącego się niniejszego Postępowania.</w:t>
      </w:r>
    </w:p>
    <w:p w14:paraId="4580BED5" w14:textId="76E77643" w:rsidR="00063C0D" w:rsidRDefault="001342C0" w:rsidP="007F1989">
      <w:pPr>
        <w:pStyle w:val="Styl1"/>
        <w:jc w:val="both"/>
      </w:pPr>
      <w:r>
        <w:t>Podane w Ofercie</w:t>
      </w:r>
      <w:r w:rsidR="00DC2E4C">
        <w:t xml:space="preserve"> elementy ceny obejmują przedmiot i zakres Zamówienia zgodnie z zasadami i warunkami określonymi w SWZ</w:t>
      </w:r>
      <w:r w:rsidR="00B71AA7">
        <w:t>.</w:t>
      </w:r>
    </w:p>
    <w:p w14:paraId="7725CD63" w14:textId="77777777" w:rsidR="00DC2E4C" w:rsidRPr="007F1989" w:rsidRDefault="00B71AA7" w:rsidP="007F1989">
      <w:pPr>
        <w:pStyle w:val="Styl1"/>
        <w:jc w:val="both"/>
      </w:pPr>
      <w:r w:rsidRPr="007F1989">
        <w:t>Wybór naszej Oferty</w:t>
      </w:r>
      <w:r w:rsidR="00DC2E4C" w:rsidRPr="007F1989">
        <w:t>:</w:t>
      </w:r>
    </w:p>
    <w:p w14:paraId="00455145" w14:textId="77777777" w:rsidR="00DC2E4C" w:rsidRPr="007F1989" w:rsidRDefault="00DC2E4C" w:rsidP="007F1989">
      <w:pPr>
        <w:spacing w:before="40" w:after="240"/>
        <w:ind w:left="587"/>
        <w:jc w:val="both"/>
        <w:outlineLvl w:val="1"/>
      </w:pPr>
      <w:r w:rsidRPr="007F1989">
        <w:rPr>
          <w:rFonts w:ascii="Segoe UI Symbol" w:hAnsi="Segoe UI Symbol" w:cs="Segoe UI Symbol"/>
        </w:rPr>
        <w:t>☐</w:t>
      </w:r>
      <w:r w:rsidRPr="007F1989">
        <w:t xml:space="preserve">   nie będzie prowadzić do powstania u Zamawiającego obowiązku podatkowego.</w:t>
      </w:r>
    </w:p>
    <w:p w14:paraId="7E4B72BE" w14:textId="77777777" w:rsidR="00DC2E4C" w:rsidRDefault="00DC2E4C" w:rsidP="007F1989">
      <w:pPr>
        <w:spacing w:before="40" w:after="240"/>
        <w:ind w:left="587"/>
        <w:jc w:val="both"/>
        <w:outlineLvl w:val="1"/>
      </w:pPr>
      <w:r w:rsidRPr="007F1989">
        <w:rPr>
          <w:rFonts w:ascii="Segoe UI Symbol" w:hAnsi="Segoe UI Symbol" w:cs="Segoe UI Symbol"/>
        </w:rPr>
        <w:t>☐</w:t>
      </w:r>
      <w:r w:rsidRPr="007F1989">
        <w:t xml:space="preserve"> 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F7DE973" w14:textId="63D091E3" w:rsidR="00063C0D" w:rsidRDefault="007F1989" w:rsidP="007F1989">
      <w:pPr>
        <w:pStyle w:val="Styl1"/>
      </w:pPr>
      <w:r>
        <w:t>J</w:t>
      </w:r>
      <w:r w:rsidR="00DC2E4C">
        <w:t>esteśmy zdolni do wykonania przedmiotu Zamówienia zgodnie z wymaganiami podanymi w SWZ.</w:t>
      </w:r>
    </w:p>
    <w:p w14:paraId="0C719D66" w14:textId="77777777" w:rsidR="00DC2E4C" w:rsidRDefault="00B126A1" w:rsidP="007F1989">
      <w:pPr>
        <w:pStyle w:val="Styl1"/>
      </w:pPr>
      <w:r>
        <w:t>Oświadczamy, że</w:t>
      </w:r>
      <w:r w:rsidR="00DC2E4C">
        <w:t xml:space="preserve">: </w:t>
      </w:r>
    </w:p>
    <w:p w14:paraId="7DB00381" w14:textId="77777777" w:rsidR="00DC2E4C" w:rsidRDefault="00DC2E4C" w:rsidP="007F1989">
      <w:pPr>
        <w:spacing w:before="40" w:after="240"/>
        <w:ind w:left="587"/>
        <w:jc w:val="both"/>
        <w:outlineLvl w:val="1"/>
      </w:pPr>
      <w:r>
        <w:rPr>
          <w:rFonts w:ascii="Segoe UI Symbol" w:hAnsi="Segoe UI Symbol" w:cs="Segoe UI Symbol"/>
        </w:rPr>
        <w:t>☐</w:t>
      </w:r>
      <w:r>
        <w:t xml:space="preserve">   Przedmiot Zamó</w:t>
      </w:r>
      <w:r w:rsidR="00B126A1">
        <w:t>wienia wykonamy siłami własnymi,</w:t>
      </w:r>
    </w:p>
    <w:p w14:paraId="64836791" w14:textId="77777777" w:rsidR="00B71AA7" w:rsidRDefault="00DC2E4C" w:rsidP="007F1989">
      <w:pPr>
        <w:spacing w:before="40" w:after="240"/>
        <w:ind w:left="119" w:firstLine="468"/>
        <w:jc w:val="both"/>
        <w:outlineLvl w:val="1"/>
      </w:pPr>
      <w:r>
        <w:rPr>
          <w:rFonts w:ascii="Segoe UI Symbol" w:hAnsi="Segoe UI Symbol" w:cs="Segoe UI Symbol"/>
        </w:rPr>
        <w:t>☐</w:t>
      </w:r>
      <w:r>
        <w:t xml:space="preserve">   Powierzymy realizację następujących części/zakresu podwykonawcom</w:t>
      </w:r>
      <w:r w:rsidR="00B126A1">
        <w:t>.</w:t>
      </w:r>
      <w:r>
        <w:t xml:space="preserve"> </w:t>
      </w:r>
    </w:p>
    <w:tbl>
      <w:tblPr>
        <w:tblStyle w:val="Tabela-Siatka1"/>
        <w:tblpPr w:leftFromText="141" w:rightFromText="141" w:vertAnchor="text" w:horzAnchor="margin" w:tblpX="562" w:tblpY="24"/>
        <w:tblW w:w="9351" w:type="dxa"/>
        <w:tblLook w:val="04A0" w:firstRow="1" w:lastRow="0" w:firstColumn="1" w:lastColumn="0" w:noHBand="0" w:noVBand="1"/>
      </w:tblPr>
      <w:tblGrid>
        <w:gridCol w:w="547"/>
        <w:gridCol w:w="2492"/>
        <w:gridCol w:w="6312"/>
      </w:tblGrid>
      <w:tr w:rsidR="00B71AA7" w:rsidRPr="00B71AA7" w14:paraId="285435A4" w14:textId="77777777" w:rsidTr="007F1989">
        <w:tc>
          <w:tcPr>
            <w:tcW w:w="547" w:type="dxa"/>
            <w:shd w:val="clear" w:color="auto" w:fill="1A7466" w:themeFill="text2"/>
          </w:tcPr>
          <w:p w14:paraId="202921AF" w14:textId="77777777" w:rsidR="00B71AA7" w:rsidRPr="006454D6" w:rsidRDefault="00B71AA7" w:rsidP="007F1989">
            <w:pPr>
              <w:spacing w:before="120" w:after="120" w:line="276" w:lineRule="auto"/>
              <w:ind w:right="-284"/>
              <w:jc w:val="both"/>
              <w:rPr>
                <w:rFonts w:eastAsia="Times New Roman" w:cs="Calibri"/>
                <w:b/>
                <w:szCs w:val="18"/>
                <w:lang w:eastAsia="pl-PL"/>
              </w:rPr>
            </w:pPr>
            <w:r w:rsidRPr="006454D6">
              <w:rPr>
                <w:rFonts w:eastAsia="Times New Roman" w:cs="Calibri"/>
                <w:b/>
                <w:szCs w:val="18"/>
                <w:lang w:eastAsia="pl-PL"/>
              </w:rPr>
              <w:t>Lp.</w:t>
            </w:r>
          </w:p>
        </w:tc>
        <w:tc>
          <w:tcPr>
            <w:tcW w:w="2492" w:type="dxa"/>
            <w:shd w:val="clear" w:color="auto" w:fill="1A7466" w:themeFill="text2"/>
          </w:tcPr>
          <w:p w14:paraId="64FE01A7" w14:textId="77777777" w:rsidR="00B71AA7" w:rsidRPr="006454D6" w:rsidRDefault="00B71AA7" w:rsidP="007F1989">
            <w:pPr>
              <w:spacing w:before="120" w:after="120" w:line="276" w:lineRule="auto"/>
              <w:jc w:val="both"/>
              <w:rPr>
                <w:rFonts w:eastAsia="Times New Roman" w:cs="Calibri"/>
                <w:b/>
                <w:szCs w:val="18"/>
                <w:lang w:eastAsia="pl-PL"/>
              </w:rPr>
            </w:pPr>
            <w:r w:rsidRPr="006454D6">
              <w:rPr>
                <w:rFonts w:eastAsia="Times New Roman" w:cs="Calibri"/>
                <w:b/>
                <w:szCs w:val="18"/>
                <w:lang w:eastAsia="pl-PL"/>
              </w:rPr>
              <w:t>Nazwa i adres podwykonawcy (jeżeli są znani)</w:t>
            </w:r>
          </w:p>
        </w:tc>
        <w:tc>
          <w:tcPr>
            <w:tcW w:w="6312" w:type="dxa"/>
            <w:shd w:val="clear" w:color="auto" w:fill="1A7466" w:themeFill="text2"/>
          </w:tcPr>
          <w:p w14:paraId="722900D2" w14:textId="6A119D6C" w:rsidR="004C6E5D" w:rsidRDefault="00B71AA7" w:rsidP="004C6E5D">
            <w:pPr>
              <w:spacing w:before="120" w:after="120" w:line="276" w:lineRule="auto"/>
              <w:ind w:right="-284"/>
              <w:jc w:val="center"/>
              <w:rPr>
                <w:rFonts w:eastAsia="Times New Roman" w:cs="Calibri"/>
                <w:b/>
                <w:szCs w:val="18"/>
                <w:lang w:eastAsia="pl-PL"/>
              </w:rPr>
            </w:pPr>
            <w:r w:rsidRPr="006454D6">
              <w:rPr>
                <w:rFonts w:eastAsia="Times New Roman" w:cs="Calibri"/>
                <w:b/>
                <w:szCs w:val="18"/>
                <w:lang w:eastAsia="pl-PL"/>
              </w:rPr>
              <w:t>Zakres zamówienia,</w:t>
            </w:r>
          </w:p>
          <w:p w14:paraId="7F923DA7" w14:textId="0030FB65" w:rsidR="00B71AA7" w:rsidRPr="006454D6" w:rsidRDefault="00B71AA7" w:rsidP="004C6E5D">
            <w:pPr>
              <w:spacing w:before="120" w:after="120" w:line="276" w:lineRule="auto"/>
              <w:ind w:right="-284"/>
              <w:jc w:val="center"/>
              <w:rPr>
                <w:rFonts w:eastAsia="Times New Roman" w:cs="Calibri"/>
                <w:b/>
                <w:szCs w:val="18"/>
                <w:lang w:eastAsia="pl-PL"/>
              </w:rPr>
            </w:pPr>
            <w:r w:rsidRPr="006454D6">
              <w:rPr>
                <w:rFonts w:eastAsia="Times New Roman" w:cs="Calibri"/>
                <w:b/>
                <w:szCs w:val="18"/>
                <w:lang w:eastAsia="pl-PL"/>
              </w:rPr>
              <w:t>który zostanie powierzony podwykonawcy</w:t>
            </w:r>
          </w:p>
        </w:tc>
      </w:tr>
      <w:tr w:rsidR="00B71AA7" w:rsidRPr="00B71AA7" w14:paraId="3E12E42B" w14:textId="77777777" w:rsidTr="007F1989">
        <w:tc>
          <w:tcPr>
            <w:tcW w:w="547" w:type="dxa"/>
          </w:tcPr>
          <w:p w14:paraId="419AA5BA" w14:textId="77777777" w:rsidR="00B71AA7" w:rsidRPr="006454D6" w:rsidRDefault="00B71AA7" w:rsidP="007F1989">
            <w:pPr>
              <w:spacing w:before="120" w:after="120" w:line="276" w:lineRule="auto"/>
              <w:ind w:left="1571" w:right="-284" w:hanging="851"/>
              <w:jc w:val="both"/>
              <w:rPr>
                <w:rFonts w:eastAsia="Times New Roman" w:cs="Calibri"/>
                <w:szCs w:val="18"/>
                <w:lang w:eastAsia="pl-PL"/>
              </w:rPr>
            </w:pPr>
          </w:p>
        </w:tc>
        <w:tc>
          <w:tcPr>
            <w:tcW w:w="2492" w:type="dxa"/>
          </w:tcPr>
          <w:p w14:paraId="64D49F8B" w14:textId="77777777" w:rsidR="00B71AA7" w:rsidRPr="006454D6" w:rsidRDefault="00B71AA7" w:rsidP="007F1989">
            <w:pPr>
              <w:spacing w:before="120" w:after="120" w:line="276" w:lineRule="auto"/>
              <w:ind w:left="1571" w:right="-284" w:hanging="851"/>
              <w:jc w:val="both"/>
              <w:rPr>
                <w:rFonts w:eastAsia="Times New Roman" w:cs="Calibri"/>
                <w:szCs w:val="18"/>
                <w:lang w:eastAsia="pl-PL"/>
              </w:rPr>
            </w:pPr>
          </w:p>
        </w:tc>
        <w:tc>
          <w:tcPr>
            <w:tcW w:w="6312" w:type="dxa"/>
          </w:tcPr>
          <w:p w14:paraId="4BF98291" w14:textId="77777777" w:rsidR="00B71AA7" w:rsidRPr="006454D6" w:rsidRDefault="00B71AA7" w:rsidP="007F1989">
            <w:pPr>
              <w:spacing w:before="120" w:after="120" w:line="276" w:lineRule="auto"/>
              <w:ind w:left="1571" w:right="-284" w:hanging="851"/>
              <w:jc w:val="both"/>
              <w:rPr>
                <w:rFonts w:eastAsia="Times New Roman" w:cs="Calibri"/>
                <w:szCs w:val="18"/>
                <w:lang w:eastAsia="pl-PL"/>
              </w:rPr>
            </w:pPr>
          </w:p>
        </w:tc>
      </w:tr>
    </w:tbl>
    <w:p w14:paraId="75C82A3F" w14:textId="77777777" w:rsidR="00B71AA7" w:rsidRDefault="00B71AA7" w:rsidP="0035204E">
      <w:pPr>
        <w:jc w:val="both"/>
      </w:pPr>
    </w:p>
    <w:p w14:paraId="1B09B0EB" w14:textId="77777777" w:rsidR="00B71AA7" w:rsidRDefault="00B71AA7" w:rsidP="0035204E">
      <w:pPr>
        <w:jc w:val="both"/>
      </w:pPr>
    </w:p>
    <w:p w14:paraId="5DD4EEED" w14:textId="77777777" w:rsidR="00B71AA7" w:rsidRDefault="00B71AA7" w:rsidP="0035204E">
      <w:pPr>
        <w:jc w:val="both"/>
      </w:pPr>
    </w:p>
    <w:p w14:paraId="4CDEE5D8" w14:textId="77777777" w:rsidR="00B71AA7" w:rsidRDefault="00B71AA7" w:rsidP="0035204E">
      <w:pPr>
        <w:jc w:val="both"/>
      </w:pPr>
    </w:p>
    <w:p w14:paraId="1E2470F4" w14:textId="77777777" w:rsidR="00B71AA7" w:rsidRDefault="00B71AA7" w:rsidP="0035204E">
      <w:pPr>
        <w:jc w:val="both"/>
      </w:pPr>
    </w:p>
    <w:p w14:paraId="770E002D" w14:textId="77777777" w:rsidR="00B71AA7" w:rsidRDefault="00B71AA7" w:rsidP="0035204E">
      <w:pPr>
        <w:jc w:val="both"/>
      </w:pPr>
    </w:p>
    <w:p w14:paraId="6F29BFBF" w14:textId="77777777" w:rsidR="00DC2E4C" w:rsidRDefault="00DC2E4C" w:rsidP="007F1989">
      <w:pPr>
        <w:jc w:val="both"/>
      </w:pPr>
      <w:r>
        <w:tab/>
      </w:r>
      <w:r>
        <w:tab/>
      </w:r>
    </w:p>
    <w:p w14:paraId="2FADF6E7" w14:textId="7A057B77" w:rsidR="00063C0D" w:rsidRDefault="007F1989" w:rsidP="007F1989">
      <w:pPr>
        <w:pStyle w:val="Styl1"/>
      </w:pPr>
      <w:r>
        <w:t>P</w:t>
      </w:r>
      <w:r w:rsidR="001342C0">
        <w:t>rzedmiot Oferty</w:t>
      </w:r>
      <w:r w:rsidR="00DC2E4C">
        <w:t xml:space="preserve"> jest zgodny z opisem Przedmiotu Zamówienia.</w:t>
      </w:r>
    </w:p>
    <w:p w14:paraId="3FE5C0C7" w14:textId="452F9E59" w:rsidR="00063C0D" w:rsidRDefault="007F1989" w:rsidP="007F1989">
      <w:pPr>
        <w:pStyle w:val="Styl1"/>
      </w:pPr>
      <w:r>
        <w:lastRenderedPageBreak/>
        <w:t>A</w:t>
      </w:r>
      <w:r w:rsidR="00DC2E4C">
        <w:t xml:space="preserve">kceptujemy termin realizacji Zamówienia wskazany przez Zamawiającego w SWZ, wraz z terminami cząstkowymi (pośrednimi). </w:t>
      </w:r>
    </w:p>
    <w:p w14:paraId="6C21695B" w14:textId="61FA6D5C" w:rsidR="00063C0D" w:rsidRDefault="00DC2E4C" w:rsidP="007F1989">
      <w:pPr>
        <w:pStyle w:val="Styl1"/>
      </w:pPr>
      <w:r>
        <w:t>Uważamy się za związanych niniejszą Ofertą na czas wskazany w SWZ, tj. przez okres 90 dni]</w:t>
      </w:r>
      <w:r w:rsidR="005547D1">
        <w:t xml:space="preserve"> </w:t>
      </w:r>
      <w:r>
        <w:t>od upływu terminu składania Ofert.</w:t>
      </w:r>
    </w:p>
    <w:p w14:paraId="58D3CACF" w14:textId="77777777" w:rsidR="00DC2E4C" w:rsidRDefault="00B71AA7" w:rsidP="007F1989">
      <w:pPr>
        <w:pStyle w:val="Styl1"/>
      </w:pPr>
      <w:r>
        <w:t>Informujemy, że</w:t>
      </w:r>
      <w:r w:rsidR="00DC2E4C">
        <w:t>:</w:t>
      </w:r>
    </w:p>
    <w:p w14:paraId="50183FB0" w14:textId="44CE1AB3" w:rsidR="00DC2E4C" w:rsidRDefault="00DC2E4C" w:rsidP="007F1989">
      <w:pPr>
        <w:spacing w:before="40" w:after="240"/>
        <w:ind w:left="1416" w:hanging="772"/>
        <w:jc w:val="both"/>
      </w:pPr>
      <w:r>
        <w:rPr>
          <w:rFonts w:ascii="Segoe UI Symbol" w:hAnsi="Segoe UI Symbol" w:cs="Segoe UI Symbol"/>
        </w:rPr>
        <w:t>☐</w:t>
      </w:r>
      <w:r w:rsidR="0008511F">
        <w:tab/>
      </w:r>
      <w:r w:rsidR="001342C0">
        <w:t>niniejsza Oferta</w:t>
      </w:r>
      <w:r>
        <w:t xml:space="preserve"> oraz wszelkie załączniki są jawne i nie zawierają informacji stanowiących tajemnicę przedsiębiorstwa</w:t>
      </w:r>
      <w:r w:rsidR="00957A26">
        <w:t>,</w:t>
      </w:r>
      <w:r>
        <w:t xml:space="preserve"> </w:t>
      </w:r>
    </w:p>
    <w:p w14:paraId="4D5030A2" w14:textId="77777777" w:rsidR="00DC2E4C" w:rsidRDefault="00DC2E4C" w:rsidP="007F1989">
      <w:pPr>
        <w:spacing w:before="40" w:after="240"/>
        <w:ind w:left="1416" w:hanging="772"/>
        <w:jc w:val="both"/>
      </w:pPr>
      <w:r>
        <w:rPr>
          <w:rFonts w:ascii="Segoe UI Symbol" w:hAnsi="Segoe UI Symbol" w:cs="Segoe UI Symbol"/>
        </w:rPr>
        <w:t>☐</w:t>
      </w:r>
      <w:r>
        <w:tab/>
        <w:t>informacje stanowiące tajemnicę przedsiębiorstwa w rozumieniu przepisów ustawy o zwalczaniu nieuczciwej konkurencji - które jako takie nie mogą być udostępnianie innym uczestnikom Postępowania – zostały złożone w Sekcji Systemu Zakupowego GK PGE „Dokumenty” w katalogu „Dokument niejawny (tajemnica przedsiębiorstwa). Do Oferty załączamy uzasa</w:t>
      </w:r>
      <w:r w:rsidR="00B126A1">
        <w:t>dnienie zastrzeżenia informacji.</w:t>
      </w:r>
    </w:p>
    <w:p w14:paraId="55CBF591" w14:textId="77777777" w:rsidR="00875F48" w:rsidRDefault="00875F48" w:rsidP="00875F48">
      <w:pPr>
        <w:pStyle w:val="Styl1"/>
      </w:pPr>
      <w:r>
        <w:t>Wskazujemy numer rachunku bankowego do dokonywania płatności, który będzie wskazany na fakturze: ……………………………………………………………………………………………………………</w:t>
      </w:r>
    </w:p>
    <w:p w14:paraId="18668DB2" w14:textId="7A5926A9" w:rsidR="00DC2E4C" w:rsidRPr="00875F48" w:rsidRDefault="00875F48" w:rsidP="00875F48">
      <w:pPr>
        <w:pStyle w:val="Styl1"/>
        <w:numPr>
          <w:ilvl w:val="0"/>
          <w:numId w:val="0"/>
        </w:numPr>
        <w:ind w:left="567"/>
        <w:rPr>
          <w:i/>
        </w:rPr>
      </w:pPr>
      <w:r w:rsidRPr="00875F48">
        <w:rPr>
          <w:i/>
        </w:rPr>
        <w:t>(Informacja o charakterze organizacyjnym, bez konsekwencji w przypadku braku jej podania)</w:t>
      </w:r>
    </w:p>
    <w:p w14:paraId="3156AD26" w14:textId="5306DE7F" w:rsidR="0035204E" w:rsidRDefault="0008511F" w:rsidP="0008511F">
      <w:pPr>
        <w:pStyle w:val="Styl1"/>
        <w:jc w:val="both"/>
      </w:pPr>
      <w:r>
        <w:t>P</w:t>
      </w:r>
      <w:r w:rsidR="00DC2E4C">
        <w:t>rzedstawione w Ofe</w:t>
      </w:r>
      <w:r w:rsidR="001342C0">
        <w:t>rcie</w:t>
      </w:r>
      <w:r w:rsidR="00DC2E4C">
        <w:t xml:space="preserve"> informacje o</w:t>
      </w:r>
      <w:r w:rsidR="001342C0">
        <w:t>raz załączone do Oferty</w:t>
      </w:r>
      <w:r w:rsidR="00DC2E4C">
        <w:t xml:space="preserve"> dokumenty oraz oświadczenia opisują stan faktyczny i prawny, aktualny na</w:t>
      </w:r>
      <w:r w:rsidR="001342C0">
        <w:t xml:space="preserve"> dzień składania Oferty</w:t>
      </w:r>
      <w:r w:rsidR="00DC2E4C">
        <w:t>.</w:t>
      </w:r>
    </w:p>
    <w:p w14:paraId="653D4938" w14:textId="77777777" w:rsidR="0035204E" w:rsidRDefault="00DC2E4C" w:rsidP="0008511F">
      <w:pPr>
        <w:pStyle w:val="Styl1"/>
        <w:jc w:val="both"/>
      </w:pPr>
      <w:r>
        <w:t>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7B2ECEF1" w14:textId="2B8988C8" w:rsidR="0035204E" w:rsidRPr="007F1989" w:rsidRDefault="00A3224A" w:rsidP="0008511F">
      <w:pPr>
        <w:pStyle w:val="Styl1"/>
        <w:jc w:val="both"/>
      </w:pPr>
      <w:r w:rsidRPr="00613350">
        <w:t xml:space="preserve">W przypadku, gdy realizacja przez nas Zamówienia </w:t>
      </w:r>
      <w:r w:rsidR="003B6F88">
        <w:t xml:space="preserve">będzie wymagała </w:t>
      </w:r>
      <w:r w:rsidR="00DC2E4C" w:rsidRPr="007F1989">
        <w:t>powierzenia przez PGE 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4DC5FF71" w14:textId="77777777" w:rsidR="0035204E" w:rsidRPr="007F1989" w:rsidRDefault="00DC2E4C" w:rsidP="0008511F">
      <w:pPr>
        <w:pStyle w:val="Styl1"/>
        <w:jc w:val="both"/>
      </w:pPr>
      <w:r w:rsidRPr="007F1989">
        <w:t>Znane są nam wszelkie obowiązki wynikające z obowiązujących przepisów o ochronie danych osobowych i przepisów RODO mających zastosowanie, które zobowiązany jest wykonywać podmiot przetwarzający dane osobowe na zlecenie administratora danych.</w:t>
      </w:r>
    </w:p>
    <w:p w14:paraId="3FE570AF" w14:textId="77777777" w:rsidR="0035204E" w:rsidRPr="007F1989" w:rsidRDefault="00DC2E4C" w:rsidP="0008511F">
      <w:pPr>
        <w:pStyle w:val="Styl1"/>
        <w:jc w:val="both"/>
      </w:pPr>
      <w:r w:rsidRPr="007F1989">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(UWAGA: 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r w:rsidR="0035204E" w:rsidRPr="007F1989">
        <w:t>.</w:t>
      </w:r>
    </w:p>
    <w:p w14:paraId="6020D339" w14:textId="201A1187" w:rsidR="0035204E" w:rsidRPr="007F1989" w:rsidRDefault="00DC2E4C" w:rsidP="0008511F">
      <w:pPr>
        <w:pStyle w:val="Styl1"/>
        <w:jc w:val="both"/>
      </w:pPr>
      <w:r w:rsidRPr="007F1989">
        <w:lastRenderedPageBreak/>
        <w:t xml:space="preserve">Przekazywane przez nas dane osobowe mogą być wykorzystane wyłącznie w celach związanych z prowadzonym Postępowaniem niepublicznym nr </w:t>
      </w:r>
      <w:r w:rsidR="0084041D" w:rsidRPr="0084041D">
        <w:t>POST/PGE/PGE/DZ/00296/2025</w:t>
      </w:r>
    </w:p>
    <w:p w14:paraId="66540FE4" w14:textId="6FEB769C" w:rsidR="00DC2E4C" w:rsidRDefault="001342C0" w:rsidP="0008511F">
      <w:pPr>
        <w:pStyle w:val="Styl1"/>
        <w:jc w:val="both"/>
      </w:pPr>
      <w:r>
        <w:t>Załącznikami do Oferty</w:t>
      </w:r>
      <w:r w:rsidR="00DC2E4C">
        <w:t xml:space="preserve"> są (prosimy wymienić wszystkie załączniki):</w:t>
      </w:r>
    </w:p>
    <w:p w14:paraId="41F28408" w14:textId="77777777" w:rsidR="0035204E" w:rsidRDefault="00DC2E4C" w:rsidP="00031904">
      <w:pPr>
        <w:pStyle w:val="Akapitzlist"/>
        <w:numPr>
          <w:ilvl w:val="0"/>
          <w:numId w:val="6"/>
        </w:numPr>
        <w:spacing w:before="40" w:after="240"/>
        <w:ind w:left="851"/>
        <w:contextualSpacing w:val="0"/>
        <w:jc w:val="both"/>
      </w:pPr>
      <w:r>
        <w:t>__________________________________________</w:t>
      </w:r>
    </w:p>
    <w:p w14:paraId="0FBFF775" w14:textId="77777777" w:rsidR="00DC2E4C" w:rsidRPr="00DC2E4C" w:rsidRDefault="00DC2E4C" w:rsidP="00031904">
      <w:pPr>
        <w:pStyle w:val="Akapitzlist"/>
        <w:numPr>
          <w:ilvl w:val="0"/>
          <w:numId w:val="6"/>
        </w:numPr>
        <w:spacing w:before="40" w:after="240"/>
        <w:ind w:left="851"/>
        <w:contextualSpacing w:val="0"/>
      </w:pPr>
      <w:r>
        <w:t>__________________________________________</w:t>
      </w:r>
    </w:p>
    <w:p w14:paraId="52850118" w14:textId="77777777" w:rsidR="0035204E" w:rsidRDefault="0035204E" w:rsidP="004119DA"/>
    <w:p w14:paraId="5387DB65" w14:textId="77777777" w:rsidR="0035204E" w:rsidRPr="004119DA" w:rsidRDefault="0035204E" w:rsidP="004119DA"/>
    <w:p w14:paraId="1DF89E31" w14:textId="77777777" w:rsidR="0035204E" w:rsidRPr="0035204E" w:rsidRDefault="0035204E" w:rsidP="0035204E">
      <w:pPr>
        <w:tabs>
          <w:tab w:val="left" w:pos="851"/>
        </w:tabs>
        <w:suppressAutoHyphens/>
        <w:spacing w:after="0" w:line="276" w:lineRule="auto"/>
        <w:ind w:left="5529" w:hanging="4820"/>
        <w:jc w:val="both"/>
        <w:rPr>
          <w:rFonts w:eastAsia="Times New Roman" w:cs="Calibri"/>
          <w:szCs w:val="18"/>
        </w:rPr>
      </w:pPr>
      <w:r w:rsidRPr="0035204E">
        <w:rPr>
          <w:rFonts w:eastAsia="Times New Roman" w:cs="Calibri"/>
          <w:szCs w:val="18"/>
        </w:rPr>
        <w:t xml:space="preserve">___________________, dn. ___________                                      </w:t>
      </w:r>
    </w:p>
    <w:p w14:paraId="65D971E0" w14:textId="77777777" w:rsidR="0035204E" w:rsidRPr="00735FA3" w:rsidRDefault="0035204E" w:rsidP="0035204E">
      <w:pPr>
        <w:tabs>
          <w:tab w:val="left" w:pos="851"/>
        </w:tabs>
        <w:suppressAutoHyphens/>
        <w:spacing w:after="0"/>
        <w:ind w:left="5529" w:right="68"/>
        <w:jc w:val="both"/>
        <w:rPr>
          <w:rFonts w:eastAsia="Times New Roman" w:cs="Calibri"/>
          <w:i/>
          <w:sz w:val="14"/>
          <w:szCs w:val="14"/>
        </w:rPr>
      </w:pPr>
      <w:r w:rsidRPr="00735FA3">
        <w:rPr>
          <w:rFonts w:eastAsia="Times New Roman" w:cs="Calibri"/>
          <w:i/>
          <w:sz w:val="14"/>
          <w:szCs w:val="14"/>
        </w:rPr>
        <w:t>Podpis(-y) osoby(-</w:t>
      </w:r>
      <w:proofErr w:type="spellStart"/>
      <w:r w:rsidRPr="00735FA3">
        <w:rPr>
          <w:rFonts w:eastAsia="Times New Roman" w:cs="Calibri"/>
          <w:i/>
          <w:sz w:val="14"/>
          <w:szCs w:val="14"/>
        </w:rPr>
        <w:t>ób</w:t>
      </w:r>
      <w:proofErr w:type="spellEnd"/>
      <w:r w:rsidRPr="00735FA3">
        <w:rPr>
          <w:rFonts w:eastAsia="Times New Roman" w:cs="Calibri"/>
          <w:i/>
          <w:sz w:val="14"/>
          <w:szCs w:val="14"/>
        </w:rPr>
        <w:t>) uprawnionej(-</w:t>
      </w:r>
      <w:proofErr w:type="spellStart"/>
      <w:r w:rsidRPr="00735FA3">
        <w:rPr>
          <w:rFonts w:eastAsia="Times New Roman" w:cs="Calibri"/>
          <w:i/>
          <w:sz w:val="14"/>
          <w:szCs w:val="14"/>
        </w:rPr>
        <w:t>ych</w:t>
      </w:r>
      <w:proofErr w:type="spellEnd"/>
      <w:r w:rsidRPr="00735FA3">
        <w:rPr>
          <w:rFonts w:eastAsia="Times New Roman" w:cs="Calibri"/>
          <w:i/>
          <w:sz w:val="14"/>
          <w:szCs w:val="14"/>
        </w:rPr>
        <w:t xml:space="preserve">) do składania oświadczeń woli w imieniu Wykonawcy </w:t>
      </w:r>
    </w:p>
    <w:p w14:paraId="61F2816E" w14:textId="77777777" w:rsidR="008576C2" w:rsidRDefault="008576C2" w:rsidP="00B71AA7">
      <w:pPr>
        <w:pStyle w:val="Akapitzlist"/>
      </w:pPr>
    </w:p>
    <w:p w14:paraId="64B10564" w14:textId="77777777" w:rsidR="00554AE1" w:rsidRDefault="00554AE1" w:rsidP="00735FA3">
      <w:pPr>
        <w:jc w:val="right"/>
        <w:rPr>
          <w:rFonts w:eastAsia="Times New Roman" w:cs="Times New Roman"/>
          <w:b/>
          <w:szCs w:val="18"/>
        </w:rPr>
      </w:pPr>
    </w:p>
    <w:p w14:paraId="72C22A29" w14:textId="77777777" w:rsidR="00735FA3" w:rsidRDefault="00735FA3" w:rsidP="00735FA3">
      <w:pPr>
        <w:jc w:val="right"/>
        <w:rPr>
          <w:rFonts w:ascii="Verdana" w:eastAsia="Times New Roman" w:hAnsi="Verdana" w:cs="Times New Roman"/>
          <w:b/>
          <w:szCs w:val="18"/>
        </w:rPr>
      </w:pPr>
    </w:p>
    <w:p w14:paraId="3EEA61AB" w14:textId="039CA559" w:rsidR="003F3473" w:rsidRDefault="003F3473">
      <w:pPr>
        <w:rPr>
          <w:rFonts w:ascii="Verdana" w:eastAsia="Times New Roman" w:hAnsi="Verdana" w:cs="Times New Roman"/>
          <w:b/>
          <w:szCs w:val="18"/>
        </w:rPr>
      </w:pPr>
      <w:r>
        <w:rPr>
          <w:rFonts w:ascii="Verdana" w:eastAsia="Times New Roman" w:hAnsi="Verdana" w:cs="Times New Roman"/>
          <w:b/>
          <w:szCs w:val="18"/>
        </w:rPr>
        <w:br w:type="page"/>
      </w:r>
    </w:p>
    <w:p w14:paraId="2B7FF81D" w14:textId="77777777" w:rsidR="00735FA3" w:rsidRDefault="00735FA3" w:rsidP="00735FA3">
      <w:pPr>
        <w:rPr>
          <w:rFonts w:ascii="Verdana" w:eastAsia="Times New Roman" w:hAnsi="Verdana" w:cs="Times New Roman"/>
          <w:b/>
          <w:szCs w:val="18"/>
        </w:rPr>
      </w:pPr>
    </w:p>
    <w:p w14:paraId="40B1B59D" w14:textId="56DBC420" w:rsidR="00735FA3" w:rsidRPr="003F3473" w:rsidRDefault="00735FA3" w:rsidP="00735FA3">
      <w:pPr>
        <w:jc w:val="right"/>
        <w:rPr>
          <w:rFonts w:ascii="Calibri" w:eastAsia="Times New Roman" w:hAnsi="Calibri" w:cs="Times New Roman"/>
          <w:b/>
          <w:sz w:val="20"/>
          <w:szCs w:val="20"/>
        </w:rPr>
      </w:pPr>
      <w:r>
        <w:rPr>
          <w:rFonts w:ascii="Verdana" w:eastAsia="Times New Roman" w:hAnsi="Verdana" w:cs="Times New Roman"/>
          <w:b/>
          <w:szCs w:val="18"/>
        </w:rPr>
        <w:t>ZAŁĄCZNIK NR 3 DO SWZ</w:t>
      </w:r>
      <w:r w:rsidRPr="002F4834">
        <w:rPr>
          <w:rFonts w:ascii="Verdana" w:eastAsia="Times New Roman" w:hAnsi="Verdana" w:cs="Times New Roman"/>
          <w:b/>
          <w:szCs w:val="18"/>
        </w:rPr>
        <w:t xml:space="preserve"> – WYKAZ </w:t>
      </w:r>
      <w:r w:rsidRPr="003F3473">
        <w:rPr>
          <w:rFonts w:ascii="Verdana" w:eastAsia="Times New Roman" w:hAnsi="Verdana" w:cs="Times New Roman"/>
          <w:b/>
          <w:szCs w:val="18"/>
        </w:rPr>
        <w:t>ROBÓT BUDOWLANYCH - WZÓR</w:t>
      </w:r>
    </w:p>
    <w:p w14:paraId="7C910F5D" w14:textId="77777777" w:rsidR="00735FA3" w:rsidRPr="003F3473" w:rsidRDefault="00735FA3" w:rsidP="00735FA3">
      <w:pPr>
        <w:jc w:val="center"/>
        <w:rPr>
          <w:rFonts w:ascii="Trebuchet MS" w:eastAsia="Times New Roman" w:hAnsi="Trebuchet MS" w:cs="Arial"/>
          <w:b/>
          <w:color w:val="1A7466" w:themeColor="text2"/>
          <w:sz w:val="32"/>
          <w:szCs w:val="32"/>
        </w:rPr>
      </w:pPr>
    </w:p>
    <w:p w14:paraId="64075FFD" w14:textId="77777777" w:rsidR="00735FA3" w:rsidRPr="003F3473" w:rsidRDefault="00735FA3" w:rsidP="00735FA3">
      <w:pPr>
        <w:jc w:val="center"/>
        <w:rPr>
          <w:rFonts w:ascii="Trebuchet MS" w:eastAsia="Times New Roman" w:hAnsi="Trebuchet MS" w:cs="Arial"/>
          <w:b/>
          <w:color w:val="1A7466" w:themeColor="text2"/>
          <w:sz w:val="32"/>
          <w:szCs w:val="32"/>
        </w:rPr>
      </w:pPr>
      <w:r w:rsidRPr="003F3473">
        <w:rPr>
          <w:rFonts w:ascii="Trebuchet MS" w:eastAsia="Times New Roman" w:hAnsi="Trebuchet MS" w:cs="Arial"/>
          <w:b/>
          <w:color w:val="1A7466" w:themeColor="text2"/>
          <w:sz w:val="32"/>
          <w:szCs w:val="32"/>
        </w:rPr>
        <w:t>WYKAZ</w:t>
      </w:r>
    </w:p>
    <w:p w14:paraId="09FA5AD5" w14:textId="79C40BBE" w:rsidR="00735FA3" w:rsidRPr="003F3473" w:rsidRDefault="00735FA3" w:rsidP="00735FA3">
      <w:pPr>
        <w:jc w:val="center"/>
        <w:rPr>
          <w:rFonts w:ascii="Verdana" w:eastAsia="Times New Roman" w:hAnsi="Verdana" w:cs="Times New Roman"/>
          <w:b/>
          <w:szCs w:val="18"/>
        </w:rPr>
      </w:pPr>
      <w:r w:rsidRPr="003F3473">
        <w:rPr>
          <w:rFonts w:ascii="Trebuchet MS" w:eastAsia="Times New Roman" w:hAnsi="Trebuchet MS" w:cs="Arial"/>
          <w:b/>
          <w:color w:val="1A7466" w:themeColor="text2"/>
          <w:sz w:val="32"/>
          <w:szCs w:val="32"/>
        </w:rPr>
        <w:t>WYKONANYCH ROBÓT BUDOWLANYCH</w:t>
      </w:r>
    </w:p>
    <w:p w14:paraId="647B62C3" w14:textId="77777777" w:rsidR="00735FA3" w:rsidRPr="003F3473" w:rsidRDefault="00735FA3" w:rsidP="00735FA3">
      <w:pPr>
        <w:rPr>
          <w:rFonts w:ascii="Verdana" w:eastAsia="Times New Roman" w:hAnsi="Verdana" w:cs="Times New Roman"/>
          <w:b/>
          <w:szCs w:val="18"/>
        </w:rPr>
      </w:pPr>
    </w:p>
    <w:p w14:paraId="6C88B452" w14:textId="77777777" w:rsidR="00735FA3" w:rsidRPr="003F3473" w:rsidRDefault="00735FA3" w:rsidP="00735FA3">
      <w:pPr>
        <w:rPr>
          <w:rFonts w:ascii="Verdana" w:eastAsia="Times New Roman" w:hAnsi="Verdana" w:cs="Times New Roman"/>
          <w:b/>
          <w:szCs w:val="18"/>
        </w:rPr>
      </w:pPr>
    </w:p>
    <w:p w14:paraId="537A93B1" w14:textId="77777777" w:rsidR="00735FA3" w:rsidRPr="003F3473" w:rsidRDefault="00735FA3" w:rsidP="00735FA3">
      <w:pPr>
        <w:rPr>
          <w:rFonts w:ascii="Verdana" w:eastAsia="Times New Roman" w:hAnsi="Verdana" w:cs="Times New Roman"/>
          <w:b/>
          <w:szCs w:val="18"/>
        </w:rPr>
      </w:pPr>
    </w:p>
    <w:p w14:paraId="2080C857" w14:textId="3C3236F4" w:rsidR="00735FA3" w:rsidRPr="003F3473" w:rsidRDefault="00735FA3" w:rsidP="00735FA3">
      <w:pPr>
        <w:jc w:val="both"/>
        <w:rPr>
          <w:rFonts w:ascii="Verdana" w:eastAsia="Times New Roman" w:hAnsi="Verdana" w:cs="Times New Roman"/>
          <w:szCs w:val="18"/>
        </w:rPr>
      </w:pPr>
      <w:r w:rsidRPr="003F3473">
        <w:rPr>
          <w:rFonts w:ascii="Verdana" w:eastAsia="Times New Roman" w:hAnsi="Verdana" w:cs="Times New Roman"/>
          <w:szCs w:val="18"/>
        </w:rPr>
        <w:t xml:space="preserve">Składając </w:t>
      </w:r>
      <w:r w:rsidR="0097002C" w:rsidRPr="003F3473">
        <w:rPr>
          <w:rFonts w:ascii="Verdana" w:eastAsia="Times New Roman" w:hAnsi="Verdana" w:cs="Times New Roman"/>
          <w:szCs w:val="18"/>
        </w:rPr>
        <w:t>Ofertę</w:t>
      </w:r>
      <w:r w:rsidRPr="003F3473">
        <w:rPr>
          <w:rFonts w:ascii="Verdana" w:eastAsia="Times New Roman" w:hAnsi="Verdana" w:cs="Times New Roman"/>
          <w:szCs w:val="18"/>
        </w:rPr>
        <w:t xml:space="preserve"> w Postępowaniu zakupowym na </w:t>
      </w:r>
      <w:r w:rsidR="009217E5">
        <w:rPr>
          <w:rFonts w:ascii="Verdana" w:eastAsia="Times New Roman" w:hAnsi="Verdana" w:cs="Times New Roman"/>
          <w:szCs w:val="18"/>
        </w:rPr>
        <w:t>„</w:t>
      </w:r>
      <w:r w:rsidR="003B161A" w:rsidRPr="003F3473">
        <w:rPr>
          <w:rFonts w:ascii="Verdana" w:eastAsia="Times New Roman" w:hAnsi="Verdana" w:cs="Times New Roman"/>
          <w:szCs w:val="18"/>
        </w:rPr>
        <w:t>Modernizacja w kompleksie pomieszczeń 609 w budynku PGE Polska Grupa Energetyczna S.A.</w:t>
      </w:r>
      <w:r w:rsidR="009217E5">
        <w:rPr>
          <w:rFonts w:ascii="Verdana" w:eastAsia="Times New Roman" w:hAnsi="Verdana" w:cs="Times New Roman"/>
          <w:szCs w:val="18"/>
        </w:rPr>
        <w:t>”,</w:t>
      </w:r>
      <w:r w:rsidRPr="003F3473">
        <w:rPr>
          <w:rFonts w:ascii="Verdana" w:eastAsia="Times New Roman" w:hAnsi="Verdana" w:cs="Times New Roman"/>
          <w:szCs w:val="18"/>
        </w:rPr>
        <w:t xml:space="preserve"> nr Postępowania: </w:t>
      </w:r>
      <w:r w:rsidR="0084041D" w:rsidRPr="003F3473">
        <w:rPr>
          <w:rFonts w:ascii="Verdana" w:eastAsia="Times New Roman" w:hAnsi="Verdana" w:cs="Times New Roman"/>
          <w:szCs w:val="18"/>
        </w:rPr>
        <w:t>POST/PGE/PGE/DZ/00296/2025</w:t>
      </w:r>
    </w:p>
    <w:p w14:paraId="07927FAF" w14:textId="6C03B529" w:rsidR="00735FA3" w:rsidRPr="002F4834" w:rsidRDefault="00735FA3" w:rsidP="00735FA3">
      <w:pPr>
        <w:jc w:val="both"/>
        <w:rPr>
          <w:rFonts w:ascii="Verdana" w:eastAsia="Times New Roman" w:hAnsi="Verdana" w:cs="Times New Roman"/>
          <w:b/>
          <w:szCs w:val="18"/>
        </w:rPr>
      </w:pPr>
      <w:r w:rsidRPr="003F3473">
        <w:rPr>
          <w:rFonts w:ascii="Verdana" w:eastAsia="Times New Roman" w:hAnsi="Verdana" w:cs="Times New Roman"/>
          <w:szCs w:val="18"/>
        </w:rPr>
        <w:t xml:space="preserve">Zgodnie z pkt </w:t>
      </w:r>
      <w:r w:rsidR="003F3473" w:rsidRPr="003F3473">
        <w:rPr>
          <w:rFonts w:ascii="Verdana" w:eastAsia="Times New Roman" w:hAnsi="Verdana" w:cs="Times New Roman"/>
          <w:szCs w:val="18"/>
        </w:rPr>
        <w:t xml:space="preserve">5.2.5 </w:t>
      </w:r>
      <w:r w:rsidRPr="003F3473">
        <w:rPr>
          <w:rFonts w:ascii="Verdana" w:eastAsia="Times New Roman" w:hAnsi="Verdana" w:cs="Times New Roman"/>
          <w:szCs w:val="18"/>
        </w:rPr>
        <w:t>SWZ, przedstawiamy wykaz doświadczenia –</w:t>
      </w:r>
      <w:r w:rsidR="009217E5">
        <w:rPr>
          <w:rFonts w:ascii="Verdana" w:eastAsia="Times New Roman" w:hAnsi="Verdana" w:cs="Times New Roman"/>
          <w:szCs w:val="18"/>
        </w:rPr>
        <w:t xml:space="preserve"> </w:t>
      </w:r>
      <w:r w:rsidRPr="003F3473">
        <w:rPr>
          <w:rFonts w:ascii="Verdana" w:eastAsia="Times New Roman" w:hAnsi="Verdana" w:cs="Times New Roman"/>
          <w:i/>
          <w:szCs w:val="18"/>
        </w:rPr>
        <w:t>robót budowlanych</w:t>
      </w:r>
      <w:r w:rsidRPr="003F3473">
        <w:rPr>
          <w:rFonts w:ascii="Verdana" w:eastAsia="Times New Roman" w:hAnsi="Verdana" w:cs="Times New Roman"/>
          <w:szCs w:val="18"/>
        </w:rPr>
        <w:t xml:space="preserve"> należycie wykonanych, w celu potwierdzenia spełniania warunku udziału w postępowaniu określonego w pkt </w:t>
      </w:r>
      <w:r w:rsidR="003F3473" w:rsidRPr="003F3473">
        <w:rPr>
          <w:rFonts w:ascii="Verdana" w:eastAsia="Times New Roman" w:hAnsi="Verdana" w:cs="Times New Roman"/>
          <w:szCs w:val="18"/>
        </w:rPr>
        <w:t xml:space="preserve">5.1.3.1 lit. a </w:t>
      </w:r>
      <w:r w:rsidRPr="003F3473">
        <w:rPr>
          <w:rFonts w:ascii="Verdana" w:eastAsia="Times New Roman" w:hAnsi="Verdana" w:cs="Times New Roman"/>
          <w:szCs w:val="18"/>
        </w:rPr>
        <w:t>SWZ:</w:t>
      </w:r>
    </w:p>
    <w:tbl>
      <w:tblPr>
        <w:tblW w:w="8931"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2126"/>
        <w:gridCol w:w="1418"/>
        <w:gridCol w:w="1134"/>
        <w:gridCol w:w="1134"/>
        <w:gridCol w:w="2693"/>
      </w:tblGrid>
      <w:tr w:rsidR="009217E5" w:rsidRPr="002F4834" w14:paraId="3EA82FC5" w14:textId="77777777" w:rsidTr="0024495A">
        <w:trPr>
          <w:cantSplit/>
          <w:trHeight w:val="731"/>
          <w:tblHeader/>
        </w:trPr>
        <w:tc>
          <w:tcPr>
            <w:tcW w:w="426" w:type="dxa"/>
            <w:vMerge w:val="restart"/>
            <w:tcBorders>
              <w:top w:val="single" w:sz="4" w:space="0" w:color="auto"/>
              <w:left w:val="single" w:sz="4" w:space="0" w:color="auto"/>
            </w:tcBorders>
            <w:shd w:val="clear" w:color="auto" w:fill="1A7466" w:themeFill="text2"/>
            <w:vAlign w:val="center"/>
          </w:tcPr>
          <w:p w14:paraId="1A391A65" w14:textId="77777777" w:rsidR="009217E5" w:rsidRPr="002F4834" w:rsidRDefault="009217E5" w:rsidP="00886557">
            <w:pPr>
              <w:jc w:val="center"/>
              <w:rPr>
                <w:rFonts w:ascii="Verdana" w:eastAsia="Times New Roman" w:hAnsi="Verdana" w:cs="Calibri"/>
                <w:i/>
                <w:sz w:val="14"/>
                <w:szCs w:val="14"/>
              </w:rPr>
            </w:pPr>
          </w:p>
          <w:p w14:paraId="1BB6428D" w14:textId="77777777" w:rsidR="009217E5" w:rsidRPr="002F4834" w:rsidRDefault="009217E5" w:rsidP="00886557">
            <w:pPr>
              <w:jc w:val="center"/>
              <w:rPr>
                <w:rFonts w:ascii="Verdana" w:eastAsia="Times New Roman" w:hAnsi="Verdana" w:cs="Calibri"/>
                <w:i/>
                <w:sz w:val="14"/>
                <w:szCs w:val="14"/>
              </w:rPr>
            </w:pPr>
            <w:r w:rsidRPr="002F4834">
              <w:rPr>
                <w:rFonts w:ascii="Verdana" w:eastAsia="Times New Roman" w:hAnsi="Verdana" w:cs="Calibri"/>
                <w:i/>
                <w:sz w:val="14"/>
                <w:szCs w:val="14"/>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3A23D4FE" w14:textId="77777777" w:rsidR="009217E5" w:rsidRPr="002F4834" w:rsidRDefault="009217E5" w:rsidP="00886557">
            <w:pPr>
              <w:jc w:val="center"/>
              <w:rPr>
                <w:rFonts w:ascii="Verdana" w:eastAsia="Times New Roman" w:hAnsi="Verdana" w:cs="Calibri"/>
                <w:i/>
                <w:sz w:val="14"/>
                <w:szCs w:val="14"/>
              </w:rPr>
            </w:pPr>
          </w:p>
          <w:p w14:paraId="0BAEEFD7" w14:textId="77777777" w:rsidR="009217E5" w:rsidRPr="002F4834" w:rsidRDefault="009217E5" w:rsidP="00886557">
            <w:pPr>
              <w:jc w:val="center"/>
              <w:rPr>
                <w:rFonts w:ascii="Verdana" w:eastAsia="Times New Roman" w:hAnsi="Verdana" w:cs="Calibri"/>
                <w:i/>
                <w:sz w:val="14"/>
                <w:szCs w:val="14"/>
              </w:rPr>
            </w:pPr>
            <w:r w:rsidRPr="002F4834">
              <w:rPr>
                <w:rFonts w:ascii="Verdana" w:eastAsia="Times New Roman" w:hAnsi="Verdana" w:cs="Calibri"/>
                <w:i/>
                <w:sz w:val="14"/>
                <w:szCs w:val="14"/>
              </w:rPr>
              <w:t xml:space="preserve">Przedmiot Zamówienia </w:t>
            </w:r>
          </w:p>
          <w:p w14:paraId="5133BD3B" w14:textId="77777777" w:rsidR="009217E5" w:rsidRPr="002F4834" w:rsidRDefault="009217E5" w:rsidP="00886557">
            <w:pPr>
              <w:jc w:val="center"/>
              <w:rPr>
                <w:rFonts w:ascii="Verdana" w:eastAsia="Times New Roman" w:hAnsi="Verdana" w:cs="Calibri"/>
                <w:i/>
                <w:sz w:val="14"/>
                <w:szCs w:val="14"/>
              </w:rPr>
            </w:pPr>
          </w:p>
        </w:tc>
        <w:tc>
          <w:tcPr>
            <w:tcW w:w="1418" w:type="dxa"/>
            <w:vMerge w:val="restart"/>
            <w:tcBorders>
              <w:top w:val="single" w:sz="4" w:space="0" w:color="auto"/>
            </w:tcBorders>
            <w:shd w:val="clear" w:color="auto" w:fill="1A7466" w:themeFill="text2"/>
          </w:tcPr>
          <w:p w14:paraId="48EF6E21" w14:textId="77777777" w:rsidR="009217E5" w:rsidRPr="002F4834" w:rsidRDefault="009217E5" w:rsidP="00886557">
            <w:pPr>
              <w:jc w:val="center"/>
              <w:rPr>
                <w:rFonts w:ascii="Verdana" w:eastAsia="Times New Roman" w:hAnsi="Verdana" w:cs="Calibri"/>
                <w:i/>
                <w:sz w:val="14"/>
                <w:szCs w:val="14"/>
              </w:rPr>
            </w:pPr>
          </w:p>
          <w:p w14:paraId="2460BED5" w14:textId="45004503" w:rsidR="009217E5" w:rsidRPr="002F4834" w:rsidRDefault="009217E5" w:rsidP="00886557">
            <w:pPr>
              <w:jc w:val="center"/>
              <w:rPr>
                <w:rFonts w:ascii="Verdana" w:eastAsia="Times New Roman" w:hAnsi="Verdana" w:cs="Calibri"/>
                <w:i/>
                <w:sz w:val="14"/>
                <w:szCs w:val="14"/>
              </w:rPr>
            </w:pPr>
            <w:r w:rsidRPr="002F4834">
              <w:rPr>
                <w:rFonts w:ascii="Verdana" w:eastAsia="Times New Roman" w:hAnsi="Verdana" w:cs="Calibri"/>
                <w:i/>
                <w:sz w:val="14"/>
                <w:szCs w:val="14"/>
              </w:rPr>
              <w:t xml:space="preserve">Wartość </w:t>
            </w:r>
            <w:r w:rsidR="00F339D2">
              <w:rPr>
                <w:rFonts w:ascii="Verdana" w:eastAsia="Times New Roman" w:hAnsi="Verdana" w:cs="Calibri"/>
                <w:i/>
                <w:sz w:val="14"/>
                <w:szCs w:val="14"/>
              </w:rPr>
              <w:t>zrealizowanych r</w:t>
            </w:r>
            <w:r w:rsidR="00E316C6">
              <w:rPr>
                <w:rFonts w:ascii="Verdana" w:eastAsia="Times New Roman" w:hAnsi="Verdana" w:cs="Calibri"/>
                <w:i/>
                <w:sz w:val="14"/>
                <w:szCs w:val="14"/>
              </w:rPr>
              <w:t>obót</w:t>
            </w:r>
          </w:p>
        </w:tc>
        <w:tc>
          <w:tcPr>
            <w:tcW w:w="2268" w:type="dxa"/>
            <w:gridSpan w:val="2"/>
            <w:tcBorders>
              <w:top w:val="single" w:sz="4" w:space="0" w:color="auto"/>
              <w:bottom w:val="single" w:sz="4" w:space="0" w:color="auto"/>
            </w:tcBorders>
            <w:shd w:val="clear" w:color="auto" w:fill="1A7466" w:themeFill="text2"/>
            <w:vAlign w:val="center"/>
          </w:tcPr>
          <w:p w14:paraId="2E85B8DD" w14:textId="390A33A3" w:rsidR="009217E5" w:rsidRPr="002F4834" w:rsidRDefault="009217E5" w:rsidP="00886557">
            <w:pPr>
              <w:jc w:val="center"/>
              <w:rPr>
                <w:rFonts w:ascii="Verdana" w:eastAsia="Times New Roman" w:hAnsi="Verdana" w:cs="Calibri"/>
                <w:i/>
                <w:sz w:val="14"/>
                <w:szCs w:val="14"/>
              </w:rPr>
            </w:pPr>
            <w:proofErr w:type="gramStart"/>
            <w:r w:rsidRPr="002F4834">
              <w:rPr>
                <w:rFonts w:ascii="Verdana" w:eastAsia="Times New Roman" w:hAnsi="Verdana" w:cs="Calibri"/>
                <w:i/>
                <w:sz w:val="14"/>
                <w:szCs w:val="14"/>
              </w:rPr>
              <w:t>Termin  realizacji</w:t>
            </w:r>
            <w:proofErr w:type="gramEnd"/>
            <w:r w:rsidRPr="002F4834">
              <w:rPr>
                <w:rFonts w:ascii="Verdana" w:eastAsia="Times New Roman" w:hAnsi="Verdana" w:cs="Calibri"/>
                <w:i/>
                <w:sz w:val="14"/>
                <w:szCs w:val="14"/>
              </w:rPr>
              <w:t xml:space="preserve"> robót</w:t>
            </w:r>
          </w:p>
        </w:tc>
        <w:tc>
          <w:tcPr>
            <w:tcW w:w="2693" w:type="dxa"/>
            <w:vMerge w:val="restart"/>
            <w:tcBorders>
              <w:top w:val="single" w:sz="4" w:space="0" w:color="auto"/>
              <w:left w:val="nil"/>
              <w:right w:val="single" w:sz="4" w:space="0" w:color="auto"/>
            </w:tcBorders>
            <w:shd w:val="clear" w:color="auto" w:fill="1A7466" w:themeFill="text2"/>
            <w:vAlign w:val="center"/>
          </w:tcPr>
          <w:p w14:paraId="5B11B4B3" w14:textId="77777777" w:rsidR="009217E5" w:rsidRPr="002F4834" w:rsidRDefault="009217E5" w:rsidP="00886557">
            <w:pPr>
              <w:jc w:val="center"/>
              <w:rPr>
                <w:rFonts w:ascii="Verdana" w:eastAsia="Times New Roman" w:hAnsi="Verdana" w:cs="Calibri"/>
                <w:i/>
                <w:sz w:val="14"/>
                <w:szCs w:val="14"/>
              </w:rPr>
            </w:pPr>
          </w:p>
          <w:p w14:paraId="514E1CA1" w14:textId="77777777" w:rsidR="009217E5" w:rsidRPr="002F4834" w:rsidRDefault="009217E5" w:rsidP="00886557">
            <w:pPr>
              <w:jc w:val="center"/>
              <w:rPr>
                <w:rFonts w:ascii="Verdana" w:eastAsia="Times New Roman" w:hAnsi="Verdana" w:cs="Calibri"/>
                <w:i/>
                <w:sz w:val="14"/>
                <w:szCs w:val="14"/>
                <w:lang w:eastAsia="pl-PL"/>
              </w:rPr>
            </w:pPr>
            <w:r w:rsidRPr="002F4834">
              <w:rPr>
                <w:rFonts w:ascii="Verdana" w:eastAsia="Times New Roman" w:hAnsi="Verdana" w:cs="Calibri"/>
                <w:i/>
                <w:sz w:val="14"/>
                <w:szCs w:val="14"/>
                <w:lang w:eastAsia="pl-PL"/>
              </w:rPr>
              <w:t>Nazwa Odbiorcy</w:t>
            </w:r>
          </w:p>
          <w:p w14:paraId="3CAD3204" w14:textId="77777777" w:rsidR="009217E5" w:rsidRPr="002F4834" w:rsidRDefault="009217E5" w:rsidP="00886557">
            <w:pPr>
              <w:jc w:val="center"/>
              <w:rPr>
                <w:rFonts w:ascii="Verdana" w:eastAsia="Times New Roman" w:hAnsi="Verdana" w:cs="Calibri"/>
                <w:i/>
                <w:sz w:val="14"/>
                <w:szCs w:val="14"/>
                <w:lang w:eastAsia="pl-PL"/>
              </w:rPr>
            </w:pPr>
            <w:r w:rsidRPr="002F4834">
              <w:rPr>
                <w:rFonts w:ascii="Verdana" w:eastAsia="Times New Roman" w:hAnsi="Verdana" w:cs="Calibri"/>
                <w:i/>
                <w:sz w:val="14"/>
                <w:szCs w:val="14"/>
                <w:lang w:eastAsia="pl-PL"/>
              </w:rPr>
              <w:t>(wraz z adresem i nr telefonu)</w:t>
            </w:r>
          </w:p>
        </w:tc>
      </w:tr>
      <w:tr w:rsidR="009217E5" w:rsidRPr="002F4834" w14:paraId="7D8A332D" w14:textId="77777777" w:rsidTr="0024495A">
        <w:trPr>
          <w:cantSplit/>
          <w:trHeight w:val="218"/>
          <w:tblHeader/>
        </w:trPr>
        <w:tc>
          <w:tcPr>
            <w:tcW w:w="426" w:type="dxa"/>
            <w:vMerge/>
            <w:tcBorders>
              <w:left w:val="single" w:sz="4" w:space="0" w:color="auto"/>
            </w:tcBorders>
            <w:vAlign w:val="center"/>
          </w:tcPr>
          <w:p w14:paraId="553D7ADF" w14:textId="77777777" w:rsidR="009217E5" w:rsidRPr="002F4834" w:rsidRDefault="009217E5" w:rsidP="00886557">
            <w:pPr>
              <w:jc w:val="center"/>
              <w:rPr>
                <w:rFonts w:ascii="Verdana" w:eastAsia="Times New Roman" w:hAnsi="Verdana" w:cs="Calibri"/>
                <w:i/>
                <w:szCs w:val="18"/>
              </w:rPr>
            </w:pPr>
          </w:p>
        </w:tc>
        <w:tc>
          <w:tcPr>
            <w:tcW w:w="2126" w:type="dxa"/>
            <w:vMerge/>
            <w:tcBorders>
              <w:top w:val="nil"/>
              <w:right w:val="single" w:sz="4" w:space="0" w:color="auto"/>
            </w:tcBorders>
            <w:vAlign w:val="center"/>
          </w:tcPr>
          <w:p w14:paraId="329FA2D7" w14:textId="77777777" w:rsidR="009217E5" w:rsidRPr="002F4834" w:rsidRDefault="009217E5" w:rsidP="00886557">
            <w:pPr>
              <w:jc w:val="center"/>
              <w:rPr>
                <w:rFonts w:ascii="Verdana" w:eastAsia="Times New Roman" w:hAnsi="Verdana" w:cs="Calibri"/>
                <w:i/>
                <w:szCs w:val="18"/>
              </w:rPr>
            </w:pPr>
          </w:p>
        </w:tc>
        <w:tc>
          <w:tcPr>
            <w:tcW w:w="1418" w:type="dxa"/>
            <w:vMerge/>
          </w:tcPr>
          <w:p w14:paraId="3136E62D" w14:textId="77777777" w:rsidR="009217E5" w:rsidRPr="002F4834" w:rsidRDefault="009217E5" w:rsidP="00886557">
            <w:pPr>
              <w:jc w:val="center"/>
              <w:rPr>
                <w:rFonts w:ascii="Verdana" w:eastAsia="Times New Roman" w:hAnsi="Verdana" w:cs="Calibri"/>
                <w:i/>
                <w:szCs w:val="18"/>
              </w:rPr>
            </w:pPr>
          </w:p>
        </w:tc>
        <w:tc>
          <w:tcPr>
            <w:tcW w:w="1134" w:type="dxa"/>
            <w:tcBorders>
              <w:top w:val="nil"/>
            </w:tcBorders>
            <w:shd w:val="clear" w:color="auto" w:fill="1A7466" w:themeFill="text2"/>
            <w:vAlign w:val="center"/>
          </w:tcPr>
          <w:p w14:paraId="22291E8C" w14:textId="77777777" w:rsidR="009217E5" w:rsidRPr="002F4834" w:rsidRDefault="009217E5" w:rsidP="00886557">
            <w:pPr>
              <w:jc w:val="center"/>
              <w:rPr>
                <w:rFonts w:ascii="Verdana" w:eastAsia="Times New Roman" w:hAnsi="Verdana" w:cs="Calibri"/>
                <w:i/>
                <w:sz w:val="14"/>
                <w:szCs w:val="14"/>
              </w:rPr>
            </w:pPr>
            <w:r w:rsidRPr="002F4834">
              <w:rPr>
                <w:rFonts w:ascii="Verdana" w:eastAsia="Times New Roman" w:hAnsi="Verdana" w:cs="Calibri"/>
                <w:i/>
                <w:sz w:val="14"/>
                <w:szCs w:val="14"/>
              </w:rPr>
              <w:t>Data</w:t>
            </w:r>
          </w:p>
          <w:p w14:paraId="1E859E4E" w14:textId="1ED2DC91" w:rsidR="009217E5" w:rsidRPr="002F4834" w:rsidRDefault="009217E5" w:rsidP="00886557">
            <w:pPr>
              <w:jc w:val="center"/>
              <w:rPr>
                <w:rFonts w:ascii="Verdana" w:eastAsia="Times New Roman" w:hAnsi="Verdana" w:cs="Calibri"/>
                <w:i/>
                <w:sz w:val="14"/>
                <w:szCs w:val="14"/>
              </w:rPr>
            </w:pPr>
            <w:r>
              <w:rPr>
                <w:rFonts w:ascii="Verdana" w:eastAsia="Times New Roman" w:hAnsi="Verdana" w:cs="Calibri"/>
                <w:i/>
                <w:sz w:val="14"/>
                <w:szCs w:val="14"/>
              </w:rPr>
              <w:t>r</w:t>
            </w:r>
            <w:r w:rsidRPr="002F4834">
              <w:rPr>
                <w:rFonts w:ascii="Verdana" w:eastAsia="Times New Roman" w:hAnsi="Verdana" w:cs="Calibri"/>
                <w:i/>
                <w:sz w:val="14"/>
                <w:szCs w:val="14"/>
              </w:rPr>
              <w:t>ozpoczęcia</w:t>
            </w:r>
          </w:p>
        </w:tc>
        <w:tc>
          <w:tcPr>
            <w:tcW w:w="1134" w:type="dxa"/>
            <w:tcBorders>
              <w:top w:val="nil"/>
              <w:right w:val="single" w:sz="4" w:space="0" w:color="auto"/>
            </w:tcBorders>
            <w:shd w:val="clear" w:color="auto" w:fill="1A7466" w:themeFill="text2"/>
            <w:vAlign w:val="center"/>
          </w:tcPr>
          <w:p w14:paraId="0716C7B8" w14:textId="77777777" w:rsidR="009217E5" w:rsidRPr="002F4834" w:rsidRDefault="009217E5" w:rsidP="00886557">
            <w:pPr>
              <w:jc w:val="center"/>
              <w:rPr>
                <w:rFonts w:ascii="Verdana" w:eastAsia="Times New Roman" w:hAnsi="Verdana" w:cs="Calibri"/>
                <w:i/>
                <w:sz w:val="14"/>
                <w:szCs w:val="14"/>
              </w:rPr>
            </w:pPr>
            <w:r w:rsidRPr="002F4834">
              <w:rPr>
                <w:rFonts w:ascii="Verdana" w:eastAsia="Times New Roman" w:hAnsi="Verdana" w:cs="Calibri"/>
                <w:i/>
                <w:sz w:val="14"/>
                <w:szCs w:val="14"/>
              </w:rPr>
              <w:t>Data</w:t>
            </w:r>
          </w:p>
          <w:p w14:paraId="0FF885DC" w14:textId="77777777" w:rsidR="009217E5" w:rsidRPr="002F4834" w:rsidRDefault="009217E5" w:rsidP="00886557">
            <w:pPr>
              <w:jc w:val="center"/>
              <w:rPr>
                <w:rFonts w:ascii="Verdana" w:eastAsia="Times New Roman" w:hAnsi="Verdana" w:cs="Calibri"/>
                <w:i/>
                <w:sz w:val="14"/>
                <w:szCs w:val="14"/>
              </w:rPr>
            </w:pPr>
            <w:r w:rsidRPr="002F4834">
              <w:rPr>
                <w:rFonts w:ascii="Verdana" w:eastAsia="Times New Roman" w:hAnsi="Verdana" w:cs="Calibri"/>
                <w:i/>
                <w:sz w:val="14"/>
                <w:szCs w:val="14"/>
              </w:rPr>
              <w:t>zakończenia</w:t>
            </w:r>
          </w:p>
        </w:tc>
        <w:tc>
          <w:tcPr>
            <w:tcW w:w="2693" w:type="dxa"/>
            <w:vMerge/>
            <w:tcBorders>
              <w:left w:val="single" w:sz="4" w:space="0" w:color="auto"/>
              <w:bottom w:val="single" w:sz="4" w:space="0" w:color="auto"/>
              <w:right w:val="single" w:sz="4" w:space="0" w:color="auto"/>
            </w:tcBorders>
          </w:tcPr>
          <w:p w14:paraId="4C33FC3F" w14:textId="77777777" w:rsidR="009217E5" w:rsidRPr="002F4834" w:rsidRDefault="009217E5" w:rsidP="00886557">
            <w:pPr>
              <w:jc w:val="center"/>
              <w:rPr>
                <w:rFonts w:ascii="Verdana" w:eastAsia="Times New Roman" w:hAnsi="Verdana" w:cs="Calibri"/>
                <w:i/>
                <w:szCs w:val="18"/>
              </w:rPr>
            </w:pPr>
          </w:p>
        </w:tc>
      </w:tr>
      <w:tr w:rsidR="009217E5" w:rsidRPr="002F4834" w14:paraId="7C7BD8A5" w14:textId="77777777" w:rsidTr="0024495A">
        <w:trPr>
          <w:trHeight w:val="443"/>
        </w:trPr>
        <w:tc>
          <w:tcPr>
            <w:tcW w:w="426" w:type="dxa"/>
          </w:tcPr>
          <w:p w14:paraId="39DA3930" w14:textId="77777777" w:rsidR="009217E5" w:rsidRPr="002F4834" w:rsidRDefault="009217E5" w:rsidP="00886557">
            <w:pPr>
              <w:numPr>
                <w:ilvl w:val="0"/>
                <w:numId w:val="14"/>
              </w:numPr>
              <w:tabs>
                <w:tab w:val="left" w:pos="376"/>
              </w:tabs>
              <w:autoSpaceDE w:val="0"/>
              <w:autoSpaceDN w:val="0"/>
              <w:spacing w:before="120" w:after="200" w:line="259" w:lineRule="auto"/>
              <w:ind w:hanging="614"/>
              <w:rPr>
                <w:rFonts w:ascii="Verdana" w:eastAsia="Times New Roman" w:hAnsi="Verdana" w:cs="Calibri"/>
                <w:szCs w:val="18"/>
              </w:rPr>
            </w:pPr>
          </w:p>
        </w:tc>
        <w:tc>
          <w:tcPr>
            <w:tcW w:w="2126" w:type="dxa"/>
            <w:tcBorders>
              <w:right w:val="single" w:sz="4" w:space="0" w:color="auto"/>
            </w:tcBorders>
          </w:tcPr>
          <w:p w14:paraId="03D0C4C7" w14:textId="77777777" w:rsidR="009217E5" w:rsidRPr="002F4834" w:rsidRDefault="009217E5" w:rsidP="00886557">
            <w:pPr>
              <w:spacing w:before="120"/>
              <w:rPr>
                <w:rFonts w:ascii="Verdana" w:eastAsia="Times New Roman" w:hAnsi="Verdana" w:cs="Calibri"/>
                <w:szCs w:val="18"/>
              </w:rPr>
            </w:pPr>
          </w:p>
        </w:tc>
        <w:tc>
          <w:tcPr>
            <w:tcW w:w="1418" w:type="dxa"/>
            <w:tcBorders>
              <w:bottom w:val="single" w:sz="4" w:space="0" w:color="auto"/>
            </w:tcBorders>
          </w:tcPr>
          <w:p w14:paraId="7B19ADB4" w14:textId="77777777" w:rsidR="009217E5" w:rsidRPr="002F4834" w:rsidRDefault="009217E5" w:rsidP="00886557">
            <w:pPr>
              <w:spacing w:before="120"/>
              <w:rPr>
                <w:rFonts w:ascii="Verdana" w:eastAsia="Times New Roman" w:hAnsi="Verdana" w:cs="Calibri"/>
                <w:szCs w:val="18"/>
              </w:rPr>
            </w:pPr>
          </w:p>
        </w:tc>
        <w:tc>
          <w:tcPr>
            <w:tcW w:w="1134" w:type="dxa"/>
            <w:tcBorders>
              <w:top w:val="nil"/>
              <w:bottom w:val="single" w:sz="4" w:space="0" w:color="auto"/>
            </w:tcBorders>
          </w:tcPr>
          <w:p w14:paraId="2329C110" w14:textId="77777777" w:rsidR="009217E5" w:rsidRPr="002F4834" w:rsidRDefault="009217E5" w:rsidP="00886557">
            <w:pPr>
              <w:spacing w:before="120"/>
              <w:rPr>
                <w:rFonts w:ascii="Verdana" w:eastAsia="Times New Roman" w:hAnsi="Verdana" w:cs="Calibri"/>
                <w:szCs w:val="18"/>
              </w:rPr>
            </w:pPr>
          </w:p>
        </w:tc>
        <w:tc>
          <w:tcPr>
            <w:tcW w:w="1134" w:type="dxa"/>
            <w:tcBorders>
              <w:top w:val="nil"/>
              <w:bottom w:val="single" w:sz="4" w:space="0" w:color="auto"/>
              <w:right w:val="single" w:sz="4" w:space="0" w:color="auto"/>
            </w:tcBorders>
          </w:tcPr>
          <w:p w14:paraId="13E0413B" w14:textId="77777777" w:rsidR="009217E5" w:rsidRPr="002F4834" w:rsidRDefault="009217E5" w:rsidP="00886557">
            <w:pPr>
              <w:spacing w:before="120"/>
              <w:rPr>
                <w:rFonts w:ascii="Verdana" w:eastAsia="Times New Roman" w:hAnsi="Verdana" w:cs="Calibri"/>
                <w:szCs w:val="18"/>
              </w:rPr>
            </w:pPr>
          </w:p>
        </w:tc>
        <w:tc>
          <w:tcPr>
            <w:tcW w:w="2693" w:type="dxa"/>
            <w:tcBorders>
              <w:top w:val="single" w:sz="4" w:space="0" w:color="auto"/>
              <w:left w:val="single" w:sz="4" w:space="0" w:color="auto"/>
              <w:bottom w:val="single" w:sz="4" w:space="0" w:color="auto"/>
              <w:right w:val="single" w:sz="4" w:space="0" w:color="auto"/>
            </w:tcBorders>
          </w:tcPr>
          <w:p w14:paraId="1D3333AD" w14:textId="77777777" w:rsidR="009217E5" w:rsidRPr="002F4834" w:rsidRDefault="009217E5" w:rsidP="00886557">
            <w:pPr>
              <w:spacing w:before="120"/>
              <w:rPr>
                <w:rFonts w:ascii="Verdana" w:eastAsia="Times New Roman" w:hAnsi="Verdana" w:cs="Calibri"/>
                <w:szCs w:val="18"/>
              </w:rPr>
            </w:pPr>
          </w:p>
        </w:tc>
      </w:tr>
      <w:tr w:rsidR="009217E5" w:rsidRPr="002F4834" w14:paraId="2C6B2A86" w14:textId="77777777" w:rsidTr="0024495A">
        <w:trPr>
          <w:trHeight w:val="632"/>
        </w:trPr>
        <w:tc>
          <w:tcPr>
            <w:tcW w:w="426" w:type="dxa"/>
          </w:tcPr>
          <w:p w14:paraId="36333AFC" w14:textId="77777777" w:rsidR="009217E5" w:rsidRPr="002F4834" w:rsidRDefault="009217E5" w:rsidP="00886557">
            <w:pPr>
              <w:numPr>
                <w:ilvl w:val="0"/>
                <w:numId w:val="14"/>
              </w:numPr>
              <w:tabs>
                <w:tab w:val="left" w:pos="376"/>
              </w:tabs>
              <w:autoSpaceDE w:val="0"/>
              <w:autoSpaceDN w:val="0"/>
              <w:spacing w:before="120" w:after="200" w:line="259" w:lineRule="auto"/>
              <w:ind w:hanging="614"/>
              <w:rPr>
                <w:rFonts w:ascii="Verdana" w:eastAsia="Times New Roman" w:hAnsi="Verdana" w:cs="Calibri"/>
                <w:szCs w:val="18"/>
              </w:rPr>
            </w:pPr>
          </w:p>
        </w:tc>
        <w:tc>
          <w:tcPr>
            <w:tcW w:w="2126" w:type="dxa"/>
            <w:tcBorders>
              <w:right w:val="single" w:sz="4" w:space="0" w:color="auto"/>
            </w:tcBorders>
          </w:tcPr>
          <w:p w14:paraId="666AB7ED" w14:textId="77777777" w:rsidR="009217E5" w:rsidRPr="002F4834" w:rsidRDefault="009217E5" w:rsidP="00886557">
            <w:pPr>
              <w:spacing w:before="120"/>
              <w:rPr>
                <w:rFonts w:ascii="Verdana" w:eastAsia="Times New Roman" w:hAnsi="Verdana" w:cs="Calibri"/>
                <w:szCs w:val="18"/>
              </w:rPr>
            </w:pPr>
          </w:p>
        </w:tc>
        <w:tc>
          <w:tcPr>
            <w:tcW w:w="1418" w:type="dxa"/>
            <w:tcBorders>
              <w:top w:val="single" w:sz="4" w:space="0" w:color="auto"/>
              <w:bottom w:val="single" w:sz="4" w:space="0" w:color="auto"/>
            </w:tcBorders>
          </w:tcPr>
          <w:p w14:paraId="271EEBE5" w14:textId="77777777" w:rsidR="009217E5" w:rsidRPr="002F4834" w:rsidRDefault="009217E5" w:rsidP="00886557">
            <w:pPr>
              <w:spacing w:before="120"/>
              <w:rPr>
                <w:rFonts w:ascii="Verdana" w:eastAsia="Times New Roman" w:hAnsi="Verdana" w:cs="Calibri"/>
                <w:szCs w:val="18"/>
              </w:rPr>
            </w:pPr>
          </w:p>
        </w:tc>
        <w:tc>
          <w:tcPr>
            <w:tcW w:w="1134" w:type="dxa"/>
            <w:tcBorders>
              <w:top w:val="single" w:sz="4" w:space="0" w:color="auto"/>
              <w:bottom w:val="single" w:sz="4" w:space="0" w:color="auto"/>
            </w:tcBorders>
          </w:tcPr>
          <w:p w14:paraId="684C8023" w14:textId="77777777" w:rsidR="009217E5" w:rsidRPr="002F4834" w:rsidRDefault="009217E5" w:rsidP="00886557">
            <w:pPr>
              <w:spacing w:before="120"/>
              <w:rPr>
                <w:rFonts w:ascii="Verdana" w:eastAsia="Times New Roman" w:hAnsi="Verdana" w:cs="Calibri"/>
                <w:szCs w:val="18"/>
              </w:rPr>
            </w:pPr>
          </w:p>
        </w:tc>
        <w:tc>
          <w:tcPr>
            <w:tcW w:w="1134" w:type="dxa"/>
            <w:tcBorders>
              <w:top w:val="single" w:sz="4" w:space="0" w:color="auto"/>
              <w:bottom w:val="single" w:sz="4" w:space="0" w:color="auto"/>
              <w:right w:val="single" w:sz="4" w:space="0" w:color="auto"/>
            </w:tcBorders>
          </w:tcPr>
          <w:p w14:paraId="59DCB7A6" w14:textId="77777777" w:rsidR="009217E5" w:rsidRPr="002F4834" w:rsidRDefault="009217E5" w:rsidP="00886557">
            <w:pPr>
              <w:spacing w:before="120"/>
              <w:rPr>
                <w:rFonts w:ascii="Verdana" w:eastAsia="Times New Roman" w:hAnsi="Verdana" w:cs="Calibri"/>
                <w:szCs w:val="18"/>
              </w:rPr>
            </w:pPr>
          </w:p>
        </w:tc>
        <w:tc>
          <w:tcPr>
            <w:tcW w:w="2693" w:type="dxa"/>
            <w:tcBorders>
              <w:top w:val="single" w:sz="4" w:space="0" w:color="auto"/>
              <w:left w:val="single" w:sz="4" w:space="0" w:color="auto"/>
              <w:bottom w:val="single" w:sz="4" w:space="0" w:color="auto"/>
              <w:right w:val="single" w:sz="4" w:space="0" w:color="auto"/>
            </w:tcBorders>
          </w:tcPr>
          <w:p w14:paraId="037E3B97" w14:textId="77777777" w:rsidR="009217E5" w:rsidRPr="002F4834" w:rsidRDefault="009217E5" w:rsidP="00886557">
            <w:pPr>
              <w:spacing w:before="120"/>
              <w:rPr>
                <w:rFonts w:ascii="Verdana" w:eastAsia="Times New Roman" w:hAnsi="Verdana" w:cs="Calibri"/>
                <w:szCs w:val="18"/>
              </w:rPr>
            </w:pPr>
          </w:p>
        </w:tc>
      </w:tr>
      <w:tr w:rsidR="009217E5" w:rsidRPr="002F4834" w14:paraId="209DF053" w14:textId="77777777" w:rsidTr="0024495A">
        <w:trPr>
          <w:trHeight w:val="443"/>
        </w:trPr>
        <w:tc>
          <w:tcPr>
            <w:tcW w:w="426" w:type="dxa"/>
          </w:tcPr>
          <w:p w14:paraId="264B1EC3" w14:textId="77777777" w:rsidR="009217E5" w:rsidRPr="002F4834" w:rsidRDefault="009217E5" w:rsidP="00886557">
            <w:pPr>
              <w:numPr>
                <w:ilvl w:val="0"/>
                <w:numId w:val="14"/>
              </w:numPr>
              <w:tabs>
                <w:tab w:val="left" w:pos="376"/>
              </w:tabs>
              <w:autoSpaceDE w:val="0"/>
              <w:autoSpaceDN w:val="0"/>
              <w:spacing w:before="120" w:after="200" w:line="259" w:lineRule="auto"/>
              <w:ind w:hanging="614"/>
              <w:rPr>
                <w:rFonts w:ascii="Verdana" w:eastAsia="Times New Roman" w:hAnsi="Verdana" w:cs="Calibri"/>
                <w:szCs w:val="18"/>
              </w:rPr>
            </w:pPr>
          </w:p>
        </w:tc>
        <w:tc>
          <w:tcPr>
            <w:tcW w:w="2126" w:type="dxa"/>
            <w:tcBorders>
              <w:right w:val="single" w:sz="4" w:space="0" w:color="auto"/>
            </w:tcBorders>
          </w:tcPr>
          <w:p w14:paraId="2AE7EEA4" w14:textId="77777777" w:rsidR="009217E5" w:rsidRPr="002F4834" w:rsidRDefault="009217E5" w:rsidP="00886557">
            <w:pPr>
              <w:spacing w:before="120"/>
              <w:rPr>
                <w:rFonts w:ascii="Verdana" w:eastAsia="Times New Roman" w:hAnsi="Verdana" w:cs="Calibri"/>
                <w:szCs w:val="18"/>
              </w:rPr>
            </w:pPr>
          </w:p>
        </w:tc>
        <w:tc>
          <w:tcPr>
            <w:tcW w:w="1418" w:type="dxa"/>
          </w:tcPr>
          <w:p w14:paraId="1EBACE37" w14:textId="77777777" w:rsidR="009217E5" w:rsidRPr="002F4834" w:rsidRDefault="009217E5" w:rsidP="00886557">
            <w:pPr>
              <w:spacing w:before="120"/>
              <w:rPr>
                <w:rFonts w:ascii="Verdana" w:eastAsia="Times New Roman" w:hAnsi="Verdana" w:cs="Calibri"/>
                <w:szCs w:val="18"/>
              </w:rPr>
            </w:pPr>
          </w:p>
        </w:tc>
        <w:tc>
          <w:tcPr>
            <w:tcW w:w="1134" w:type="dxa"/>
            <w:tcBorders>
              <w:top w:val="nil"/>
            </w:tcBorders>
          </w:tcPr>
          <w:p w14:paraId="7F85D623" w14:textId="77777777" w:rsidR="009217E5" w:rsidRPr="002F4834" w:rsidRDefault="009217E5" w:rsidP="00886557">
            <w:pPr>
              <w:spacing w:before="120"/>
              <w:rPr>
                <w:rFonts w:ascii="Verdana" w:eastAsia="Times New Roman" w:hAnsi="Verdana" w:cs="Calibri"/>
                <w:szCs w:val="18"/>
              </w:rPr>
            </w:pPr>
          </w:p>
        </w:tc>
        <w:tc>
          <w:tcPr>
            <w:tcW w:w="1134" w:type="dxa"/>
            <w:tcBorders>
              <w:top w:val="nil"/>
              <w:right w:val="single" w:sz="4" w:space="0" w:color="auto"/>
            </w:tcBorders>
          </w:tcPr>
          <w:p w14:paraId="4C750BD4" w14:textId="77777777" w:rsidR="009217E5" w:rsidRPr="002F4834" w:rsidRDefault="009217E5" w:rsidP="00886557">
            <w:pPr>
              <w:spacing w:before="120"/>
              <w:rPr>
                <w:rFonts w:ascii="Verdana" w:eastAsia="Times New Roman" w:hAnsi="Verdana" w:cs="Calibri"/>
                <w:szCs w:val="18"/>
              </w:rPr>
            </w:pPr>
          </w:p>
        </w:tc>
        <w:tc>
          <w:tcPr>
            <w:tcW w:w="2693" w:type="dxa"/>
            <w:tcBorders>
              <w:top w:val="single" w:sz="4" w:space="0" w:color="auto"/>
              <w:left w:val="single" w:sz="4" w:space="0" w:color="auto"/>
              <w:bottom w:val="single" w:sz="4" w:space="0" w:color="auto"/>
              <w:right w:val="single" w:sz="4" w:space="0" w:color="auto"/>
            </w:tcBorders>
          </w:tcPr>
          <w:p w14:paraId="41539B75" w14:textId="77777777" w:rsidR="009217E5" w:rsidRPr="002F4834" w:rsidRDefault="009217E5" w:rsidP="00886557">
            <w:pPr>
              <w:spacing w:before="120"/>
              <w:rPr>
                <w:rFonts w:ascii="Verdana" w:eastAsia="Times New Roman" w:hAnsi="Verdana" w:cs="Calibri"/>
                <w:szCs w:val="18"/>
              </w:rPr>
            </w:pPr>
          </w:p>
        </w:tc>
      </w:tr>
    </w:tbl>
    <w:p w14:paraId="66196263" w14:textId="77777777" w:rsidR="00735FA3" w:rsidRPr="002F4834" w:rsidRDefault="00735FA3" w:rsidP="00735FA3">
      <w:pPr>
        <w:tabs>
          <w:tab w:val="left" w:pos="7652"/>
        </w:tabs>
        <w:rPr>
          <w:rFonts w:ascii="Verdana" w:eastAsia="Verdana" w:hAnsi="Verdana" w:cs="Times New Roman"/>
        </w:rPr>
      </w:pPr>
    </w:p>
    <w:p w14:paraId="76E05FAE" w14:textId="77777777" w:rsidR="00735FA3" w:rsidRPr="00E27BF1" w:rsidRDefault="00735FA3" w:rsidP="00735FA3">
      <w:pPr>
        <w:tabs>
          <w:tab w:val="left" w:pos="7652"/>
        </w:tabs>
        <w:jc w:val="both"/>
        <w:rPr>
          <w:rFonts w:ascii="Verdana" w:eastAsia="Verdana" w:hAnsi="Verdana" w:cs="Times New Roman"/>
          <w:i/>
          <w:sz w:val="14"/>
          <w:szCs w:val="14"/>
        </w:rPr>
      </w:pPr>
      <w:r w:rsidRPr="00E27BF1">
        <w:rPr>
          <w:rFonts w:ascii="Verdana" w:eastAsia="Verdana" w:hAnsi="Verdana" w:cs="Times New Roman"/>
          <w:i/>
          <w:sz w:val="14"/>
          <w:szCs w:val="14"/>
        </w:rPr>
        <w:t>UWAGA!</w:t>
      </w:r>
    </w:p>
    <w:p w14:paraId="18C38FBF" w14:textId="4E29CAE8" w:rsidR="00735FA3" w:rsidRPr="00E27BF1" w:rsidRDefault="00735FA3" w:rsidP="00735FA3">
      <w:pPr>
        <w:tabs>
          <w:tab w:val="left" w:pos="7652"/>
        </w:tabs>
        <w:jc w:val="both"/>
        <w:rPr>
          <w:rFonts w:ascii="Verdana" w:eastAsia="Verdana" w:hAnsi="Verdana" w:cs="Times New Roman"/>
          <w:i/>
          <w:sz w:val="14"/>
          <w:szCs w:val="14"/>
        </w:rPr>
      </w:pPr>
      <w:r w:rsidRPr="00E27BF1">
        <w:rPr>
          <w:rFonts w:ascii="Verdana" w:eastAsia="Verdana" w:hAnsi="Verdana" w:cs="Times New Roman"/>
          <w:i/>
          <w:sz w:val="14"/>
          <w:szCs w:val="14"/>
        </w:rPr>
        <w:t xml:space="preserve">Należy dostosować </w:t>
      </w:r>
      <w:r w:rsidR="009217E5">
        <w:rPr>
          <w:rFonts w:ascii="Verdana" w:eastAsia="Verdana" w:hAnsi="Verdana" w:cs="Times New Roman"/>
          <w:i/>
          <w:sz w:val="14"/>
          <w:szCs w:val="14"/>
        </w:rPr>
        <w:t>liczbę</w:t>
      </w:r>
      <w:r w:rsidR="009217E5" w:rsidRPr="00E27BF1">
        <w:rPr>
          <w:rFonts w:ascii="Verdana" w:eastAsia="Verdana" w:hAnsi="Verdana" w:cs="Times New Roman"/>
          <w:i/>
          <w:sz w:val="14"/>
          <w:szCs w:val="14"/>
        </w:rPr>
        <w:t xml:space="preserve"> </w:t>
      </w:r>
      <w:r w:rsidRPr="00E27BF1">
        <w:rPr>
          <w:rFonts w:ascii="Verdana" w:eastAsia="Verdana" w:hAnsi="Verdana" w:cs="Times New Roman"/>
          <w:i/>
          <w:sz w:val="14"/>
          <w:szCs w:val="14"/>
        </w:rPr>
        <w:t xml:space="preserve">wierszy do </w:t>
      </w:r>
      <w:r w:rsidR="009217E5">
        <w:rPr>
          <w:rFonts w:ascii="Verdana" w:eastAsia="Verdana" w:hAnsi="Verdana" w:cs="Times New Roman"/>
          <w:i/>
          <w:sz w:val="14"/>
          <w:szCs w:val="14"/>
        </w:rPr>
        <w:t>liczby</w:t>
      </w:r>
      <w:r w:rsidR="009217E5" w:rsidRPr="00E27BF1">
        <w:rPr>
          <w:rFonts w:ascii="Verdana" w:eastAsia="Verdana" w:hAnsi="Verdana" w:cs="Times New Roman"/>
          <w:i/>
          <w:sz w:val="14"/>
          <w:szCs w:val="14"/>
        </w:rPr>
        <w:t xml:space="preserve"> </w:t>
      </w:r>
      <w:r w:rsidRPr="00E27BF1">
        <w:rPr>
          <w:rFonts w:ascii="Verdana" w:eastAsia="Verdana" w:hAnsi="Verdana" w:cs="Times New Roman"/>
          <w:i/>
          <w:sz w:val="14"/>
          <w:szCs w:val="14"/>
        </w:rPr>
        <w:t>wykazywanych zadań.</w:t>
      </w:r>
    </w:p>
    <w:p w14:paraId="216E5DD7" w14:textId="6E36D5BE" w:rsidR="00735FA3" w:rsidRPr="00225CCB" w:rsidRDefault="00735FA3" w:rsidP="00735FA3">
      <w:pPr>
        <w:tabs>
          <w:tab w:val="left" w:pos="7652"/>
        </w:tabs>
        <w:spacing w:after="160" w:line="259" w:lineRule="auto"/>
        <w:contextualSpacing/>
        <w:jc w:val="both"/>
        <w:rPr>
          <w:rFonts w:ascii="Verdana" w:eastAsia="Verdana" w:hAnsi="Verdana" w:cs="Times New Roman"/>
          <w:i/>
          <w:sz w:val="14"/>
          <w:szCs w:val="14"/>
        </w:rPr>
      </w:pPr>
      <w:r w:rsidRPr="00225CCB">
        <w:rPr>
          <w:rFonts w:ascii="Verdana" w:eastAsia="Verdana" w:hAnsi="Verdana" w:cs="Times New Roman"/>
          <w:i/>
          <w:sz w:val="14"/>
          <w:szCs w:val="14"/>
        </w:rPr>
        <w:t xml:space="preserve">Należy dołączyć referencje lub inne dokumenty potwierdzające należyte wykonanie </w:t>
      </w:r>
      <w:r w:rsidR="00F339D2">
        <w:rPr>
          <w:rFonts w:ascii="Verdana" w:eastAsia="Verdana" w:hAnsi="Verdana" w:cs="Times New Roman"/>
          <w:i/>
          <w:sz w:val="14"/>
          <w:szCs w:val="14"/>
        </w:rPr>
        <w:t>robót</w:t>
      </w:r>
      <w:r w:rsidRPr="00225CCB">
        <w:rPr>
          <w:rFonts w:ascii="Verdana" w:eastAsia="Verdana" w:hAnsi="Verdana" w:cs="Times New Roman"/>
          <w:i/>
          <w:sz w:val="14"/>
          <w:szCs w:val="14"/>
        </w:rPr>
        <w:t>.</w:t>
      </w:r>
      <w:r w:rsidRPr="00225CCB">
        <w:rPr>
          <w:rFonts w:ascii="Verdana" w:eastAsia="Verdana" w:hAnsi="Verdana" w:cs="Times New Roman"/>
          <w:i/>
          <w:sz w:val="14"/>
          <w:szCs w:val="14"/>
        </w:rPr>
        <w:tab/>
      </w:r>
    </w:p>
    <w:p w14:paraId="2212D793" w14:textId="4E275286" w:rsidR="00735FA3" w:rsidRPr="00E316C6" w:rsidRDefault="00F9374F" w:rsidP="00735FA3">
      <w:pPr>
        <w:tabs>
          <w:tab w:val="left" w:pos="7652"/>
        </w:tabs>
        <w:jc w:val="both"/>
        <w:rPr>
          <w:rFonts w:ascii="Verdana" w:eastAsia="Verdana" w:hAnsi="Verdana" w:cs="Times New Roman"/>
          <w:i/>
          <w:sz w:val="14"/>
          <w:szCs w:val="14"/>
        </w:rPr>
      </w:pPr>
      <w:r w:rsidRPr="00E316C6">
        <w:rPr>
          <w:rFonts w:ascii="Verdana" w:eastAsia="Verdana" w:hAnsi="Verdana" w:cs="Times New Roman"/>
          <w:i/>
          <w:sz w:val="14"/>
          <w:szCs w:val="14"/>
        </w:rPr>
        <w:t>W przypadku braku dokumentów potwierdzających należyte wykonanie robot budowlanych, Wykonawca jest obowiązany podać dane, takie jak imię, nazwisko, nr telefonu, adres e-mail, osoby po stronie odbiorcy robót budowalnych mogącej potwierdzić ich prawidłową realizację</w:t>
      </w:r>
    </w:p>
    <w:p w14:paraId="47E4ED68" w14:textId="77777777" w:rsidR="00735FA3" w:rsidRDefault="00735FA3" w:rsidP="00735FA3"/>
    <w:p w14:paraId="347481CE" w14:textId="77777777" w:rsidR="00735FA3" w:rsidRDefault="00735FA3" w:rsidP="00735FA3"/>
    <w:p w14:paraId="74A47933" w14:textId="77777777" w:rsidR="00735FA3" w:rsidRDefault="00735FA3" w:rsidP="00735FA3"/>
    <w:p w14:paraId="64CA90A9" w14:textId="77777777" w:rsidR="00735FA3" w:rsidRDefault="00735FA3" w:rsidP="00735FA3"/>
    <w:p w14:paraId="4A1C9C67" w14:textId="77777777" w:rsidR="00735FA3" w:rsidRDefault="00735FA3" w:rsidP="00735FA3"/>
    <w:p w14:paraId="46A902AB" w14:textId="77777777" w:rsidR="00735FA3" w:rsidRPr="004119DA" w:rsidRDefault="00735FA3" w:rsidP="00735FA3"/>
    <w:p w14:paraId="5CD83F7F" w14:textId="77777777" w:rsidR="00735FA3" w:rsidRPr="0035204E" w:rsidRDefault="00735FA3" w:rsidP="00735FA3">
      <w:pPr>
        <w:tabs>
          <w:tab w:val="left" w:pos="851"/>
        </w:tabs>
        <w:suppressAutoHyphens/>
        <w:spacing w:after="0" w:line="276" w:lineRule="auto"/>
        <w:ind w:left="5529" w:hanging="4820"/>
        <w:jc w:val="both"/>
        <w:rPr>
          <w:rFonts w:eastAsia="Times New Roman" w:cs="Calibri"/>
          <w:szCs w:val="18"/>
        </w:rPr>
      </w:pPr>
      <w:r w:rsidRPr="0035204E">
        <w:rPr>
          <w:rFonts w:eastAsia="Times New Roman" w:cs="Calibri"/>
          <w:szCs w:val="18"/>
        </w:rPr>
        <w:t xml:space="preserve">___________________, dn. ___________                                      </w:t>
      </w:r>
    </w:p>
    <w:p w14:paraId="6F08E21F" w14:textId="77777777" w:rsidR="00735FA3" w:rsidRPr="00225CCB" w:rsidRDefault="00735FA3" w:rsidP="00735FA3">
      <w:pPr>
        <w:tabs>
          <w:tab w:val="left" w:pos="851"/>
        </w:tabs>
        <w:suppressAutoHyphens/>
        <w:spacing w:after="0"/>
        <w:ind w:left="5529" w:right="68"/>
        <w:jc w:val="both"/>
        <w:rPr>
          <w:rFonts w:eastAsia="Times New Roman" w:cs="Calibri"/>
          <w:i/>
          <w:sz w:val="14"/>
          <w:szCs w:val="14"/>
        </w:rPr>
      </w:pPr>
      <w:r w:rsidRPr="00225CCB">
        <w:rPr>
          <w:rFonts w:eastAsia="Times New Roman" w:cs="Calibri"/>
          <w:i/>
          <w:sz w:val="14"/>
          <w:szCs w:val="14"/>
        </w:rPr>
        <w:t>Podpis(-y) osoby(-</w:t>
      </w:r>
      <w:proofErr w:type="spellStart"/>
      <w:r w:rsidRPr="00225CCB">
        <w:rPr>
          <w:rFonts w:eastAsia="Times New Roman" w:cs="Calibri"/>
          <w:i/>
          <w:sz w:val="14"/>
          <w:szCs w:val="14"/>
        </w:rPr>
        <w:t>ób</w:t>
      </w:r>
      <w:proofErr w:type="spellEnd"/>
      <w:r w:rsidRPr="00225CCB">
        <w:rPr>
          <w:rFonts w:eastAsia="Times New Roman" w:cs="Calibri"/>
          <w:i/>
          <w:sz w:val="14"/>
          <w:szCs w:val="14"/>
        </w:rPr>
        <w:t>) uprawnionej(-</w:t>
      </w:r>
      <w:proofErr w:type="spellStart"/>
      <w:r w:rsidRPr="00225CCB">
        <w:rPr>
          <w:rFonts w:eastAsia="Times New Roman" w:cs="Calibri"/>
          <w:i/>
          <w:sz w:val="14"/>
          <w:szCs w:val="14"/>
        </w:rPr>
        <w:t>ych</w:t>
      </w:r>
      <w:proofErr w:type="spellEnd"/>
      <w:r w:rsidRPr="00225CCB">
        <w:rPr>
          <w:rFonts w:eastAsia="Times New Roman" w:cs="Calibri"/>
          <w:i/>
          <w:sz w:val="14"/>
          <w:szCs w:val="14"/>
        </w:rPr>
        <w:t xml:space="preserve">) do składania oświadczeń woli w imieniu Wykonawcy </w:t>
      </w:r>
    </w:p>
    <w:p w14:paraId="42D7AA2F" w14:textId="77777777" w:rsidR="00735FA3" w:rsidRDefault="00735FA3" w:rsidP="00735FA3">
      <w:pPr>
        <w:tabs>
          <w:tab w:val="left" w:pos="7652"/>
        </w:tabs>
        <w:jc w:val="both"/>
        <w:rPr>
          <w:rFonts w:ascii="Verdana" w:eastAsia="Verdana" w:hAnsi="Verdana" w:cs="Times New Roman"/>
          <w:b/>
          <w:sz w:val="14"/>
          <w:szCs w:val="14"/>
        </w:rPr>
      </w:pPr>
    </w:p>
    <w:p w14:paraId="50104A2F" w14:textId="4F0AE29E" w:rsidR="00735FA3" w:rsidRDefault="00735FA3" w:rsidP="00735FA3">
      <w:pPr>
        <w:tabs>
          <w:tab w:val="left" w:pos="7652"/>
        </w:tabs>
        <w:jc w:val="both"/>
        <w:rPr>
          <w:rFonts w:ascii="Verdana" w:eastAsia="Verdana" w:hAnsi="Verdana" w:cs="Times New Roman"/>
          <w:b/>
          <w:sz w:val="14"/>
          <w:szCs w:val="14"/>
        </w:rPr>
      </w:pPr>
    </w:p>
    <w:p w14:paraId="6FA494DF" w14:textId="77777777" w:rsidR="003B4522" w:rsidRDefault="003B4522" w:rsidP="00735FA3">
      <w:pPr>
        <w:tabs>
          <w:tab w:val="left" w:pos="7652"/>
        </w:tabs>
        <w:jc w:val="both"/>
        <w:rPr>
          <w:rFonts w:ascii="Verdana" w:eastAsia="Verdana" w:hAnsi="Verdana" w:cs="Times New Roman"/>
          <w:b/>
          <w:sz w:val="14"/>
          <w:szCs w:val="14"/>
        </w:rPr>
      </w:pPr>
    </w:p>
    <w:p w14:paraId="1BFABEAC" w14:textId="6CBFE0A7" w:rsidR="003F3473" w:rsidRDefault="003F3473">
      <w:pPr>
        <w:rPr>
          <w:rFonts w:ascii="Verdana" w:eastAsia="Verdana" w:hAnsi="Verdana" w:cs="Times New Roman"/>
          <w:b/>
          <w:sz w:val="14"/>
          <w:szCs w:val="14"/>
        </w:rPr>
      </w:pPr>
      <w:r>
        <w:rPr>
          <w:rFonts w:ascii="Verdana" w:eastAsia="Verdana" w:hAnsi="Verdana" w:cs="Times New Roman"/>
          <w:b/>
          <w:sz w:val="14"/>
          <w:szCs w:val="14"/>
        </w:rPr>
        <w:br w:type="page"/>
      </w:r>
    </w:p>
    <w:p w14:paraId="181A678C" w14:textId="77777777" w:rsidR="00735FA3" w:rsidRDefault="00735FA3" w:rsidP="00735FA3">
      <w:pPr>
        <w:tabs>
          <w:tab w:val="left" w:pos="7652"/>
        </w:tabs>
        <w:rPr>
          <w:rFonts w:ascii="Verdana" w:eastAsia="Verdana" w:hAnsi="Verdana" w:cs="Times New Roman"/>
          <w:b/>
          <w:sz w:val="14"/>
          <w:szCs w:val="14"/>
        </w:rPr>
      </w:pPr>
    </w:p>
    <w:p w14:paraId="7D719EE7" w14:textId="77777777" w:rsidR="00735FA3" w:rsidRPr="002F4834" w:rsidRDefault="00735FA3" w:rsidP="00735FA3">
      <w:pPr>
        <w:tabs>
          <w:tab w:val="left" w:pos="7652"/>
        </w:tabs>
        <w:jc w:val="right"/>
        <w:rPr>
          <w:rFonts w:ascii="Verdana" w:eastAsia="Verdana" w:hAnsi="Verdana" w:cs="Times New Roman"/>
          <w:b/>
          <w:szCs w:val="18"/>
        </w:rPr>
      </w:pPr>
      <w:r>
        <w:rPr>
          <w:rFonts w:ascii="Verdana" w:eastAsia="Verdana" w:hAnsi="Verdana" w:cs="Times New Roman"/>
          <w:b/>
          <w:szCs w:val="18"/>
        </w:rPr>
        <w:t>ZAŁĄCZNIK NR 4 DO SWZ</w:t>
      </w:r>
      <w:r w:rsidRPr="002F4834">
        <w:rPr>
          <w:rFonts w:ascii="Verdana" w:eastAsia="Verdana" w:hAnsi="Verdana" w:cs="Times New Roman"/>
          <w:b/>
          <w:szCs w:val="18"/>
        </w:rPr>
        <w:t xml:space="preserve"> – WYKAZ OSÓB SKIEROWANYCH PRZEZ WYKONAWCĘ DO REALIZACJI ZAMÓWIENIA - WZÓR</w:t>
      </w:r>
    </w:p>
    <w:p w14:paraId="0AE9FCA2" w14:textId="77777777" w:rsidR="00735FA3" w:rsidRDefault="00735FA3" w:rsidP="00735FA3">
      <w:pPr>
        <w:spacing w:after="160" w:line="259" w:lineRule="auto"/>
        <w:jc w:val="center"/>
        <w:rPr>
          <w:rFonts w:ascii="Trebuchet MS" w:eastAsia="Times New Roman" w:hAnsi="Trebuchet MS" w:cs="Arial"/>
          <w:b/>
          <w:color w:val="1A7466" w:themeColor="text2"/>
          <w:sz w:val="32"/>
          <w:szCs w:val="32"/>
        </w:rPr>
      </w:pPr>
    </w:p>
    <w:p w14:paraId="4D8D77F1" w14:textId="77777777" w:rsidR="00735FA3" w:rsidRDefault="00735FA3" w:rsidP="00735FA3">
      <w:pPr>
        <w:spacing w:after="160" w:line="259" w:lineRule="auto"/>
        <w:jc w:val="center"/>
        <w:rPr>
          <w:rFonts w:ascii="Trebuchet MS" w:eastAsia="Times New Roman" w:hAnsi="Trebuchet MS" w:cs="Arial"/>
          <w:b/>
          <w:color w:val="1A7466" w:themeColor="text2"/>
          <w:sz w:val="32"/>
          <w:szCs w:val="32"/>
        </w:rPr>
      </w:pPr>
      <w:r>
        <w:rPr>
          <w:rFonts w:ascii="Trebuchet MS" w:eastAsia="Times New Roman" w:hAnsi="Trebuchet MS" w:cs="Arial"/>
          <w:b/>
          <w:color w:val="1A7466" w:themeColor="text2"/>
          <w:sz w:val="32"/>
          <w:szCs w:val="32"/>
        </w:rPr>
        <w:t>WYKAZ</w:t>
      </w:r>
    </w:p>
    <w:p w14:paraId="473F2F05" w14:textId="77777777" w:rsidR="00735FA3" w:rsidRPr="002F4834" w:rsidRDefault="00735FA3" w:rsidP="00735FA3">
      <w:pPr>
        <w:spacing w:after="160" w:line="259" w:lineRule="auto"/>
        <w:jc w:val="center"/>
        <w:rPr>
          <w:rFonts w:ascii="Calibri" w:eastAsia="Calibri" w:hAnsi="Calibri" w:cs="Times New Roman"/>
          <w:sz w:val="22"/>
        </w:rPr>
      </w:pPr>
      <w:r>
        <w:rPr>
          <w:rFonts w:ascii="Trebuchet MS" w:eastAsia="Times New Roman" w:hAnsi="Trebuchet MS" w:cs="Arial"/>
          <w:b/>
          <w:color w:val="1A7466" w:themeColor="text2"/>
          <w:sz w:val="32"/>
          <w:szCs w:val="32"/>
        </w:rPr>
        <w:t>OSÓB SKIEROWANYCH PRZEZ WYKONAWCĘ DO REALIZACJI ZAMÓWIENIA</w:t>
      </w:r>
    </w:p>
    <w:p w14:paraId="5DFB9DD1" w14:textId="77777777" w:rsidR="00735FA3" w:rsidRDefault="00735FA3" w:rsidP="00735FA3">
      <w:pPr>
        <w:tabs>
          <w:tab w:val="left" w:pos="7652"/>
        </w:tabs>
        <w:jc w:val="both"/>
      </w:pPr>
    </w:p>
    <w:p w14:paraId="18E25450" w14:textId="6BAF61A2" w:rsidR="00735FA3" w:rsidRDefault="00735FA3" w:rsidP="00735FA3">
      <w:pPr>
        <w:tabs>
          <w:tab w:val="left" w:pos="7652"/>
        </w:tabs>
        <w:jc w:val="both"/>
      </w:pPr>
      <w:r w:rsidRPr="002F4834">
        <w:t xml:space="preserve">Składając </w:t>
      </w:r>
      <w:r w:rsidR="00DD4C99">
        <w:t>Ofertę</w:t>
      </w:r>
      <w:r w:rsidRPr="002F4834">
        <w:t xml:space="preserve"> w Postępowaniu </w:t>
      </w:r>
      <w:r w:rsidR="006B64DC">
        <w:t>zakupowym</w:t>
      </w:r>
      <w:r w:rsidRPr="002F4834">
        <w:t xml:space="preserve"> pn. „</w:t>
      </w:r>
      <w:r w:rsidR="003B161A" w:rsidRPr="003B161A">
        <w:t>Modernizacja w kompleksie pomieszczeń 609 w budynku PGE Polska Grupa Energetyczna S.A.</w:t>
      </w:r>
      <w:r w:rsidRPr="002F4834">
        <w:t>”, nr Postępowania:</w:t>
      </w:r>
      <w:r>
        <w:t xml:space="preserve"> </w:t>
      </w:r>
      <w:r w:rsidR="0084041D" w:rsidRPr="0084041D">
        <w:t>POST/PGE/PGE/DZ/00296/2025</w:t>
      </w:r>
    </w:p>
    <w:p w14:paraId="3DC93E6E" w14:textId="30A1DD66" w:rsidR="00735FA3" w:rsidRDefault="00735FA3" w:rsidP="00735FA3">
      <w:pPr>
        <w:tabs>
          <w:tab w:val="left" w:pos="7652"/>
        </w:tabs>
        <w:jc w:val="both"/>
      </w:pPr>
      <w:r w:rsidRPr="00225CCB">
        <w:t xml:space="preserve">Zgodnie z pkt </w:t>
      </w:r>
      <w:r w:rsidR="003F3473">
        <w:t>5.2.6</w:t>
      </w:r>
      <w:r w:rsidR="003F3473" w:rsidRPr="00225CCB">
        <w:t xml:space="preserve">. </w:t>
      </w:r>
      <w:r w:rsidRPr="00225CCB">
        <w:t xml:space="preserve">SWZ, przedstawiamy wykaz </w:t>
      </w:r>
      <w:r>
        <w:t xml:space="preserve">osób skierowanych do realizacji Zamówienia, </w:t>
      </w:r>
      <w:r w:rsidRPr="00225CCB">
        <w:t>w celu potwierdzenia spełniania warunku udziału w postępowaniu</w:t>
      </w:r>
      <w:r>
        <w:t xml:space="preserve"> określonych w pkt </w:t>
      </w:r>
      <w:r w:rsidR="003F3473">
        <w:t>5.1.3.1 lit</w:t>
      </w:r>
      <w:r w:rsidR="009B4250">
        <w:t>.</w:t>
      </w:r>
      <w:r w:rsidR="003F3473">
        <w:t xml:space="preserve"> b-e. </w:t>
      </w:r>
      <w:r>
        <w:t>SWZ</w:t>
      </w:r>
      <w:r w:rsidRPr="00225CCB">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1152"/>
        <w:gridCol w:w="1497"/>
        <w:gridCol w:w="2400"/>
        <w:gridCol w:w="3362"/>
      </w:tblGrid>
      <w:tr w:rsidR="003F3473" w:rsidRPr="002F4834" w14:paraId="602FFF82" w14:textId="77777777" w:rsidTr="003F3473">
        <w:trPr>
          <w:jc w:val="center"/>
        </w:trPr>
        <w:tc>
          <w:tcPr>
            <w:tcW w:w="510" w:type="dxa"/>
            <w:tcBorders>
              <w:top w:val="single" w:sz="4" w:space="0" w:color="auto"/>
              <w:left w:val="single" w:sz="4" w:space="0" w:color="auto"/>
              <w:bottom w:val="single" w:sz="4" w:space="0" w:color="auto"/>
              <w:right w:val="single" w:sz="4" w:space="0" w:color="auto"/>
            </w:tcBorders>
            <w:shd w:val="clear" w:color="auto" w:fill="1A7466" w:themeFill="text2"/>
            <w:vAlign w:val="center"/>
            <w:hideMark/>
          </w:tcPr>
          <w:p w14:paraId="6C6CD2BB" w14:textId="77777777" w:rsidR="003F3473" w:rsidRPr="006454D6" w:rsidRDefault="003F3473" w:rsidP="00886557">
            <w:pPr>
              <w:spacing w:before="120"/>
              <w:jc w:val="center"/>
              <w:rPr>
                <w:rFonts w:eastAsia="Times New Roman" w:cs="Calibri"/>
                <w:b/>
                <w:sz w:val="16"/>
                <w:szCs w:val="16"/>
              </w:rPr>
            </w:pPr>
            <w:r w:rsidRPr="006454D6">
              <w:rPr>
                <w:rFonts w:eastAsia="Times New Roman" w:cs="Calibri"/>
                <w:b/>
                <w:sz w:val="16"/>
                <w:szCs w:val="16"/>
              </w:rPr>
              <w:t>Lp.</w:t>
            </w:r>
          </w:p>
        </w:tc>
        <w:tc>
          <w:tcPr>
            <w:tcW w:w="1152" w:type="dxa"/>
            <w:tcBorders>
              <w:top w:val="single" w:sz="4" w:space="0" w:color="auto"/>
              <w:left w:val="single" w:sz="4" w:space="0" w:color="auto"/>
              <w:bottom w:val="single" w:sz="4" w:space="0" w:color="auto"/>
              <w:right w:val="single" w:sz="4" w:space="0" w:color="auto"/>
            </w:tcBorders>
            <w:shd w:val="clear" w:color="auto" w:fill="1A7466" w:themeFill="text2"/>
            <w:vAlign w:val="center"/>
            <w:hideMark/>
          </w:tcPr>
          <w:p w14:paraId="25DD48CB" w14:textId="77777777" w:rsidR="003F3473" w:rsidRPr="006454D6" w:rsidRDefault="003F3473" w:rsidP="00886557">
            <w:pPr>
              <w:spacing w:before="120"/>
              <w:jc w:val="center"/>
              <w:rPr>
                <w:rFonts w:eastAsia="Times New Roman" w:cs="Calibri"/>
                <w:b/>
                <w:sz w:val="16"/>
                <w:szCs w:val="16"/>
              </w:rPr>
            </w:pPr>
            <w:r w:rsidRPr="006454D6">
              <w:rPr>
                <w:rFonts w:eastAsia="Times New Roman" w:cs="Calibri"/>
                <w:b/>
                <w:sz w:val="16"/>
                <w:szCs w:val="16"/>
              </w:rPr>
              <w:t>Funkcja</w:t>
            </w:r>
          </w:p>
        </w:tc>
        <w:tc>
          <w:tcPr>
            <w:tcW w:w="1497" w:type="dxa"/>
            <w:tcBorders>
              <w:top w:val="single" w:sz="4" w:space="0" w:color="auto"/>
              <w:left w:val="single" w:sz="4" w:space="0" w:color="auto"/>
              <w:bottom w:val="single" w:sz="4" w:space="0" w:color="auto"/>
              <w:right w:val="single" w:sz="4" w:space="0" w:color="auto"/>
            </w:tcBorders>
            <w:shd w:val="clear" w:color="auto" w:fill="1A7466" w:themeFill="text2"/>
            <w:vAlign w:val="center"/>
            <w:hideMark/>
          </w:tcPr>
          <w:p w14:paraId="353E6D23" w14:textId="77777777" w:rsidR="003F3473" w:rsidRPr="006454D6" w:rsidRDefault="003F3473" w:rsidP="00886557">
            <w:pPr>
              <w:spacing w:before="120"/>
              <w:jc w:val="center"/>
              <w:rPr>
                <w:rFonts w:eastAsia="Times New Roman" w:cs="Calibri"/>
                <w:b/>
                <w:sz w:val="16"/>
                <w:szCs w:val="16"/>
              </w:rPr>
            </w:pPr>
            <w:r w:rsidRPr="006454D6">
              <w:rPr>
                <w:rFonts w:eastAsia="Times New Roman" w:cs="Calibri"/>
                <w:b/>
                <w:sz w:val="16"/>
                <w:szCs w:val="16"/>
              </w:rPr>
              <w:t>Imię i nazwisko</w:t>
            </w:r>
          </w:p>
        </w:tc>
        <w:tc>
          <w:tcPr>
            <w:tcW w:w="2400" w:type="dxa"/>
            <w:tcBorders>
              <w:top w:val="single" w:sz="4" w:space="0" w:color="auto"/>
              <w:left w:val="single" w:sz="4" w:space="0" w:color="auto"/>
              <w:bottom w:val="single" w:sz="4" w:space="0" w:color="auto"/>
              <w:right w:val="single" w:sz="4" w:space="0" w:color="auto"/>
            </w:tcBorders>
            <w:shd w:val="clear" w:color="auto" w:fill="1A7466" w:themeFill="text2"/>
            <w:vAlign w:val="center"/>
            <w:hideMark/>
          </w:tcPr>
          <w:p w14:paraId="36EDA5F1" w14:textId="77777777" w:rsidR="003F3473" w:rsidRPr="006454D6" w:rsidRDefault="003F3473" w:rsidP="00886557">
            <w:pPr>
              <w:spacing w:before="120"/>
              <w:jc w:val="center"/>
              <w:rPr>
                <w:rFonts w:eastAsia="Times New Roman" w:cs="Calibri"/>
                <w:b/>
                <w:sz w:val="16"/>
                <w:szCs w:val="16"/>
              </w:rPr>
            </w:pPr>
            <w:r w:rsidRPr="006454D6">
              <w:rPr>
                <w:rFonts w:eastAsia="Times New Roman" w:cs="Calibri"/>
                <w:b/>
                <w:sz w:val="16"/>
                <w:szCs w:val="16"/>
              </w:rPr>
              <w:t xml:space="preserve">Kwalifikacje zawodowe/uprawnienia </w:t>
            </w:r>
          </w:p>
        </w:tc>
        <w:tc>
          <w:tcPr>
            <w:tcW w:w="0" w:type="auto"/>
            <w:tcBorders>
              <w:top w:val="single" w:sz="4" w:space="0" w:color="auto"/>
              <w:left w:val="single" w:sz="4" w:space="0" w:color="auto"/>
              <w:bottom w:val="single" w:sz="4" w:space="0" w:color="auto"/>
              <w:right w:val="single" w:sz="4" w:space="0" w:color="auto"/>
            </w:tcBorders>
            <w:shd w:val="clear" w:color="auto" w:fill="1A7466" w:themeFill="text2"/>
            <w:vAlign w:val="center"/>
            <w:hideMark/>
          </w:tcPr>
          <w:p w14:paraId="6CDAAE50" w14:textId="77777777" w:rsidR="003F3473" w:rsidRPr="006454D6" w:rsidRDefault="003F3473" w:rsidP="00886557">
            <w:pPr>
              <w:spacing w:before="120"/>
              <w:jc w:val="center"/>
              <w:rPr>
                <w:rFonts w:eastAsia="Times New Roman" w:cs="Times New Roman"/>
                <w:sz w:val="22"/>
              </w:rPr>
            </w:pPr>
            <w:r w:rsidRPr="006454D6">
              <w:rPr>
                <w:rFonts w:eastAsia="Times New Roman" w:cs="Calibri"/>
                <w:b/>
                <w:sz w:val="16"/>
                <w:szCs w:val="16"/>
              </w:rPr>
              <w:t xml:space="preserve">Podstawa dysponowania osobą </w:t>
            </w:r>
          </w:p>
          <w:p w14:paraId="1C5E13F3" w14:textId="77777777" w:rsidR="003F3473" w:rsidRPr="006454D6" w:rsidRDefault="003F3473" w:rsidP="00886557">
            <w:pPr>
              <w:spacing w:before="120"/>
              <w:jc w:val="center"/>
              <w:rPr>
                <w:rFonts w:eastAsia="Times New Roman" w:cs="Calibri"/>
                <w:b/>
                <w:sz w:val="16"/>
                <w:szCs w:val="16"/>
              </w:rPr>
            </w:pPr>
            <w:r w:rsidRPr="006454D6">
              <w:rPr>
                <w:rFonts w:eastAsia="Times New Roman" w:cs="Calibri"/>
                <w:b/>
                <w:sz w:val="16"/>
                <w:szCs w:val="16"/>
              </w:rPr>
              <w:t>Zdolność zawodowa własna/</w:t>
            </w:r>
            <w:proofErr w:type="gramStart"/>
            <w:r w:rsidRPr="006454D6">
              <w:rPr>
                <w:rFonts w:eastAsia="Times New Roman" w:cs="Calibri"/>
                <w:b/>
                <w:sz w:val="16"/>
                <w:szCs w:val="16"/>
              </w:rPr>
              <w:t>nazwa  podmiotu</w:t>
            </w:r>
            <w:proofErr w:type="gramEnd"/>
            <w:r w:rsidRPr="006454D6">
              <w:rPr>
                <w:rFonts w:eastAsia="Times New Roman" w:cs="Calibri"/>
                <w:b/>
                <w:sz w:val="16"/>
                <w:szCs w:val="16"/>
              </w:rPr>
              <w:t xml:space="preserve"> udostępniającego zasoby **</w:t>
            </w:r>
          </w:p>
        </w:tc>
      </w:tr>
      <w:tr w:rsidR="003F3473" w:rsidRPr="002F4834" w14:paraId="59277806" w14:textId="77777777" w:rsidTr="003F3473">
        <w:trPr>
          <w:jc w:val="center"/>
        </w:trPr>
        <w:tc>
          <w:tcPr>
            <w:tcW w:w="510" w:type="dxa"/>
            <w:tcBorders>
              <w:top w:val="single" w:sz="4" w:space="0" w:color="auto"/>
              <w:left w:val="single" w:sz="4" w:space="0" w:color="auto"/>
              <w:bottom w:val="single" w:sz="4" w:space="0" w:color="auto"/>
              <w:right w:val="single" w:sz="4" w:space="0" w:color="auto"/>
            </w:tcBorders>
            <w:vAlign w:val="center"/>
          </w:tcPr>
          <w:p w14:paraId="2C69FAD7" w14:textId="77777777" w:rsidR="003F3473" w:rsidRPr="006454D6" w:rsidRDefault="003F3473" w:rsidP="00886557">
            <w:pPr>
              <w:spacing w:before="120" w:after="200" w:line="276" w:lineRule="auto"/>
              <w:contextualSpacing/>
              <w:rPr>
                <w:rFonts w:eastAsia="Times New Roman" w:cs="Calibri"/>
                <w:sz w:val="16"/>
                <w:szCs w:val="16"/>
              </w:rPr>
            </w:pPr>
          </w:p>
        </w:tc>
        <w:tc>
          <w:tcPr>
            <w:tcW w:w="1152" w:type="dxa"/>
            <w:tcBorders>
              <w:top w:val="single" w:sz="4" w:space="0" w:color="auto"/>
              <w:left w:val="single" w:sz="4" w:space="0" w:color="auto"/>
              <w:bottom w:val="single" w:sz="4" w:space="0" w:color="auto"/>
              <w:right w:val="single" w:sz="4" w:space="0" w:color="auto"/>
            </w:tcBorders>
            <w:vAlign w:val="center"/>
          </w:tcPr>
          <w:p w14:paraId="78C8D10F" w14:textId="77777777" w:rsidR="003F3473" w:rsidRPr="006454D6" w:rsidRDefault="003F3473" w:rsidP="00886557">
            <w:pPr>
              <w:spacing w:before="120"/>
              <w:rPr>
                <w:rFonts w:eastAsia="Times New Roman" w:cs="Calibri"/>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14:paraId="4B092D2D" w14:textId="77777777" w:rsidR="003F3473" w:rsidRPr="006454D6" w:rsidRDefault="003F3473" w:rsidP="00886557">
            <w:pPr>
              <w:spacing w:before="120"/>
              <w:rPr>
                <w:rFonts w:eastAsia="Times New Roman" w:cs="Calibri"/>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3A16F396" w14:textId="77777777" w:rsidR="003F3473" w:rsidRPr="006454D6" w:rsidRDefault="003F3473" w:rsidP="00886557">
            <w:pPr>
              <w:spacing w:before="120"/>
              <w:rPr>
                <w:rFonts w:eastAsia="Times New Roman" w:cs="Calibri"/>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14:paraId="0D859811" w14:textId="77777777" w:rsidR="003F3473" w:rsidRPr="006454D6" w:rsidRDefault="003F3473" w:rsidP="00886557">
            <w:pPr>
              <w:spacing w:before="120"/>
              <w:rPr>
                <w:rFonts w:eastAsia="Times New Roman" w:cs="Calibri"/>
                <w:sz w:val="16"/>
                <w:szCs w:val="16"/>
              </w:rPr>
            </w:pPr>
          </w:p>
        </w:tc>
      </w:tr>
      <w:tr w:rsidR="003F3473" w:rsidRPr="002F4834" w14:paraId="61E7E7B8" w14:textId="77777777" w:rsidTr="003F3473">
        <w:trPr>
          <w:jc w:val="center"/>
        </w:trPr>
        <w:tc>
          <w:tcPr>
            <w:tcW w:w="510" w:type="dxa"/>
            <w:tcBorders>
              <w:top w:val="single" w:sz="4" w:space="0" w:color="auto"/>
              <w:left w:val="single" w:sz="4" w:space="0" w:color="auto"/>
              <w:bottom w:val="single" w:sz="4" w:space="0" w:color="auto"/>
              <w:right w:val="single" w:sz="4" w:space="0" w:color="auto"/>
            </w:tcBorders>
            <w:vAlign w:val="center"/>
          </w:tcPr>
          <w:p w14:paraId="5A3472B1" w14:textId="77777777" w:rsidR="003F3473" w:rsidRPr="006454D6" w:rsidRDefault="003F3473" w:rsidP="00886557">
            <w:pPr>
              <w:spacing w:before="120" w:after="200" w:line="276" w:lineRule="auto"/>
              <w:contextualSpacing/>
              <w:rPr>
                <w:rFonts w:eastAsia="Times New Roman" w:cs="Calibri"/>
                <w:sz w:val="16"/>
                <w:szCs w:val="16"/>
              </w:rPr>
            </w:pPr>
          </w:p>
        </w:tc>
        <w:tc>
          <w:tcPr>
            <w:tcW w:w="1152" w:type="dxa"/>
            <w:tcBorders>
              <w:top w:val="single" w:sz="4" w:space="0" w:color="auto"/>
              <w:left w:val="single" w:sz="4" w:space="0" w:color="auto"/>
              <w:bottom w:val="single" w:sz="4" w:space="0" w:color="auto"/>
              <w:right w:val="single" w:sz="4" w:space="0" w:color="auto"/>
            </w:tcBorders>
            <w:vAlign w:val="center"/>
          </w:tcPr>
          <w:p w14:paraId="2920DB73" w14:textId="77777777" w:rsidR="003F3473" w:rsidRPr="006454D6" w:rsidRDefault="003F3473" w:rsidP="00886557">
            <w:pPr>
              <w:spacing w:before="120"/>
              <w:rPr>
                <w:rFonts w:eastAsia="Times New Roman" w:cs="Calibri"/>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14:paraId="6C8F9AE0" w14:textId="77777777" w:rsidR="003F3473" w:rsidRPr="006454D6" w:rsidRDefault="003F3473" w:rsidP="00886557">
            <w:pPr>
              <w:spacing w:before="120"/>
              <w:rPr>
                <w:rFonts w:eastAsia="Times New Roman" w:cs="Calibri"/>
                <w:iCs/>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5C3563E2" w14:textId="77777777" w:rsidR="003F3473" w:rsidRPr="006454D6" w:rsidRDefault="003F3473" w:rsidP="00886557">
            <w:pPr>
              <w:spacing w:before="120" w:after="0"/>
              <w:rPr>
                <w:rFonts w:eastAsia="Times New Roman" w:cs="Calibri"/>
                <w:iCs/>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14:paraId="17102854" w14:textId="77777777" w:rsidR="003F3473" w:rsidRPr="006454D6" w:rsidRDefault="003F3473" w:rsidP="00886557">
            <w:pPr>
              <w:spacing w:before="120"/>
              <w:rPr>
                <w:rFonts w:eastAsia="Times New Roman" w:cs="Calibri"/>
                <w:sz w:val="16"/>
                <w:szCs w:val="16"/>
              </w:rPr>
            </w:pPr>
          </w:p>
        </w:tc>
      </w:tr>
    </w:tbl>
    <w:p w14:paraId="18B16972" w14:textId="77777777" w:rsidR="00735FA3" w:rsidRDefault="00735FA3" w:rsidP="00735FA3">
      <w:pPr>
        <w:tabs>
          <w:tab w:val="left" w:pos="7652"/>
        </w:tabs>
        <w:jc w:val="both"/>
      </w:pPr>
    </w:p>
    <w:p w14:paraId="6926E798" w14:textId="77777777" w:rsidR="00735FA3" w:rsidRPr="00E27BF1" w:rsidRDefault="00735FA3" w:rsidP="00735FA3">
      <w:pPr>
        <w:tabs>
          <w:tab w:val="left" w:pos="7652"/>
        </w:tabs>
        <w:jc w:val="both"/>
        <w:rPr>
          <w:i/>
          <w:sz w:val="14"/>
          <w:szCs w:val="14"/>
        </w:rPr>
      </w:pPr>
      <w:r w:rsidRPr="00E27BF1">
        <w:rPr>
          <w:i/>
          <w:sz w:val="14"/>
          <w:szCs w:val="14"/>
        </w:rPr>
        <w:t>Uwaga!</w:t>
      </w:r>
    </w:p>
    <w:p w14:paraId="148FA05E" w14:textId="77777777" w:rsidR="00735FA3" w:rsidRPr="00E27BF1" w:rsidRDefault="00735FA3" w:rsidP="00735FA3">
      <w:pPr>
        <w:tabs>
          <w:tab w:val="left" w:pos="7652"/>
        </w:tabs>
        <w:jc w:val="both"/>
        <w:rPr>
          <w:i/>
          <w:sz w:val="14"/>
          <w:szCs w:val="14"/>
        </w:rPr>
      </w:pPr>
      <w:r w:rsidRPr="00E27BF1">
        <w:rPr>
          <w:i/>
          <w:sz w:val="14"/>
          <w:szCs w:val="14"/>
        </w:rPr>
        <w:t>Zamawiający wymaga podania informacji w odniesieniu do każdej z wskazanych osób wyznaczonych do pełnienia danej funkcji wskazując na posiadane uprawnienia, wykształcenie, doświadczenie zawodowe, kwalifikacje, odpowied</w:t>
      </w:r>
      <w:r>
        <w:rPr>
          <w:i/>
          <w:sz w:val="14"/>
          <w:szCs w:val="14"/>
        </w:rPr>
        <w:t>nio do wymagań określonych w SWZ</w:t>
      </w:r>
      <w:r w:rsidRPr="00E27BF1">
        <w:rPr>
          <w:i/>
          <w:sz w:val="14"/>
          <w:szCs w:val="14"/>
        </w:rPr>
        <w:t xml:space="preserve">. </w:t>
      </w:r>
    </w:p>
    <w:p w14:paraId="6507EA12" w14:textId="77777777" w:rsidR="00735FA3" w:rsidRPr="00E27BF1" w:rsidRDefault="00735FA3" w:rsidP="00735FA3">
      <w:pPr>
        <w:tabs>
          <w:tab w:val="left" w:pos="7652"/>
        </w:tabs>
        <w:jc w:val="both"/>
        <w:rPr>
          <w:i/>
          <w:sz w:val="14"/>
          <w:szCs w:val="14"/>
        </w:rPr>
      </w:pPr>
      <w:r w:rsidRPr="00E27BF1">
        <w:rPr>
          <w:i/>
          <w:sz w:val="14"/>
          <w:szCs w:val="14"/>
        </w:rPr>
        <w:t>**jeżeli dotyczy</w:t>
      </w:r>
    </w:p>
    <w:p w14:paraId="7BABB004" w14:textId="77777777" w:rsidR="00735FA3" w:rsidRDefault="00735FA3" w:rsidP="00735FA3">
      <w:pPr>
        <w:tabs>
          <w:tab w:val="left" w:pos="7652"/>
        </w:tabs>
        <w:jc w:val="both"/>
        <w:rPr>
          <w:sz w:val="14"/>
          <w:szCs w:val="14"/>
        </w:rPr>
      </w:pPr>
    </w:p>
    <w:p w14:paraId="048C96D9" w14:textId="77777777" w:rsidR="00735FA3" w:rsidRDefault="00735FA3" w:rsidP="00735FA3">
      <w:pPr>
        <w:tabs>
          <w:tab w:val="left" w:pos="7652"/>
        </w:tabs>
        <w:jc w:val="both"/>
        <w:rPr>
          <w:sz w:val="14"/>
          <w:szCs w:val="14"/>
        </w:rPr>
      </w:pPr>
    </w:p>
    <w:p w14:paraId="2083AD05" w14:textId="77777777" w:rsidR="00735FA3" w:rsidRDefault="00735FA3" w:rsidP="00735FA3">
      <w:pPr>
        <w:tabs>
          <w:tab w:val="left" w:pos="7652"/>
        </w:tabs>
        <w:jc w:val="both"/>
        <w:rPr>
          <w:sz w:val="14"/>
          <w:szCs w:val="14"/>
        </w:rPr>
      </w:pPr>
    </w:p>
    <w:p w14:paraId="76915668" w14:textId="77777777" w:rsidR="00735FA3" w:rsidRDefault="00735FA3" w:rsidP="00735FA3">
      <w:pPr>
        <w:tabs>
          <w:tab w:val="left" w:pos="7652"/>
        </w:tabs>
        <w:jc w:val="both"/>
        <w:rPr>
          <w:sz w:val="14"/>
          <w:szCs w:val="14"/>
        </w:rPr>
      </w:pPr>
    </w:p>
    <w:p w14:paraId="40ACB976" w14:textId="77777777" w:rsidR="00735FA3" w:rsidRPr="004119DA" w:rsidRDefault="00735FA3" w:rsidP="00735FA3"/>
    <w:p w14:paraId="3D53AA13" w14:textId="77777777" w:rsidR="00735FA3" w:rsidRPr="0035204E" w:rsidRDefault="00735FA3" w:rsidP="00735FA3">
      <w:pPr>
        <w:tabs>
          <w:tab w:val="left" w:pos="851"/>
        </w:tabs>
        <w:suppressAutoHyphens/>
        <w:spacing w:after="0" w:line="276" w:lineRule="auto"/>
        <w:ind w:left="5529" w:hanging="4820"/>
        <w:jc w:val="both"/>
        <w:rPr>
          <w:rFonts w:eastAsia="Times New Roman" w:cs="Calibri"/>
          <w:szCs w:val="18"/>
        </w:rPr>
      </w:pPr>
      <w:r w:rsidRPr="0035204E">
        <w:rPr>
          <w:rFonts w:eastAsia="Times New Roman" w:cs="Calibri"/>
          <w:szCs w:val="18"/>
        </w:rPr>
        <w:t xml:space="preserve">___________________, dn. ___________                                      </w:t>
      </w:r>
    </w:p>
    <w:p w14:paraId="4DB07C4F" w14:textId="77777777" w:rsidR="00735FA3" w:rsidRPr="00225CCB" w:rsidRDefault="00735FA3" w:rsidP="00735FA3">
      <w:pPr>
        <w:tabs>
          <w:tab w:val="left" w:pos="851"/>
        </w:tabs>
        <w:suppressAutoHyphens/>
        <w:spacing w:after="0"/>
        <w:ind w:left="5529" w:right="68"/>
        <w:jc w:val="both"/>
        <w:rPr>
          <w:rFonts w:eastAsia="Times New Roman" w:cs="Calibri"/>
          <w:i/>
          <w:sz w:val="14"/>
          <w:szCs w:val="14"/>
        </w:rPr>
      </w:pPr>
      <w:r w:rsidRPr="00225CCB">
        <w:rPr>
          <w:rFonts w:eastAsia="Times New Roman" w:cs="Calibri"/>
          <w:i/>
          <w:sz w:val="14"/>
          <w:szCs w:val="14"/>
        </w:rPr>
        <w:t>Podpis(-y) osoby(-</w:t>
      </w:r>
      <w:proofErr w:type="spellStart"/>
      <w:r w:rsidRPr="00225CCB">
        <w:rPr>
          <w:rFonts w:eastAsia="Times New Roman" w:cs="Calibri"/>
          <w:i/>
          <w:sz w:val="14"/>
          <w:szCs w:val="14"/>
        </w:rPr>
        <w:t>ób</w:t>
      </w:r>
      <w:proofErr w:type="spellEnd"/>
      <w:r w:rsidRPr="00225CCB">
        <w:rPr>
          <w:rFonts w:eastAsia="Times New Roman" w:cs="Calibri"/>
          <w:i/>
          <w:sz w:val="14"/>
          <w:szCs w:val="14"/>
        </w:rPr>
        <w:t>) uprawnionej(-</w:t>
      </w:r>
      <w:proofErr w:type="spellStart"/>
      <w:r w:rsidRPr="00225CCB">
        <w:rPr>
          <w:rFonts w:eastAsia="Times New Roman" w:cs="Calibri"/>
          <w:i/>
          <w:sz w:val="14"/>
          <w:szCs w:val="14"/>
        </w:rPr>
        <w:t>ych</w:t>
      </w:r>
      <w:proofErr w:type="spellEnd"/>
      <w:r w:rsidRPr="00225CCB">
        <w:rPr>
          <w:rFonts w:eastAsia="Times New Roman" w:cs="Calibri"/>
          <w:i/>
          <w:sz w:val="14"/>
          <w:szCs w:val="14"/>
        </w:rPr>
        <w:t xml:space="preserve">) do składania oświadczeń woli w imieniu Wykonawcy </w:t>
      </w:r>
    </w:p>
    <w:p w14:paraId="069DC1A3" w14:textId="77777777" w:rsidR="00735FA3" w:rsidRDefault="00735FA3" w:rsidP="00735FA3">
      <w:pPr>
        <w:tabs>
          <w:tab w:val="left" w:pos="7652"/>
        </w:tabs>
        <w:jc w:val="both"/>
        <w:rPr>
          <w:sz w:val="14"/>
          <w:szCs w:val="14"/>
        </w:rPr>
      </w:pPr>
    </w:p>
    <w:p w14:paraId="6D1A4302" w14:textId="77777777" w:rsidR="00735FA3" w:rsidRDefault="00735FA3" w:rsidP="00735FA3">
      <w:pPr>
        <w:tabs>
          <w:tab w:val="left" w:pos="7652"/>
        </w:tabs>
        <w:jc w:val="both"/>
        <w:rPr>
          <w:sz w:val="14"/>
          <w:szCs w:val="14"/>
        </w:rPr>
      </w:pPr>
    </w:p>
    <w:p w14:paraId="238997CB" w14:textId="77777777" w:rsidR="00735FA3" w:rsidRDefault="00735FA3" w:rsidP="00735FA3">
      <w:pPr>
        <w:tabs>
          <w:tab w:val="left" w:pos="7652"/>
        </w:tabs>
        <w:jc w:val="both"/>
        <w:rPr>
          <w:sz w:val="14"/>
          <w:szCs w:val="14"/>
        </w:rPr>
      </w:pPr>
    </w:p>
    <w:p w14:paraId="70910828" w14:textId="77777777" w:rsidR="00735FA3" w:rsidRDefault="00735FA3" w:rsidP="00735FA3">
      <w:pPr>
        <w:tabs>
          <w:tab w:val="left" w:pos="7652"/>
        </w:tabs>
        <w:jc w:val="both"/>
        <w:rPr>
          <w:sz w:val="14"/>
          <w:szCs w:val="14"/>
        </w:rPr>
      </w:pPr>
    </w:p>
    <w:p w14:paraId="06F2D654" w14:textId="77777777" w:rsidR="00735FA3" w:rsidRDefault="00735FA3" w:rsidP="00735FA3">
      <w:pPr>
        <w:tabs>
          <w:tab w:val="left" w:pos="7652"/>
        </w:tabs>
        <w:jc w:val="both"/>
        <w:rPr>
          <w:sz w:val="14"/>
          <w:szCs w:val="14"/>
        </w:rPr>
      </w:pPr>
    </w:p>
    <w:p w14:paraId="50E629B9" w14:textId="77777777" w:rsidR="003B4522" w:rsidRDefault="003B4522" w:rsidP="00735FA3">
      <w:pPr>
        <w:tabs>
          <w:tab w:val="left" w:pos="7652"/>
        </w:tabs>
        <w:jc w:val="both"/>
        <w:rPr>
          <w:sz w:val="14"/>
          <w:szCs w:val="14"/>
        </w:rPr>
      </w:pPr>
    </w:p>
    <w:p w14:paraId="635FEAEF" w14:textId="77777777" w:rsidR="00735FA3" w:rsidRDefault="00735FA3" w:rsidP="00735FA3">
      <w:pPr>
        <w:tabs>
          <w:tab w:val="left" w:pos="7652"/>
        </w:tabs>
        <w:jc w:val="both"/>
        <w:rPr>
          <w:sz w:val="14"/>
          <w:szCs w:val="14"/>
        </w:rPr>
      </w:pPr>
    </w:p>
    <w:p w14:paraId="71C4B25B" w14:textId="77777777" w:rsidR="00735FA3" w:rsidRDefault="00735FA3" w:rsidP="00735FA3">
      <w:pPr>
        <w:jc w:val="right"/>
        <w:rPr>
          <w:rFonts w:ascii="Verdana" w:eastAsia="Times New Roman" w:hAnsi="Verdana" w:cs="Times New Roman"/>
          <w:b/>
          <w:szCs w:val="18"/>
        </w:rPr>
      </w:pPr>
    </w:p>
    <w:p w14:paraId="21FB3D9A" w14:textId="68734F38" w:rsidR="00875F48" w:rsidRDefault="00875F48">
      <w:pPr>
        <w:rPr>
          <w:b/>
        </w:rPr>
      </w:pPr>
      <w:r>
        <w:rPr>
          <w:b/>
        </w:rPr>
        <w:br w:type="page"/>
      </w:r>
    </w:p>
    <w:p w14:paraId="2AB2FE5F" w14:textId="77777777" w:rsidR="00735FA3" w:rsidRDefault="00735FA3" w:rsidP="00735FA3">
      <w:pPr>
        <w:pStyle w:val="Akapitzlist"/>
        <w:jc w:val="right"/>
        <w:rPr>
          <w:b/>
        </w:rPr>
      </w:pPr>
    </w:p>
    <w:p w14:paraId="29BD23C2" w14:textId="77777777" w:rsidR="00735FA3" w:rsidRDefault="00735FA3" w:rsidP="00735FA3">
      <w:pPr>
        <w:pStyle w:val="Akapitzlist"/>
        <w:jc w:val="right"/>
        <w:rPr>
          <w:b/>
        </w:rPr>
      </w:pPr>
      <w:r w:rsidRPr="00D81F08">
        <w:rPr>
          <w:b/>
        </w:rPr>
        <w:t>ZAŁĄCZNIK NR</w:t>
      </w:r>
      <w:r>
        <w:rPr>
          <w:b/>
        </w:rPr>
        <w:t xml:space="preserve"> 5</w:t>
      </w:r>
      <w:r w:rsidRPr="00D81F08">
        <w:rPr>
          <w:b/>
        </w:rPr>
        <w:t xml:space="preserve"> DO SWZ – </w:t>
      </w:r>
      <w:r>
        <w:rPr>
          <w:b/>
        </w:rPr>
        <w:t>PROJEKT UMOWY</w:t>
      </w:r>
    </w:p>
    <w:p w14:paraId="58119F32" w14:textId="77777777" w:rsidR="00735FA3" w:rsidRDefault="00735FA3" w:rsidP="00735FA3">
      <w:pPr>
        <w:pStyle w:val="Akapitzlist"/>
        <w:jc w:val="right"/>
        <w:rPr>
          <w:b/>
        </w:rPr>
      </w:pPr>
    </w:p>
    <w:p w14:paraId="64743D8F" w14:textId="77777777" w:rsidR="009B4250" w:rsidRDefault="009B4250" w:rsidP="009B4250">
      <w:pPr>
        <w:pStyle w:val="Akapitzlist"/>
        <w:jc w:val="center"/>
        <w:rPr>
          <w:bCs/>
        </w:rPr>
      </w:pPr>
    </w:p>
    <w:p w14:paraId="37151336" w14:textId="3E1C72FE" w:rsidR="00735FA3" w:rsidRPr="009B4250" w:rsidRDefault="009B4250" w:rsidP="009B4250">
      <w:pPr>
        <w:pStyle w:val="Akapitzlist"/>
        <w:jc w:val="center"/>
        <w:rPr>
          <w:bCs/>
        </w:rPr>
      </w:pPr>
      <w:r w:rsidRPr="009B4250">
        <w:rPr>
          <w:bCs/>
        </w:rPr>
        <w:t>Stanowi odrębny plik.</w:t>
      </w:r>
    </w:p>
    <w:p w14:paraId="3E8ED47C" w14:textId="77777777" w:rsidR="00735FA3" w:rsidRDefault="00735FA3" w:rsidP="00735FA3">
      <w:pPr>
        <w:pStyle w:val="Akapitzlist"/>
        <w:jc w:val="right"/>
        <w:rPr>
          <w:b/>
        </w:rPr>
      </w:pPr>
    </w:p>
    <w:p w14:paraId="087A7909" w14:textId="4E17E814" w:rsidR="003F3473" w:rsidRDefault="003F3473">
      <w:pPr>
        <w:rPr>
          <w:b/>
        </w:rPr>
      </w:pPr>
      <w:r>
        <w:rPr>
          <w:b/>
        </w:rPr>
        <w:br w:type="page"/>
      </w:r>
    </w:p>
    <w:p w14:paraId="6B09FA58" w14:textId="4FC8FD04" w:rsidR="00735FA3" w:rsidRDefault="00735FA3" w:rsidP="00735FA3">
      <w:pPr>
        <w:pStyle w:val="Akapitzlist"/>
        <w:jc w:val="right"/>
        <w:rPr>
          <w:b/>
        </w:rPr>
      </w:pPr>
    </w:p>
    <w:p w14:paraId="2F5C37BF" w14:textId="18B0A939" w:rsidR="0035204E" w:rsidRPr="0035204E" w:rsidRDefault="00735FA3" w:rsidP="0035204E">
      <w:pPr>
        <w:pStyle w:val="Akapitzlist"/>
        <w:jc w:val="right"/>
        <w:rPr>
          <w:b/>
        </w:rPr>
      </w:pPr>
      <w:r w:rsidRPr="0035204E">
        <w:rPr>
          <w:b/>
        </w:rPr>
        <w:t xml:space="preserve">ZAŁĄCZNIK NR 6 </w:t>
      </w:r>
      <w:r>
        <w:rPr>
          <w:b/>
        </w:rPr>
        <w:t xml:space="preserve">DO SWZ </w:t>
      </w:r>
      <w:r w:rsidRPr="0035204E">
        <w:rPr>
          <w:b/>
        </w:rPr>
        <w:t>- ZOBOWIĄZANIE PODMIOTU UDOSTĘPNIAJĄCEGO ZASOBY</w:t>
      </w:r>
      <w:r w:rsidR="0008511F">
        <w:rPr>
          <w:b/>
        </w:rPr>
        <w:t xml:space="preserve"> - WZÓR</w:t>
      </w:r>
    </w:p>
    <w:p w14:paraId="7FD36B9B" w14:textId="77777777" w:rsidR="0035204E" w:rsidRDefault="0035204E" w:rsidP="0035204E">
      <w:pPr>
        <w:pStyle w:val="Akapitzlist"/>
      </w:pPr>
    </w:p>
    <w:p w14:paraId="301C3C22" w14:textId="77777777" w:rsidR="00735FA3" w:rsidRDefault="0035204E" w:rsidP="0035204E">
      <w:pPr>
        <w:pStyle w:val="Akapitzlist"/>
        <w:jc w:val="center"/>
        <w:rPr>
          <w:color w:val="1A7466" w:themeColor="text2"/>
          <w:sz w:val="32"/>
          <w:szCs w:val="32"/>
        </w:rPr>
      </w:pPr>
      <w:r w:rsidRPr="0035204E">
        <w:rPr>
          <w:color w:val="1A7466" w:themeColor="text2"/>
          <w:sz w:val="32"/>
          <w:szCs w:val="32"/>
        </w:rPr>
        <w:t xml:space="preserve">Zobowiązanie </w:t>
      </w:r>
    </w:p>
    <w:p w14:paraId="5C6888BC" w14:textId="77777777" w:rsidR="00735FA3" w:rsidRDefault="0035204E" w:rsidP="0035204E">
      <w:pPr>
        <w:pStyle w:val="Akapitzlist"/>
        <w:jc w:val="center"/>
        <w:rPr>
          <w:color w:val="1A7466" w:themeColor="text2"/>
          <w:sz w:val="32"/>
          <w:szCs w:val="32"/>
        </w:rPr>
      </w:pPr>
      <w:r w:rsidRPr="0035204E">
        <w:rPr>
          <w:color w:val="1A7466" w:themeColor="text2"/>
          <w:sz w:val="32"/>
          <w:szCs w:val="32"/>
        </w:rPr>
        <w:t xml:space="preserve">podmiotu udostępniającego zasób </w:t>
      </w:r>
    </w:p>
    <w:p w14:paraId="6CD4159D" w14:textId="47BA9810" w:rsidR="0035204E" w:rsidRPr="0035204E" w:rsidRDefault="0035204E" w:rsidP="0035204E">
      <w:pPr>
        <w:pStyle w:val="Akapitzlist"/>
        <w:jc w:val="center"/>
        <w:rPr>
          <w:color w:val="1A7466" w:themeColor="text2"/>
          <w:sz w:val="32"/>
          <w:szCs w:val="32"/>
        </w:rPr>
      </w:pPr>
      <w:r w:rsidRPr="0035204E">
        <w:rPr>
          <w:color w:val="1A7466" w:themeColor="text2"/>
          <w:sz w:val="32"/>
          <w:szCs w:val="32"/>
        </w:rPr>
        <w:t>w trakcie realizacji Zamówienia pn.:</w:t>
      </w:r>
    </w:p>
    <w:p w14:paraId="1F4E0F10" w14:textId="0B3DCC10" w:rsidR="0035204E" w:rsidRDefault="0035204E" w:rsidP="0035204E">
      <w:pPr>
        <w:pStyle w:val="Akapitzlist"/>
        <w:jc w:val="center"/>
        <w:rPr>
          <w:color w:val="1A7466" w:themeColor="text2"/>
          <w:sz w:val="32"/>
          <w:szCs w:val="32"/>
        </w:rPr>
      </w:pPr>
      <w:r w:rsidRPr="0035204E">
        <w:rPr>
          <w:color w:val="1A7466" w:themeColor="text2"/>
          <w:sz w:val="32"/>
          <w:szCs w:val="32"/>
        </w:rPr>
        <w:t>„</w:t>
      </w:r>
      <w:r w:rsidR="003B161A" w:rsidRPr="003B161A">
        <w:rPr>
          <w:color w:val="1A7466" w:themeColor="text2"/>
          <w:sz w:val="32"/>
          <w:szCs w:val="32"/>
        </w:rPr>
        <w:t>Modernizacja w kompleksie pomieszczeń 609 w budynku PGE Polska Grupa Energetyczna S.A.</w:t>
      </w:r>
      <w:r w:rsidRPr="0035204E">
        <w:rPr>
          <w:color w:val="1A7466" w:themeColor="text2"/>
          <w:sz w:val="32"/>
          <w:szCs w:val="32"/>
        </w:rPr>
        <w:t xml:space="preserve">”. </w:t>
      </w:r>
    </w:p>
    <w:p w14:paraId="10A4A95D" w14:textId="5CCA31D7" w:rsidR="0035204E" w:rsidRPr="0035204E" w:rsidRDefault="0035204E" w:rsidP="0035204E">
      <w:pPr>
        <w:pStyle w:val="Akapitzlist"/>
        <w:jc w:val="center"/>
        <w:rPr>
          <w:color w:val="1A7466" w:themeColor="text2"/>
          <w:sz w:val="32"/>
          <w:szCs w:val="32"/>
        </w:rPr>
      </w:pPr>
      <w:r w:rsidRPr="0035204E">
        <w:rPr>
          <w:color w:val="1A7466" w:themeColor="text2"/>
          <w:sz w:val="32"/>
          <w:szCs w:val="32"/>
        </w:rPr>
        <w:t xml:space="preserve">Postępowanie nr </w:t>
      </w:r>
      <w:r w:rsidR="0084041D" w:rsidRPr="0084041D">
        <w:rPr>
          <w:color w:val="1A7466" w:themeColor="text2"/>
          <w:sz w:val="32"/>
          <w:szCs w:val="32"/>
        </w:rPr>
        <w:t>POST/PGE/PGE/DZ/00296/2025</w:t>
      </w:r>
    </w:p>
    <w:p w14:paraId="18021261" w14:textId="77777777" w:rsidR="0035204E" w:rsidRDefault="0035204E" w:rsidP="0035204E">
      <w:pPr>
        <w:pStyle w:val="Akapitzlist"/>
      </w:pPr>
    </w:p>
    <w:p w14:paraId="2287D28E" w14:textId="77777777" w:rsidR="0035204E" w:rsidRDefault="0035204E" w:rsidP="0035204E">
      <w:pPr>
        <w:pStyle w:val="Akapitzlist"/>
      </w:pPr>
      <w:r>
        <w:t>Działając w imieniu i na rzecz:</w:t>
      </w:r>
    </w:p>
    <w:p w14:paraId="4FA557B8" w14:textId="77777777" w:rsidR="0035204E" w:rsidRDefault="0035204E" w:rsidP="0035204E">
      <w:pPr>
        <w:pStyle w:val="Akapitzlist"/>
        <w:jc w:val="center"/>
      </w:pPr>
    </w:p>
    <w:tbl>
      <w:tblPr>
        <w:tblStyle w:val="Tabela-Siatka112"/>
        <w:tblW w:w="9782" w:type="dxa"/>
        <w:tblInd w:w="-289" w:type="dxa"/>
        <w:tblLook w:val="04A0" w:firstRow="1" w:lastRow="0" w:firstColumn="1" w:lastColumn="0" w:noHBand="0" w:noVBand="1"/>
      </w:tblPr>
      <w:tblGrid>
        <w:gridCol w:w="4253"/>
        <w:gridCol w:w="3231"/>
        <w:gridCol w:w="2298"/>
      </w:tblGrid>
      <w:tr w:rsidR="0035204E" w:rsidRPr="0035204E" w14:paraId="417C9BB7" w14:textId="77777777" w:rsidTr="0035204E">
        <w:trPr>
          <w:trHeight w:val="519"/>
        </w:trPr>
        <w:tc>
          <w:tcPr>
            <w:tcW w:w="4253"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15230849" w14:textId="77777777" w:rsidR="0035204E" w:rsidRPr="006454D6" w:rsidRDefault="0035204E" w:rsidP="0035204E">
            <w:pPr>
              <w:widowControl w:val="0"/>
              <w:spacing w:line="276" w:lineRule="auto"/>
              <w:jc w:val="center"/>
              <w:rPr>
                <w:rFonts w:eastAsia="EUAlbertina-Regular-Identity-H" w:cs="Calibri"/>
                <w:b/>
                <w:szCs w:val="18"/>
              </w:rPr>
            </w:pPr>
            <w:r w:rsidRPr="006454D6">
              <w:rPr>
                <w:rFonts w:eastAsia="EUAlbertina-Regular-Identity-H" w:cs="Calibri"/>
                <w:b/>
                <w:szCs w:val="18"/>
              </w:rPr>
              <w:t>Pełna nazwa podmiotu udostępniającego zasoby</w:t>
            </w:r>
          </w:p>
        </w:tc>
        <w:tc>
          <w:tcPr>
            <w:tcW w:w="3231"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7C019535" w14:textId="77777777" w:rsidR="0035204E" w:rsidRPr="006454D6" w:rsidRDefault="0035204E" w:rsidP="0035204E">
            <w:pPr>
              <w:widowControl w:val="0"/>
              <w:spacing w:line="276" w:lineRule="auto"/>
              <w:jc w:val="center"/>
              <w:rPr>
                <w:rFonts w:eastAsia="EUAlbertina-Regular-Identity-H" w:cs="Calibri"/>
                <w:b/>
                <w:szCs w:val="18"/>
              </w:rPr>
            </w:pPr>
            <w:r w:rsidRPr="006454D6">
              <w:rPr>
                <w:rFonts w:eastAsia="EUAlbertina-Regular-Identity-H" w:cs="Calibri"/>
                <w:b/>
                <w:szCs w:val="18"/>
              </w:rPr>
              <w:t xml:space="preserve">Adres innego podmiotu </w:t>
            </w:r>
          </w:p>
        </w:tc>
        <w:tc>
          <w:tcPr>
            <w:tcW w:w="2298"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63C61766" w14:textId="77777777" w:rsidR="0035204E" w:rsidRPr="006454D6" w:rsidRDefault="0035204E" w:rsidP="0035204E">
            <w:pPr>
              <w:widowControl w:val="0"/>
              <w:spacing w:line="276" w:lineRule="auto"/>
              <w:jc w:val="center"/>
              <w:rPr>
                <w:rFonts w:eastAsia="EUAlbertina-Regular-Identity-H" w:cs="Calibri"/>
                <w:b/>
                <w:szCs w:val="18"/>
              </w:rPr>
            </w:pPr>
            <w:r w:rsidRPr="006454D6">
              <w:rPr>
                <w:rFonts w:eastAsia="EUAlbertina-Regular-Identity-H" w:cs="Calibri"/>
                <w:b/>
                <w:szCs w:val="18"/>
              </w:rPr>
              <w:t>NIP/REGON</w:t>
            </w:r>
          </w:p>
        </w:tc>
      </w:tr>
      <w:tr w:rsidR="0035204E" w:rsidRPr="0035204E" w14:paraId="22CD0E85" w14:textId="77777777" w:rsidTr="0035204E">
        <w:trPr>
          <w:trHeight w:val="425"/>
        </w:trPr>
        <w:tc>
          <w:tcPr>
            <w:tcW w:w="4253" w:type="dxa"/>
            <w:tcBorders>
              <w:top w:val="single" w:sz="4" w:space="0" w:color="auto"/>
              <w:left w:val="single" w:sz="4" w:space="0" w:color="auto"/>
              <w:bottom w:val="single" w:sz="4" w:space="0" w:color="auto"/>
              <w:right w:val="single" w:sz="4" w:space="0" w:color="auto"/>
            </w:tcBorders>
            <w:vAlign w:val="center"/>
          </w:tcPr>
          <w:p w14:paraId="646E9864" w14:textId="77777777" w:rsidR="0035204E" w:rsidRPr="006454D6" w:rsidRDefault="0035204E" w:rsidP="0035204E">
            <w:pPr>
              <w:widowControl w:val="0"/>
              <w:spacing w:line="276" w:lineRule="auto"/>
              <w:jc w:val="center"/>
              <w:rPr>
                <w:rFonts w:eastAsia="EUAlbertina-Regular-Identity-H" w:cs="Calibri"/>
                <w:szCs w:val="18"/>
              </w:rPr>
            </w:pPr>
          </w:p>
        </w:tc>
        <w:tc>
          <w:tcPr>
            <w:tcW w:w="3231" w:type="dxa"/>
            <w:tcBorders>
              <w:top w:val="single" w:sz="4" w:space="0" w:color="auto"/>
              <w:left w:val="single" w:sz="4" w:space="0" w:color="auto"/>
              <w:bottom w:val="single" w:sz="4" w:space="0" w:color="auto"/>
              <w:right w:val="single" w:sz="4" w:space="0" w:color="auto"/>
            </w:tcBorders>
            <w:vAlign w:val="center"/>
          </w:tcPr>
          <w:p w14:paraId="01D9172A" w14:textId="77777777" w:rsidR="0035204E" w:rsidRPr="006454D6" w:rsidRDefault="0035204E" w:rsidP="0035204E">
            <w:pPr>
              <w:widowControl w:val="0"/>
              <w:spacing w:line="276" w:lineRule="auto"/>
              <w:jc w:val="center"/>
              <w:rPr>
                <w:rFonts w:eastAsia="EUAlbertina-Regular-Identity-H" w:cs="Calibri"/>
                <w:szCs w:val="18"/>
              </w:rPr>
            </w:pPr>
          </w:p>
        </w:tc>
        <w:tc>
          <w:tcPr>
            <w:tcW w:w="2298" w:type="dxa"/>
            <w:tcBorders>
              <w:top w:val="single" w:sz="4" w:space="0" w:color="auto"/>
              <w:left w:val="single" w:sz="4" w:space="0" w:color="auto"/>
              <w:bottom w:val="single" w:sz="4" w:space="0" w:color="auto"/>
              <w:right w:val="single" w:sz="4" w:space="0" w:color="auto"/>
            </w:tcBorders>
            <w:vAlign w:val="center"/>
          </w:tcPr>
          <w:p w14:paraId="005A49C7" w14:textId="77777777" w:rsidR="0035204E" w:rsidRPr="006454D6" w:rsidRDefault="0035204E" w:rsidP="0035204E">
            <w:pPr>
              <w:widowControl w:val="0"/>
              <w:spacing w:line="276" w:lineRule="auto"/>
              <w:jc w:val="center"/>
              <w:rPr>
                <w:rFonts w:eastAsia="EUAlbertina-Regular-Identity-H" w:cs="Calibri"/>
                <w:szCs w:val="18"/>
              </w:rPr>
            </w:pPr>
          </w:p>
        </w:tc>
      </w:tr>
    </w:tbl>
    <w:p w14:paraId="2FB2C9C5" w14:textId="77777777" w:rsidR="00063C0D" w:rsidRDefault="00063C0D" w:rsidP="00063C0D"/>
    <w:p w14:paraId="78F362C1" w14:textId="77777777" w:rsidR="0035204E" w:rsidRDefault="0035204E" w:rsidP="0024495A">
      <w:pPr>
        <w:spacing w:before="40" w:after="240"/>
        <w:jc w:val="both"/>
      </w:pPr>
      <w:r w:rsidRPr="0008511F">
        <w:t>OŚWIADCZAMY, iż zobowiązujemy się do oddania Wykonawcy, tj. ……………………</w:t>
      </w:r>
      <w:proofErr w:type="gramStart"/>
      <w:r w:rsidRPr="0008511F">
        <w:t>…….</w:t>
      </w:r>
      <w:proofErr w:type="gramEnd"/>
      <w:r w:rsidRPr="0008511F">
        <w:t>…………………………. z siedzibą w ……………………</w:t>
      </w:r>
      <w:proofErr w:type="gramStart"/>
      <w:r w:rsidRPr="0008511F">
        <w:t>…….</w:t>
      </w:r>
      <w:proofErr w:type="gramEnd"/>
      <w:r w:rsidRPr="0008511F">
        <w:t>…………………………., do dyspozycji niezbędne zasoby na potrzeby realizacji przedmiotowego Zamówienia w zakresie:</w:t>
      </w:r>
    </w:p>
    <w:tbl>
      <w:tblPr>
        <w:tblStyle w:val="Tabela-Siatka1111"/>
        <w:tblW w:w="9777" w:type="dxa"/>
        <w:tblInd w:w="-289" w:type="dxa"/>
        <w:tblLook w:val="04A0" w:firstRow="1" w:lastRow="0" w:firstColumn="1" w:lastColumn="0" w:noHBand="0" w:noVBand="1"/>
      </w:tblPr>
      <w:tblGrid>
        <w:gridCol w:w="2051"/>
        <w:gridCol w:w="1388"/>
        <w:gridCol w:w="2045"/>
        <w:gridCol w:w="2048"/>
        <w:gridCol w:w="2245"/>
      </w:tblGrid>
      <w:tr w:rsidR="0035204E" w:rsidRPr="0035204E" w14:paraId="51234609" w14:textId="77777777" w:rsidTr="00063C0D">
        <w:trPr>
          <w:trHeight w:val="1622"/>
        </w:trPr>
        <w:tc>
          <w:tcPr>
            <w:tcW w:w="2051" w:type="dxa"/>
            <w:shd w:val="clear" w:color="auto" w:fill="1A7466" w:themeFill="text2"/>
            <w:vAlign w:val="center"/>
          </w:tcPr>
          <w:p w14:paraId="2C207E4D" w14:textId="77777777" w:rsidR="0035204E" w:rsidRPr="006454D6" w:rsidRDefault="0035204E" w:rsidP="0035204E">
            <w:pPr>
              <w:jc w:val="center"/>
              <w:rPr>
                <w:rFonts w:eastAsia="EUAlbertina-Regular-Identity-H" w:cs="Calibri"/>
                <w:szCs w:val="18"/>
              </w:rPr>
            </w:pPr>
            <w:r w:rsidRPr="006454D6">
              <w:rPr>
                <w:rFonts w:eastAsia="EUAlbertina-Regular-Identity-H" w:cs="Calibri"/>
                <w:szCs w:val="18"/>
              </w:rPr>
              <w:t>Warunek/kryteria selekcji, na spełnienie którego inny podmiot (trzeci) udostępnia zasoby</w:t>
            </w:r>
          </w:p>
        </w:tc>
        <w:tc>
          <w:tcPr>
            <w:tcW w:w="1388" w:type="dxa"/>
            <w:shd w:val="clear" w:color="auto" w:fill="1A7466" w:themeFill="text2"/>
            <w:vAlign w:val="center"/>
          </w:tcPr>
          <w:p w14:paraId="759A10EF" w14:textId="77777777" w:rsidR="0035204E" w:rsidRPr="006454D6" w:rsidRDefault="0035204E" w:rsidP="0035204E">
            <w:pPr>
              <w:jc w:val="center"/>
              <w:rPr>
                <w:rFonts w:eastAsia="EUAlbertina-Regular-Identity-H" w:cs="Calibri"/>
                <w:szCs w:val="18"/>
              </w:rPr>
            </w:pPr>
            <w:r w:rsidRPr="006454D6">
              <w:rPr>
                <w:rFonts w:eastAsia="EUAlbertina-Regular-Identity-H" w:cs="Calibri"/>
                <w:szCs w:val="18"/>
              </w:rPr>
              <w:t>Rodzaj zasobu</w:t>
            </w:r>
          </w:p>
        </w:tc>
        <w:tc>
          <w:tcPr>
            <w:tcW w:w="2045" w:type="dxa"/>
            <w:shd w:val="clear" w:color="auto" w:fill="1A7466" w:themeFill="text2"/>
            <w:vAlign w:val="center"/>
          </w:tcPr>
          <w:p w14:paraId="32888D2C" w14:textId="77777777" w:rsidR="0035204E" w:rsidRPr="006454D6" w:rsidRDefault="0035204E" w:rsidP="0035204E">
            <w:pPr>
              <w:jc w:val="center"/>
              <w:rPr>
                <w:rFonts w:eastAsia="EUAlbertina-Regular-Identity-H" w:cs="Calibri"/>
                <w:szCs w:val="18"/>
              </w:rPr>
            </w:pPr>
            <w:r w:rsidRPr="006454D6">
              <w:rPr>
                <w:rFonts w:eastAsia="EUAlbertina-Regular-Identity-H" w:cs="Calibri"/>
                <w:szCs w:val="18"/>
              </w:rPr>
              <w:t>Zakres dostępnych Wykonawcy zasobów podmiotu udostępniającego zasoby</w:t>
            </w:r>
          </w:p>
        </w:tc>
        <w:tc>
          <w:tcPr>
            <w:tcW w:w="2048" w:type="dxa"/>
            <w:shd w:val="clear" w:color="auto" w:fill="1A7466" w:themeFill="text2"/>
            <w:vAlign w:val="center"/>
          </w:tcPr>
          <w:p w14:paraId="3B9C9DA3" w14:textId="77777777" w:rsidR="0035204E" w:rsidRPr="006454D6" w:rsidRDefault="0035204E" w:rsidP="0035204E">
            <w:pPr>
              <w:jc w:val="center"/>
              <w:rPr>
                <w:rFonts w:eastAsia="EUAlbertina-Regular-Identity-H" w:cs="Calibri"/>
                <w:szCs w:val="18"/>
              </w:rPr>
            </w:pPr>
            <w:r w:rsidRPr="006454D6">
              <w:rPr>
                <w:rFonts w:eastAsia="EUAlbertina-Regular-Identity-H" w:cs="Calibri"/>
                <w:szCs w:val="18"/>
              </w:rPr>
              <w:t>Sposób wykorzystania przez Wykonawcę zasobów podmiotu udostępniającego te zasoby, przy wykonywaniu zamówienia</w:t>
            </w:r>
          </w:p>
        </w:tc>
        <w:tc>
          <w:tcPr>
            <w:tcW w:w="2245" w:type="dxa"/>
            <w:shd w:val="clear" w:color="auto" w:fill="1A7466" w:themeFill="text2"/>
          </w:tcPr>
          <w:p w14:paraId="02584917" w14:textId="77777777" w:rsidR="0035204E" w:rsidRPr="006454D6" w:rsidRDefault="0035204E" w:rsidP="0035204E">
            <w:pPr>
              <w:jc w:val="center"/>
              <w:rPr>
                <w:rFonts w:eastAsia="EUAlbertina-Regular-Identity-H" w:cs="Calibri"/>
                <w:szCs w:val="18"/>
              </w:rPr>
            </w:pPr>
            <w:r w:rsidRPr="006454D6">
              <w:rPr>
                <w:rFonts w:eastAsia="EUAlbertina-Regular-Identity-H" w:cs="Calibri"/>
                <w:szCs w:val="18"/>
              </w:rPr>
              <w:t>Czy i w jakim zakresie podmiot udostępniający zasoby, na zdolnościach którego Wykonawca polega w odniesieniu do</w:t>
            </w:r>
          </w:p>
          <w:p w14:paraId="0FF8A6CA" w14:textId="77777777" w:rsidR="0035204E" w:rsidRPr="006454D6" w:rsidRDefault="0035204E" w:rsidP="0035204E">
            <w:pPr>
              <w:jc w:val="center"/>
              <w:rPr>
                <w:rFonts w:eastAsia="EUAlbertina-Regular-Identity-H" w:cs="Calibri"/>
                <w:szCs w:val="18"/>
              </w:rPr>
            </w:pPr>
            <w:r w:rsidRPr="006454D6">
              <w:rPr>
                <w:rFonts w:eastAsia="EUAlbertina-Regular-Identity-H" w:cs="Calibri"/>
                <w:szCs w:val="18"/>
              </w:rPr>
              <w:t>warunków udziału w Postępowaniu dotyczących wykształcenia, kwalifikacji zawodowych lub doświadczenia, zrealizuje roboty budowlane lub usługi, których wskazane zdolności dotyczą</w:t>
            </w:r>
          </w:p>
        </w:tc>
      </w:tr>
      <w:tr w:rsidR="0035204E" w:rsidRPr="0008511F" w14:paraId="6AE1AE4E" w14:textId="77777777" w:rsidTr="00F9374F">
        <w:trPr>
          <w:trHeight w:val="433"/>
        </w:trPr>
        <w:tc>
          <w:tcPr>
            <w:tcW w:w="2051" w:type="dxa"/>
            <w:shd w:val="clear" w:color="auto" w:fill="D9D9D9"/>
            <w:vAlign w:val="center"/>
          </w:tcPr>
          <w:p w14:paraId="5142B005" w14:textId="77777777" w:rsidR="0035204E" w:rsidRPr="006454D6" w:rsidRDefault="0035204E" w:rsidP="0035204E">
            <w:pPr>
              <w:rPr>
                <w:rFonts w:eastAsia="EUAlbertina-Regular-Identity-H" w:cs="Calibri"/>
                <w:szCs w:val="18"/>
              </w:rPr>
            </w:pPr>
            <w:r w:rsidRPr="006454D6">
              <w:rPr>
                <w:rFonts w:eastAsia="EUAlbertina-Regular-Identity-H" w:cs="Calibri"/>
                <w:szCs w:val="18"/>
              </w:rPr>
              <w:t>Zdolność techniczna lub zawodowa</w:t>
            </w:r>
          </w:p>
        </w:tc>
        <w:tc>
          <w:tcPr>
            <w:tcW w:w="1388" w:type="dxa"/>
            <w:shd w:val="clear" w:color="auto" w:fill="FFFFFF" w:themeFill="background1"/>
            <w:vAlign w:val="center"/>
          </w:tcPr>
          <w:p w14:paraId="0667871D" w14:textId="77777777" w:rsidR="0035204E" w:rsidRPr="006454D6" w:rsidRDefault="0035204E" w:rsidP="0035204E">
            <w:pPr>
              <w:rPr>
                <w:rFonts w:eastAsia="EUAlbertina-Regular-Identity-H" w:cs="Calibri"/>
                <w:szCs w:val="18"/>
              </w:rPr>
            </w:pPr>
          </w:p>
        </w:tc>
        <w:tc>
          <w:tcPr>
            <w:tcW w:w="2045" w:type="dxa"/>
            <w:vAlign w:val="center"/>
          </w:tcPr>
          <w:p w14:paraId="4CB7081A" w14:textId="77777777" w:rsidR="0035204E" w:rsidRPr="006454D6" w:rsidRDefault="0035204E" w:rsidP="0035204E">
            <w:pPr>
              <w:rPr>
                <w:rFonts w:eastAsia="EUAlbertina-Regular-Identity-H" w:cs="Calibri"/>
                <w:szCs w:val="18"/>
              </w:rPr>
            </w:pPr>
          </w:p>
        </w:tc>
        <w:tc>
          <w:tcPr>
            <w:tcW w:w="2048" w:type="dxa"/>
            <w:vAlign w:val="center"/>
          </w:tcPr>
          <w:p w14:paraId="24BE9980" w14:textId="77777777" w:rsidR="0035204E" w:rsidRPr="006454D6" w:rsidRDefault="0035204E" w:rsidP="0035204E">
            <w:pPr>
              <w:rPr>
                <w:rFonts w:eastAsia="EUAlbertina-Regular-Identity-H" w:cs="Calibri"/>
                <w:szCs w:val="18"/>
              </w:rPr>
            </w:pPr>
          </w:p>
        </w:tc>
        <w:tc>
          <w:tcPr>
            <w:tcW w:w="2245" w:type="dxa"/>
          </w:tcPr>
          <w:p w14:paraId="3F1384FD" w14:textId="77777777" w:rsidR="0035204E" w:rsidRPr="006454D6" w:rsidRDefault="0035204E" w:rsidP="0035204E">
            <w:pPr>
              <w:rPr>
                <w:rFonts w:eastAsia="EUAlbertina-Regular-Identity-H" w:cs="Calibri"/>
                <w:szCs w:val="18"/>
              </w:rPr>
            </w:pPr>
          </w:p>
        </w:tc>
      </w:tr>
    </w:tbl>
    <w:p w14:paraId="3424A703" w14:textId="77777777" w:rsidR="0035204E" w:rsidRPr="0008511F" w:rsidRDefault="0035204E" w:rsidP="0035204E">
      <w:pPr>
        <w:pStyle w:val="Akapitzlist"/>
      </w:pPr>
    </w:p>
    <w:p w14:paraId="7D27F9A6" w14:textId="77777777" w:rsidR="0035204E" w:rsidRPr="0008511F" w:rsidRDefault="0035204E" w:rsidP="00063C0D">
      <w:pPr>
        <w:rPr>
          <w:b/>
        </w:rPr>
      </w:pPr>
      <w:r w:rsidRPr="0008511F">
        <w:rPr>
          <w:b/>
        </w:rPr>
        <w:t xml:space="preserve">Uwaga! </w:t>
      </w:r>
    </w:p>
    <w:p w14:paraId="01A1542A" w14:textId="1EFB9B24" w:rsidR="0035204E" w:rsidRPr="0008511F" w:rsidRDefault="0035204E" w:rsidP="006F79CA">
      <w:pPr>
        <w:jc w:val="both"/>
        <w:rPr>
          <w:b/>
        </w:rPr>
      </w:pPr>
      <w:r w:rsidRPr="0008511F">
        <w:rPr>
          <w:b/>
        </w:rPr>
        <w:t xml:space="preserve">Prosimy nie modyfikować pól tabeli oznaczonych kolorem szarym. Podmiot trzeci </w:t>
      </w:r>
      <w:proofErr w:type="spellStart"/>
      <w:r w:rsidRPr="0008511F">
        <w:rPr>
          <w:b/>
        </w:rPr>
        <w:t>zupełnia</w:t>
      </w:r>
      <w:proofErr w:type="spellEnd"/>
      <w:r w:rsidRPr="0008511F">
        <w:rPr>
          <w:b/>
        </w:rPr>
        <w:t xml:space="preserve"> jedynie te pola (wiersze tabeli) w odniesieniu do których udostępnia zasoby. </w:t>
      </w:r>
    </w:p>
    <w:p w14:paraId="2526704E" w14:textId="77777777" w:rsidR="0035204E" w:rsidRPr="0008511F" w:rsidRDefault="0035204E" w:rsidP="0035204E">
      <w:pPr>
        <w:pStyle w:val="Akapitzlist"/>
      </w:pPr>
    </w:p>
    <w:p w14:paraId="4EAF17C9" w14:textId="77777777" w:rsidR="0035204E" w:rsidRPr="0008511F" w:rsidRDefault="0035204E" w:rsidP="00063C0D">
      <w:r w:rsidRPr="0008511F">
        <w:t>_________________, dn. ____________</w:t>
      </w:r>
    </w:p>
    <w:p w14:paraId="2E3048E2" w14:textId="77777777" w:rsidR="0035204E" w:rsidRDefault="0035204E" w:rsidP="0035204E">
      <w:pPr>
        <w:pStyle w:val="Akapitzlist"/>
      </w:pPr>
      <w:r>
        <w:tab/>
      </w:r>
      <w:r>
        <w:tab/>
        <w:t xml:space="preserve">                        </w:t>
      </w:r>
    </w:p>
    <w:p w14:paraId="0D68D395" w14:textId="008E770A" w:rsidR="00875F48" w:rsidRDefault="0035204E" w:rsidP="0035204E">
      <w:pPr>
        <w:pStyle w:val="Akapitzlist"/>
        <w:ind w:left="5664"/>
        <w:rPr>
          <w:i/>
          <w:sz w:val="14"/>
          <w:szCs w:val="14"/>
        </w:rPr>
      </w:pPr>
      <w:r w:rsidRPr="00735FA3">
        <w:rPr>
          <w:i/>
          <w:sz w:val="14"/>
          <w:szCs w:val="14"/>
        </w:rPr>
        <w:t>Podpis(-y) osoby(-</w:t>
      </w:r>
      <w:proofErr w:type="spellStart"/>
      <w:r w:rsidRPr="00735FA3">
        <w:rPr>
          <w:i/>
          <w:sz w:val="14"/>
          <w:szCs w:val="14"/>
        </w:rPr>
        <w:t>ób</w:t>
      </w:r>
      <w:proofErr w:type="spellEnd"/>
      <w:r w:rsidRPr="00735FA3">
        <w:rPr>
          <w:i/>
          <w:sz w:val="14"/>
          <w:szCs w:val="14"/>
        </w:rPr>
        <w:t>) uprawnionej(-</w:t>
      </w:r>
      <w:proofErr w:type="spellStart"/>
      <w:r w:rsidRPr="00735FA3">
        <w:rPr>
          <w:i/>
          <w:sz w:val="14"/>
          <w:szCs w:val="14"/>
        </w:rPr>
        <w:t>ych</w:t>
      </w:r>
      <w:proofErr w:type="spellEnd"/>
      <w:r w:rsidRPr="00735FA3">
        <w:rPr>
          <w:i/>
          <w:sz w:val="14"/>
          <w:szCs w:val="14"/>
        </w:rPr>
        <w:t>) do składania oświadczeń woli w imieniu podmiotu udostępniającego zasoby</w:t>
      </w:r>
    </w:p>
    <w:p w14:paraId="74796723" w14:textId="77777777" w:rsidR="00875F48" w:rsidRDefault="00875F48">
      <w:pPr>
        <w:rPr>
          <w:i/>
          <w:sz w:val="14"/>
          <w:szCs w:val="14"/>
        </w:rPr>
      </w:pPr>
      <w:r>
        <w:rPr>
          <w:i/>
          <w:sz w:val="14"/>
          <w:szCs w:val="14"/>
        </w:rPr>
        <w:br w:type="page"/>
      </w:r>
    </w:p>
    <w:p w14:paraId="1B50A9CA" w14:textId="77777777" w:rsidR="0035204E" w:rsidRPr="00735FA3" w:rsidRDefault="0035204E" w:rsidP="0035204E">
      <w:pPr>
        <w:pStyle w:val="Akapitzlist"/>
        <w:ind w:left="5664"/>
        <w:rPr>
          <w:i/>
          <w:sz w:val="14"/>
          <w:szCs w:val="14"/>
        </w:rPr>
      </w:pPr>
    </w:p>
    <w:p w14:paraId="0989A791" w14:textId="4B529BEB" w:rsidR="00A633AE" w:rsidRDefault="00735FA3" w:rsidP="0035204E">
      <w:pPr>
        <w:shd w:val="clear" w:color="auto" w:fill="FFFFFF" w:themeFill="background1"/>
        <w:spacing w:before="120" w:after="120" w:line="276" w:lineRule="auto"/>
        <w:jc w:val="right"/>
        <w:outlineLvl w:val="0"/>
        <w:rPr>
          <w:rFonts w:eastAsia="Times New Roman" w:cs="Calibri"/>
          <w:b/>
          <w:szCs w:val="18"/>
        </w:rPr>
      </w:pPr>
      <w:r>
        <w:rPr>
          <w:rFonts w:eastAsia="Times New Roman" w:cs="Calibri"/>
          <w:b/>
          <w:szCs w:val="18"/>
        </w:rPr>
        <w:t>ZAŁĄCZNIK NR 7</w:t>
      </w:r>
      <w:r w:rsidRPr="0035204E">
        <w:rPr>
          <w:rFonts w:eastAsia="Times New Roman" w:cs="Calibri"/>
          <w:b/>
          <w:szCs w:val="18"/>
        </w:rPr>
        <w:t xml:space="preserve"> DO SWZ – OŚWIADCZENIE WYKONAWCY POTWIERDZAJĄCE </w:t>
      </w:r>
    </w:p>
    <w:p w14:paraId="00EE0E24" w14:textId="525A2693" w:rsidR="0035204E" w:rsidRPr="0035204E" w:rsidRDefault="00735FA3" w:rsidP="0035204E">
      <w:pPr>
        <w:shd w:val="clear" w:color="auto" w:fill="FFFFFF" w:themeFill="background1"/>
        <w:spacing w:before="120" w:after="120" w:line="276" w:lineRule="auto"/>
        <w:jc w:val="right"/>
        <w:outlineLvl w:val="0"/>
        <w:rPr>
          <w:rFonts w:eastAsia="Times New Roman" w:cs="Calibri"/>
          <w:b/>
          <w:szCs w:val="18"/>
        </w:rPr>
      </w:pPr>
      <w:r w:rsidRPr="0035204E">
        <w:rPr>
          <w:rFonts w:eastAsia="Times New Roman" w:cs="Calibri"/>
          <w:b/>
          <w:szCs w:val="18"/>
        </w:rPr>
        <w:t>BRAK PODSTAW WYKLUCZENIA SKŁADANE NA WEZWANIE ZAMAWIAJĄCEGO</w:t>
      </w:r>
      <w:r w:rsidR="006454D6">
        <w:rPr>
          <w:rFonts w:eastAsia="Times New Roman" w:cs="Calibri"/>
          <w:b/>
          <w:szCs w:val="18"/>
        </w:rPr>
        <w:t xml:space="preserve"> - WZÓR</w:t>
      </w:r>
      <w:r w:rsidRPr="0035204E">
        <w:rPr>
          <w:rFonts w:eastAsia="Times New Roman" w:cs="Calibri"/>
          <w:b/>
          <w:szCs w:val="18"/>
        </w:rPr>
        <w:t xml:space="preserve"> </w:t>
      </w:r>
    </w:p>
    <w:p w14:paraId="47A131DA" w14:textId="77777777" w:rsidR="0035204E" w:rsidRPr="0035204E" w:rsidRDefault="0035204E" w:rsidP="0035204E">
      <w:pPr>
        <w:spacing w:after="0" w:line="276" w:lineRule="auto"/>
        <w:jc w:val="center"/>
        <w:rPr>
          <w:rFonts w:ascii="Trebuchet MS" w:eastAsia="Times New Roman" w:hAnsi="Trebuchet MS" w:cs="Times New Roman"/>
          <w:b/>
          <w:sz w:val="22"/>
        </w:rPr>
      </w:pPr>
    </w:p>
    <w:p w14:paraId="0E024992" w14:textId="77777777" w:rsidR="0035204E" w:rsidRPr="0035204E" w:rsidRDefault="0035204E" w:rsidP="003F3473">
      <w:pPr>
        <w:spacing w:before="120" w:after="120" w:line="276" w:lineRule="auto"/>
        <w:jc w:val="right"/>
        <w:rPr>
          <w:rFonts w:eastAsia="Times New Roman" w:cs="Arial"/>
          <w:b/>
          <w:szCs w:val="18"/>
        </w:rPr>
      </w:pPr>
      <w:r w:rsidRPr="0035204E">
        <w:rPr>
          <w:rFonts w:eastAsia="Times New Roman" w:cs="Arial"/>
          <w:b/>
          <w:szCs w:val="18"/>
        </w:rPr>
        <w:t>Zamawiający:</w:t>
      </w:r>
    </w:p>
    <w:p w14:paraId="18256FF5" w14:textId="77777777" w:rsidR="00945806" w:rsidRPr="003F3473" w:rsidRDefault="00945806" w:rsidP="003F3473">
      <w:pPr>
        <w:spacing w:before="120" w:after="120" w:line="276" w:lineRule="auto"/>
        <w:jc w:val="right"/>
        <w:rPr>
          <w:rFonts w:eastAsia="Times New Roman" w:cs="Arial"/>
          <w:b/>
          <w:bCs/>
          <w:szCs w:val="18"/>
        </w:rPr>
      </w:pPr>
      <w:r w:rsidRPr="003F3473">
        <w:rPr>
          <w:rFonts w:eastAsia="Times New Roman" w:cs="Arial"/>
          <w:b/>
          <w:bCs/>
          <w:szCs w:val="18"/>
        </w:rPr>
        <w:t xml:space="preserve">PGE Polska Grupa Energetyczna S.A. </w:t>
      </w:r>
    </w:p>
    <w:p w14:paraId="6F44CC03" w14:textId="77777777" w:rsidR="00945806" w:rsidRPr="003F3473" w:rsidRDefault="00945806" w:rsidP="003F3473">
      <w:pPr>
        <w:spacing w:before="120" w:after="120" w:line="276" w:lineRule="auto"/>
        <w:jc w:val="right"/>
        <w:rPr>
          <w:rFonts w:eastAsia="Times New Roman" w:cs="Arial"/>
          <w:b/>
          <w:bCs/>
          <w:szCs w:val="18"/>
        </w:rPr>
      </w:pPr>
      <w:r w:rsidRPr="003F3473">
        <w:rPr>
          <w:rFonts w:eastAsia="Times New Roman" w:cs="Arial"/>
          <w:b/>
          <w:bCs/>
          <w:szCs w:val="18"/>
        </w:rPr>
        <w:t>Aleja Kraśnicka 27</w:t>
      </w:r>
    </w:p>
    <w:p w14:paraId="65DD0192" w14:textId="77777777" w:rsidR="003F3473" w:rsidRDefault="00945806" w:rsidP="003F3473">
      <w:pPr>
        <w:spacing w:before="120" w:after="120" w:line="276" w:lineRule="auto"/>
        <w:jc w:val="right"/>
        <w:rPr>
          <w:rFonts w:eastAsia="Times New Roman" w:cs="Arial"/>
          <w:b/>
          <w:bCs/>
          <w:szCs w:val="18"/>
        </w:rPr>
      </w:pPr>
      <w:r w:rsidRPr="003F3473">
        <w:rPr>
          <w:rFonts w:eastAsia="Times New Roman" w:cs="Arial"/>
          <w:b/>
          <w:bCs/>
          <w:szCs w:val="18"/>
        </w:rPr>
        <w:t xml:space="preserve">20-718 Lublin </w:t>
      </w:r>
    </w:p>
    <w:p w14:paraId="4291A982" w14:textId="2BBF52EC" w:rsidR="0035204E" w:rsidRPr="0035204E" w:rsidRDefault="0035204E" w:rsidP="0035204E">
      <w:pPr>
        <w:spacing w:before="120" w:after="120" w:line="276" w:lineRule="auto"/>
        <w:jc w:val="both"/>
        <w:rPr>
          <w:rFonts w:eastAsia="Times New Roman" w:cs="Arial"/>
          <w:b/>
          <w:szCs w:val="18"/>
        </w:rPr>
      </w:pPr>
      <w:r w:rsidRPr="0035204E">
        <w:rPr>
          <w:rFonts w:eastAsia="Times New Roman" w:cs="Arial"/>
          <w:b/>
          <w:szCs w:val="18"/>
        </w:rPr>
        <w:t>Wykonawca:</w:t>
      </w:r>
    </w:p>
    <w:p w14:paraId="6920C022"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2877C560"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5DBB25E"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2856865C" w14:textId="77777777" w:rsidR="0035204E" w:rsidRPr="00FB297A" w:rsidRDefault="0035204E" w:rsidP="0035204E">
      <w:pPr>
        <w:spacing w:before="120" w:after="120" w:line="276" w:lineRule="auto"/>
        <w:ind w:right="5953"/>
        <w:jc w:val="both"/>
        <w:rPr>
          <w:rFonts w:eastAsia="Times New Roman" w:cs="Arial"/>
          <w:i/>
          <w:sz w:val="14"/>
          <w:szCs w:val="14"/>
        </w:rPr>
      </w:pPr>
      <w:r w:rsidRPr="00FB297A">
        <w:rPr>
          <w:rFonts w:eastAsia="Times New Roman" w:cs="Arial"/>
          <w:i/>
          <w:sz w:val="14"/>
          <w:szCs w:val="14"/>
        </w:rPr>
        <w:t>(pełna nazwa/firma, adres, w zależności od podmiotu: NIP/PESEL, KRS/</w:t>
      </w:r>
      <w:proofErr w:type="spellStart"/>
      <w:r w:rsidRPr="00FB297A">
        <w:rPr>
          <w:rFonts w:eastAsia="Times New Roman" w:cs="Arial"/>
          <w:i/>
          <w:sz w:val="14"/>
          <w:szCs w:val="14"/>
        </w:rPr>
        <w:t>CEiDG</w:t>
      </w:r>
      <w:proofErr w:type="spellEnd"/>
      <w:r w:rsidRPr="00FB297A">
        <w:rPr>
          <w:rFonts w:eastAsia="Times New Roman" w:cs="Arial"/>
          <w:i/>
          <w:sz w:val="14"/>
          <w:szCs w:val="14"/>
        </w:rPr>
        <w:t>)</w:t>
      </w:r>
    </w:p>
    <w:p w14:paraId="1A6D3278" w14:textId="77777777" w:rsidR="0035204E" w:rsidRPr="0035204E" w:rsidRDefault="0035204E" w:rsidP="0035204E">
      <w:pPr>
        <w:spacing w:before="120" w:after="120" w:line="276" w:lineRule="auto"/>
        <w:jc w:val="both"/>
        <w:rPr>
          <w:rFonts w:eastAsia="Times New Roman" w:cs="Arial"/>
          <w:szCs w:val="18"/>
          <w:u w:val="single"/>
        </w:rPr>
      </w:pPr>
    </w:p>
    <w:p w14:paraId="6A35DE2A" w14:textId="77777777" w:rsidR="0035204E" w:rsidRPr="0035204E" w:rsidRDefault="0035204E" w:rsidP="0035204E">
      <w:pPr>
        <w:spacing w:before="120" w:after="120" w:line="276" w:lineRule="auto"/>
        <w:jc w:val="both"/>
        <w:rPr>
          <w:rFonts w:eastAsia="Times New Roman" w:cs="Arial"/>
          <w:szCs w:val="18"/>
          <w:u w:val="single"/>
        </w:rPr>
      </w:pPr>
      <w:r w:rsidRPr="0035204E">
        <w:rPr>
          <w:rFonts w:eastAsia="Times New Roman" w:cs="Arial"/>
          <w:szCs w:val="18"/>
          <w:u w:val="single"/>
        </w:rPr>
        <w:t>reprezentowany przez:</w:t>
      </w:r>
    </w:p>
    <w:p w14:paraId="2F98D06B"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4806693"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CEBD6BE" w14:textId="3358A606" w:rsidR="0035204E" w:rsidRDefault="0035204E" w:rsidP="0035204E">
      <w:pPr>
        <w:spacing w:before="120" w:after="120" w:line="276" w:lineRule="auto"/>
        <w:ind w:right="5953"/>
        <w:jc w:val="both"/>
        <w:rPr>
          <w:rFonts w:eastAsia="Times New Roman" w:cs="Arial"/>
          <w:i/>
          <w:sz w:val="14"/>
          <w:szCs w:val="14"/>
        </w:rPr>
      </w:pPr>
      <w:r w:rsidRPr="00FB297A">
        <w:rPr>
          <w:rFonts w:eastAsia="Times New Roman" w:cs="Arial"/>
          <w:i/>
          <w:sz w:val="14"/>
          <w:szCs w:val="14"/>
        </w:rPr>
        <w:t>(imię, nazwisko, stanowisko/podstawa do reprezentacji)</w:t>
      </w:r>
    </w:p>
    <w:p w14:paraId="6AE5F5F7" w14:textId="77777777" w:rsidR="00FB297A" w:rsidRPr="00FB297A" w:rsidRDefault="00FB297A" w:rsidP="0035204E">
      <w:pPr>
        <w:spacing w:before="120" w:after="120" w:line="276" w:lineRule="auto"/>
        <w:ind w:right="5953"/>
        <w:jc w:val="both"/>
        <w:rPr>
          <w:rFonts w:eastAsia="Times New Roman" w:cs="Arial"/>
          <w:i/>
          <w:sz w:val="14"/>
          <w:szCs w:val="14"/>
        </w:rPr>
      </w:pPr>
    </w:p>
    <w:p w14:paraId="1E99F97D" w14:textId="77777777" w:rsidR="0035204E" w:rsidRPr="0035204E" w:rsidRDefault="0035204E" w:rsidP="0035204E">
      <w:pPr>
        <w:spacing w:before="120" w:after="120" w:line="276" w:lineRule="auto"/>
        <w:jc w:val="center"/>
        <w:rPr>
          <w:rFonts w:ascii="Trebuchet MS" w:eastAsia="Times New Roman" w:hAnsi="Trebuchet MS" w:cs="Arial"/>
          <w:b/>
          <w:color w:val="1A7466" w:themeColor="text2"/>
          <w:sz w:val="32"/>
          <w:szCs w:val="32"/>
          <w:u w:val="single"/>
        </w:rPr>
      </w:pPr>
      <w:r w:rsidRPr="0035204E">
        <w:rPr>
          <w:rFonts w:ascii="Trebuchet MS" w:eastAsia="Times New Roman" w:hAnsi="Trebuchet MS" w:cs="Arial"/>
          <w:b/>
          <w:color w:val="1A7466" w:themeColor="text2"/>
          <w:sz w:val="32"/>
          <w:szCs w:val="32"/>
          <w:u w:val="single"/>
        </w:rPr>
        <w:t xml:space="preserve">Oświadczenia wykonawcy/wykonawcy wspólnie ubiegającego się o udzielenie zamówienia </w:t>
      </w:r>
    </w:p>
    <w:p w14:paraId="1404E84F" w14:textId="77777777" w:rsidR="0035204E" w:rsidRPr="0035204E" w:rsidRDefault="0035204E" w:rsidP="0035204E">
      <w:pPr>
        <w:spacing w:before="120" w:after="120" w:line="276" w:lineRule="auto"/>
        <w:jc w:val="center"/>
        <w:rPr>
          <w:rFonts w:ascii="Trebuchet MS" w:eastAsia="Times New Roman" w:hAnsi="Trebuchet MS" w:cs="Arial"/>
          <w:b/>
          <w:caps/>
          <w:sz w:val="22"/>
          <w:u w:val="single"/>
        </w:rPr>
      </w:pPr>
      <w:r w:rsidRPr="0035204E">
        <w:rPr>
          <w:rFonts w:ascii="Trebuchet MS" w:eastAsia="Times New Roman" w:hAnsi="Trebuchet MS" w:cs="Arial"/>
          <w:b/>
          <w:color w:val="1A7466" w:themeColor="text2"/>
          <w:sz w:val="32"/>
          <w:szCs w:val="32"/>
          <w:u w:val="single"/>
        </w:rPr>
        <w:t xml:space="preserve">DOTYCZĄCE PRZESŁANEK WYKLUCZENIA Z ART. 5K ROZPORZĄDZENIA 833/2014 ORAZ ART. 7 UST. 1 USTAWY </w:t>
      </w:r>
      <w:r w:rsidRPr="0035204E">
        <w:rPr>
          <w:rFonts w:ascii="Trebuchet MS" w:eastAsia="Times New Roman" w:hAnsi="Trebuchet MS" w:cs="Arial"/>
          <w:b/>
          <w:caps/>
          <w:color w:val="1A7466" w:themeColor="text2"/>
          <w:sz w:val="32"/>
          <w:szCs w:val="32"/>
          <w:u w:val="single"/>
        </w:rPr>
        <w:t>o szczególnych rozwiązaniach w zakresie przeciwdziałania wspieraniu agresji na Ukrainę oraz służących ochronie bezpieczeństwa narodowego</w:t>
      </w:r>
    </w:p>
    <w:p w14:paraId="1B50E582" w14:textId="77777777" w:rsidR="0035204E" w:rsidRPr="0035204E" w:rsidRDefault="0035204E" w:rsidP="0035204E">
      <w:pPr>
        <w:spacing w:before="120" w:after="120" w:line="276" w:lineRule="auto"/>
        <w:jc w:val="center"/>
        <w:rPr>
          <w:rFonts w:ascii="Trebuchet MS" w:eastAsia="Times New Roman" w:hAnsi="Trebuchet MS" w:cs="Arial"/>
          <w:b/>
          <w:caps/>
          <w:sz w:val="22"/>
          <w:u w:val="single"/>
        </w:rPr>
      </w:pPr>
    </w:p>
    <w:p w14:paraId="098178A8" w14:textId="250DA65D" w:rsidR="0035204E" w:rsidRPr="0035204E" w:rsidRDefault="0035204E" w:rsidP="00063C0D">
      <w:pPr>
        <w:tabs>
          <w:tab w:val="center" w:pos="4536"/>
          <w:tab w:val="right" w:pos="9072"/>
        </w:tabs>
        <w:spacing w:before="40" w:after="240"/>
        <w:jc w:val="both"/>
        <w:rPr>
          <w:rFonts w:eastAsia="Times New Roman" w:cs="Arial"/>
          <w:szCs w:val="18"/>
        </w:rPr>
      </w:pPr>
      <w:r w:rsidRPr="0035204E">
        <w:rPr>
          <w:rFonts w:eastAsia="Times New Roman" w:cs="Arial"/>
          <w:szCs w:val="18"/>
        </w:rPr>
        <w:t xml:space="preserve">Na </w:t>
      </w:r>
      <w:r w:rsidRPr="0008511F">
        <w:rPr>
          <w:rFonts w:eastAsia="Times New Roman" w:cs="Arial"/>
          <w:szCs w:val="18"/>
        </w:rPr>
        <w:t xml:space="preserve">potrzeby postępowania o udzielenie zamówienia niepublicznego pn. </w:t>
      </w:r>
      <w:r w:rsidR="003B161A" w:rsidRPr="003B161A">
        <w:rPr>
          <w:rFonts w:eastAsia="Times New Roman" w:cs="Arial"/>
          <w:b/>
          <w:i/>
          <w:szCs w:val="18"/>
        </w:rPr>
        <w:t>Modernizacja w kompleksie pomieszczeń 609 w budynku PGE Polska Grupa Energetyczna S.A.</w:t>
      </w:r>
      <w:r w:rsidRPr="0008511F">
        <w:rPr>
          <w:rFonts w:eastAsia="Times New Roman" w:cs="Arial"/>
          <w:szCs w:val="18"/>
        </w:rPr>
        <w:t>,</w:t>
      </w:r>
      <w:r w:rsidR="0008511F">
        <w:rPr>
          <w:rFonts w:eastAsia="Times New Roman" w:cs="Arial"/>
          <w:szCs w:val="18"/>
        </w:rPr>
        <w:t xml:space="preserve"> nr Postępowania</w:t>
      </w:r>
      <w:r w:rsidRPr="0008511F">
        <w:rPr>
          <w:rFonts w:eastAsia="Times New Roman" w:cs="Arial"/>
          <w:szCs w:val="18"/>
        </w:rPr>
        <w:t xml:space="preserve">.: </w:t>
      </w:r>
      <w:r w:rsidR="0084041D" w:rsidRPr="0084041D">
        <w:rPr>
          <w:rFonts w:eastAsia="Times New Roman" w:cs="Arial"/>
          <w:b/>
          <w:szCs w:val="18"/>
        </w:rPr>
        <w:t>POST/PGE/PGE/DZ/00296/2025</w:t>
      </w:r>
      <w:r w:rsidRPr="0008511F">
        <w:rPr>
          <w:rFonts w:eastAsia="Times New Roman" w:cs="Arial"/>
          <w:szCs w:val="18"/>
        </w:rPr>
        <w:t xml:space="preserve">, prowadzonego przez </w:t>
      </w:r>
      <w:r w:rsidR="0084041D">
        <w:rPr>
          <w:rFonts w:eastAsia="Times New Roman" w:cs="Arial"/>
          <w:szCs w:val="18"/>
        </w:rPr>
        <w:t>PGE Polska Grupa Energetyczna S.A.</w:t>
      </w:r>
      <w:r w:rsidR="0084041D" w:rsidRPr="0008511F">
        <w:rPr>
          <w:rFonts w:eastAsia="Times New Roman" w:cs="Arial"/>
          <w:i/>
          <w:szCs w:val="18"/>
        </w:rPr>
        <w:t xml:space="preserve">, </w:t>
      </w:r>
      <w:r w:rsidRPr="0008511F">
        <w:rPr>
          <w:rFonts w:eastAsia="Times New Roman" w:cs="Arial"/>
          <w:szCs w:val="18"/>
        </w:rPr>
        <w:t>oświadczam, co następuje:</w:t>
      </w:r>
    </w:p>
    <w:p w14:paraId="46FE82FF"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OŚWIADCZENIA DOTYCZĄCE WYKONAWCY:</w:t>
      </w:r>
    </w:p>
    <w:p w14:paraId="2CF452CB" w14:textId="21B5F1AF" w:rsidR="0035204E" w:rsidRPr="0035204E" w:rsidRDefault="0035204E" w:rsidP="00031904">
      <w:pPr>
        <w:numPr>
          <w:ilvl w:val="0"/>
          <w:numId w:val="8"/>
        </w:numPr>
        <w:suppressAutoHyphens/>
        <w:spacing w:before="40" w:after="240"/>
        <w:jc w:val="both"/>
        <w:rPr>
          <w:rFonts w:ascii="Trebuchet MS" w:eastAsia="Times New Roman" w:hAnsi="Trebuchet MS" w:cs="Arial"/>
          <w:b/>
          <w:bCs/>
          <w:sz w:val="22"/>
        </w:rPr>
      </w:pPr>
      <w:r w:rsidRPr="0035204E">
        <w:rPr>
          <w:rFonts w:eastAsia="Times New Roman" w:cs="Arial"/>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w:t>
      </w:r>
      <w:r w:rsidRPr="0035204E">
        <w:rPr>
          <w:rFonts w:ascii="Trebuchet MS" w:eastAsia="Times New Roman" w:hAnsi="Trebuchet MS" w:cs="Arial"/>
          <w:sz w:val="22"/>
        </w:rPr>
        <w:t xml:space="preserve"> </w:t>
      </w:r>
      <w:r w:rsidRPr="002B08E3">
        <w:rPr>
          <w:rFonts w:eastAsia="Times New Roman" w:cs="Arial"/>
          <w:szCs w:val="18"/>
        </w:rPr>
        <w:lastRenderedPageBreak/>
        <w:t>destabilizującymi sytuację na Ukrainie (Dz. Urz. UE nr L 111 z 8.4.2022, str. 1), dalej: rozporządzenie 2022/576</w:t>
      </w:r>
      <w:r w:rsidR="00EB66FF" w:rsidRPr="00ED3797">
        <w:rPr>
          <w:rFonts w:eastAsia="Times New Roman" w:cs="Arial"/>
          <w:szCs w:val="18"/>
        </w:rPr>
        <w:t>, zaktualizowanym rozporządzeniem Rady (UE) 2025/2033 (Dz.U. L, 2025/2033 z 23.10.2025) dalej: rozporządzenie 2025/2033.</w:t>
      </w:r>
      <w:r w:rsidR="00EB66FF" w:rsidRPr="00ED3797">
        <w:rPr>
          <w:rFonts w:eastAsia="Times New Roman" w:cs="Arial"/>
          <w:szCs w:val="18"/>
          <w:vertAlign w:val="superscript"/>
        </w:rPr>
        <w:footnoteReference w:id="3"/>
      </w:r>
      <w:r w:rsidRPr="0035204E">
        <w:rPr>
          <w:rFonts w:ascii="Trebuchet MS" w:eastAsia="Times New Roman" w:hAnsi="Trebuchet MS" w:cs="Arial"/>
          <w:sz w:val="22"/>
        </w:rPr>
        <w:t>.</w:t>
      </w:r>
    </w:p>
    <w:p w14:paraId="34190DA3" w14:textId="3372EC55" w:rsidR="0035204E" w:rsidRPr="0035204E" w:rsidRDefault="0035204E" w:rsidP="00031904">
      <w:pPr>
        <w:numPr>
          <w:ilvl w:val="0"/>
          <w:numId w:val="8"/>
        </w:numPr>
        <w:suppressAutoHyphens/>
        <w:spacing w:before="40" w:after="240"/>
        <w:jc w:val="both"/>
        <w:rPr>
          <w:rFonts w:eastAsia="Times New Roman" w:cs="Arial"/>
          <w:b/>
          <w:bCs/>
          <w:szCs w:val="18"/>
          <w:lang w:eastAsia="pl-PL"/>
        </w:rPr>
      </w:pPr>
      <w:r w:rsidRPr="0035204E">
        <w:rPr>
          <w:rFonts w:eastAsia="Times New Roman" w:cs="Arial"/>
          <w:szCs w:val="18"/>
          <w:lang w:eastAsia="pl-PL"/>
        </w:rPr>
        <w:t xml:space="preserve">Oświadczam, że nie zachodzą w stosunku do mnie przesłanki wykluczenia z postępowania na podstawie art. </w:t>
      </w:r>
      <w:r w:rsidRPr="0035204E">
        <w:rPr>
          <w:rFonts w:eastAsia="Times New Roman" w:cs="Arial"/>
          <w:color w:val="222222"/>
          <w:szCs w:val="18"/>
          <w:lang w:eastAsia="pl-PL"/>
        </w:rPr>
        <w:t>7 ust. 1 ustawy z dnia 13 kwietnia 2022 r.</w:t>
      </w:r>
      <w:r w:rsidRPr="0035204E">
        <w:rPr>
          <w:rFonts w:eastAsia="Times New Roman" w:cs="Arial"/>
          <w:i/>
          <w:iCs/>
          <w:color w:val="222222"/>
          <w:szCs w:val="18"/>
          <w:lang w:eastAsia="pl-PL"/>
        </w:rPr>
        <w:t xml:space="preserve"> o szczególnych rozwiązaniach w zakresie przeciwdziałania wspieraniu agresji na Ukrainę oraz służących ochronie bezpieczeństwa narodowego </w:t>
      </w:r>
      <w:r w:rsidRPr="0035204E">
        <w:rPr>
          <w:rFonts w:eastAsia="Times New Roman" w:cs="Arial"/>
          <w:color w:val="222222"/>
          <w:szCs w:val="18"/>
          <w:lang w:eastAsia="pl-PL"/>
        </w:rPr>
        <w:t>(</w:t>
      </w:r>
      <w:proofErr w:type="spellStart"/>
      <w:r w:rsidR="00EB66FF" w:rsidRPr="00ED3797">
        <w:rPr>
          <w:rFonts w:eastAsia="Times New Roman" w:cs="Arial"/>
          <w:color w:val="222222"/>
          <w:szCs w:val="18"/>
          <w:lang w:eastAsia="pl-PL"/>
        </w:rPr>
        <w:t>t.j</w:t>
      </w:r>
      <w:proofErr w:type="spellEnd"/>
      <w:r w:rsidR="00EB66FF" w:rsidRPr="00ED3797">
        <w:rPr>
          <w:rFonts w:eastAsia="Times New Roman" w:cs="Arial"/>
          <w:color w:val="222222"/>
          <w:szCs w:val="18"/>
          <w:lang w:eastAsia="pl-PL"/>
        </w:rPr>
        <w:t>. Dz.U. z 2025 r. poz. 514</w:t>
      </w:r>
      <w:r w:rsidRPr="0035204E">
        <w:rPr>
          <w:rFonts w:eastAsia="Times New Roman" w:cs="Arial"/>
          <w:color w:val="222222"/>
          <w:szCs w:val="18"/>
          <w:lang w:eastAsia="pl-PL"/>
        </w:rPr>
        <w:t>)</w:t>
      </w:r>
      <w:r w:rsidRPr="0035204E">
        <w:rPr>
          <w:rFonts w:eastAsia="Times New Roman" w:cs="Arial"/>
          <w:i/>
          <w:iCs/>
          <w:color w:val="222222"/>
          <w:szCs w:val="18"/>
          <w:lang w:eastAsia="pl-PL"/>
        </w:rPr>
        <w:t>.</w:t>
      </w:r>
      <w:r w:rsidRPr="0035204E">
        <w:rPr>
          <w:rFonts w:eastAsia="Times New Roman" w:cs="Arial"/>
          <w:color w:val="222222"/>
          <w:szCs w:val="18"/>
          <w:vertAlign w:val="superscript"/>
          <w:lang w:eastAsia="pl-PL"/>
        </w:rPr>
        <w:footnoteReference w:id="4"/>
      </w:r>
    </w:p>
    <w:p w14:paraId="402D0287"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PODWYKONAWCY, NA KTÓREGO PRZYPADA PONAD 10% WARTOŚCI ZAMÓWIENIA:</w:t>
      </w:r>
    </w:p>
    <w:p w14:paraId="19C6C67E" w14:textId="77777777" w:rsidR="0035204E" w:rsidRPr="0035204E" w:rsidRDefault="0035204E" w:rsidP="00063C0D">
      <w:pPr>
        <w:spacing w:before="40" w:after="240"/>
        <w:jc w:val="both"/>
        <w:rPr>
          <w:rFonts w:eastAsia="Times New Roman" w:cs="Arial"/>
          <w:szCs w:val="18"/>
        </w:rPr>
      </w:pPr>
      <w:r w:rsidRPr="0035204E">
        <w:rPr>
          <w:rFonts w:eastAsia="Times New Roman" w:cs="Arial"/>
          <w:color w:val="0070C0"/>
          <w:szCs w:val="18"/>
        </w:rPr>
        <w:t>[UWAGA</w:t>
      </w:r>
      <w:r w:rsidRPr="0035204E">
        <w:rPr>
          <w:rFonts w:eastAsia="Times New Roman" w:cs="Arial"/>
          <w:i/>
          <w:color w:val="0070C0"/>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5204E">
        <w:rPr>
          <w:rFonts w:eastAsia="Times New Roman" w:cs="Arial"/>
          <w:color w:val="0070C0"/>
          <w:szCs w:val="18"/>
        </w:rPr>
        <w:t>]</w:t>
      </w:r>
    </w:p>
    <w:p w14:paraId="79B99441" w14:textId="520138C2" w:rsidR="0035204E" w:rsidRPr="0035204E" w:rsidRDefault="0035204E" w:rsidP="00063C0D">
      <w:pPr>
        <w:spacing w:before="40" w:after="240"/>
        <w:jc w:val="both"/>
        <w:rPr>
          <w:rFonts w:eastAsia="Times New Roman" w:cs="Arial"/>
          <w:szCs w:val="18"/>
        </w:rPr>
      </w:pPr>
      <w:r w:rsidRPr="0035204E">
        <w:rPr>
          <w:rFonts w:eastAsia="Times New Roman" w:cs="Arial"/>
          <w:szCs w:val="18"/>
        </w:rPr>
        <w:t xml:space="preserve">Oświadczam, że w stosunku do następującego podmiotu, będącego podwykonawcą, na którego przypada ponad 10% wartości </w:t>
      </w:r>
      <w:r w:rsidRPr="0008511F">
        <w:rPr>
          <w:rFonts w:eastAsia="Times New Roman" w:cs="Arial"/>
          <w:szCs w:val="18"/>
        </w:rPr>
        <w:t>zamówienia: …………………………………………………………………………………………</w:t>
      </w:r>
      <w:proofErr w:type="gramStart"/>
      <w:r w:rsidRPr="0008511F">
        <w:rPr>
          <w:rFonts w:eastAsia="Times New Roman" w:cs="Arial"/>
          <w:szCs w:val="18"/>
        </w:rPr>
        <w:t>…….</w:t>
      </w:r>
      <w:proofErr w:type="gramEnd"/>
      <w:r w:rsidRPr="0008511F">
        <w:rPr>
          <w:rFonts w:eastAsia="Times New Roman" w:cs="Arial"/>
          <w:szCs w:val="18"/>
        </w:rPr>
        <w:t xml:space="preserve">… </w:t>
      </w:r>
      <w:r w:rsidRPr="0008511F">
        <w:rPr>
          <w:rFonts w:eastAsia="Times New Roman" w:cs="Arial"/>
          <w:i/>
          <w:szCs w:val="18"/>
        </w:rPr>
        <w:t>(podać pełną</w:t>
      </w:r>
      <w:r w:rsidRPr="0035204E">
        <w:rPr>
          <w:rFonts w:eastAsia="Times New Roman" w:cs="Arial"/>
          <w:i/>
          <w:szCs w:val="18"/>
        </w:rPr>
        <w:t xml:space="preserve"> nazwę/ firmę, adres, a także w zależności od podmiotu: NIP/ PESEL, KRS/ </w:t>
      </w:r>
      <w:proofErr w:type="spellStart"/>
      <w:r w:rsidRPr="0035204E">
        <w:rPr>
          <w:rFonts w:eastAsia="Times New Roman" w:cs="Arial"/>
          <w:i/>
          <w:szCs w:val="18"/>
        </w:rPr>
        <w:t>CEiDG</w:t>
      </w:r>
      <w:proofErr w:type="spellEnd"/>
      <w:r w:rsidRPr="0035204E">
        <w:rPr>
          <w:rFonts w:eastAsia="Times New Roman" w:cs="Arial"/>
          <w:i/>
          <w:szCs w:val="18"/>
        </w:rPr>
        <w:t>)</w:t>
      </w:r>
      <w:r w:rsidRPr="0035204E">
        <w:rPr>
          <w:rFonts w:eastAsia="Times New Roman" w:cs="Arial"/>
          <w:szCs w:val="18"/>
        </w:rPr>
        <w:t>, nie zachodzą podstawy wykluczenia z postępowania o udzielenie zamówienia przewidziane w art. 5k rozporządzenia 833/2014 w brzmieniu nadanym rozporządzeniem 2022/576</w:t>
      </w:r>
      <w:r w:rsidR="00EB66FF">
        <w:rPr>
          <w:rFonts w:eastAsia="Times New Roman" w:cs="Arial"/>
          <w:szCs w:val="18"/>
        </w:rPr>
        <w:t xml:space="preserve"> </w:t>
      </w:r>
      <w:r w:rsidR="00EB66FF" w:rsidRPr="00ED3797">
        <w:rPr>
          <w:rFonts w:eastAsia="Times New Roman" w:cs="Arial"/>
          <w:szCs w:val="18"/>
        </w:rPr>
        <w:t>zaktualizowanym rozporządzeniem Rady (UE) 2025/2033</w:t>
      </w:r>
      <w:r w:rsidRPr="0035204E">
        <w:rPr>
          <w:rFonts w:eastAsia="Times New Roman" w:cs="Arial"/>
          <w:szCs w:val="18"/>
        </w:rPr>
        <w:t>.</w:t>
      </w:r>
    </w:p>
    <w:p w14:paraId="5F798290"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DOSTAWCY, NA KTÓREGO PRZYPADA PONAD 10% WARTOŚCI ZAMÓWIENIA:</w:t>
      </w:r>
    </w:p>
    <w:p w14:paraId="5392BF61" w14:textId="77777777" w:rsidR="0035204E" w:rsidRPr="0035204E" w:rsidRDefault="0035204E" w:rsidP="00063C0D">
      <w:pPr>
        <w:spacing w:before="40" w:after="240"/>
        <w:jc w:val="both"/>
        <w:rPr>
          <w:rFonts w:eastAsia="Times New Roman" w:cs="Arial"/>
          <w:szCs w:val="18"/>
        </w:rPr>
      </w:pPr>
      <w:r w:rsidRPr="0035204E">
        <w:rPr>
          <w:rFonts w:eastAsia="Times New Roman" w:cs="Arial"/>
          <w:color w:val="0070C0"/>
          <w:szCs w:val="18"/>
        </w:rPr>
        <w:t>[UWAGA</w:t>
      </w:r>
      <w:r w:rsidRPr="0035204E">
        <w:rPr>
          <w:rFonts w:eastAsia="Times New Roman" w:cs="Arial"/>
          <w:i/>
          <w:color w:val="0070C0"/>
          <w:szCs w:val="18"/>
        </w:rPr>
        <w:t>: wypełnić tylko w przypadku dostawcy, na którego przypada ponad 10% wartości zamówienia. W przypadku więcej niż jednego dostawcy, na którego przypada ponad 10% wartości zamówienia, należy zastosować tyle razy, ile jest to konieczne.</w:t>
      </w:r>
      <w:r w:rsidRPr="0035204E">
        <w:rPr>
          <w:rFonts w:eastAsia="Times New Roman" w:cs="Arial"/>
          <w:color w:val="0070C0"/>
          <w:szCs w:val="18"/>
        </w:rPr>
        <w:t>]</w:t>
      </w:r>
    </w:p>
    <w:p w14:paraId="3FC4C9C0" w14:textId="678C171E" w:rsidR="0035204E" w:rsidRDefault="0035204E" w:rsidP="00063C0D">
      <w:pPr>
        <w:spacing w:before="40" w:after="240"/>
        <w:jc w:val="both"/>
        <w:rPr>
          <w:rFonts w:eastAsia="Times New Roman" w:cs="Arial"/>
          <w:szCs w:val="18"/>
        </w:rPr>
      </w:pPr>
      <w:r w:rsidRPr="0035204E">
        <w:rPr>
          <w:rFonts w:eastAsia="Times New Roman" w:cs="Arial"/>
          <w:szCs w:val="18"/>
        </w:rPr>
        <w:t xml:space="preserve">Oświadczam, że w stosunku do następującego podmiotu, będącego dostawcą, na którego przypada ponad 10% wartości </w:t>
      </w:r>
      <w:r w:rsidRPr="0008511F">
        <w:rPr>
          <w:rFonts w:eastAsia="Times New Roman" w:cs="Arial"/>
          <w:szCs w:val="18"/>
        </w:rPr>
        <w:t>zamówienia: …………………………………………………………………………………………</w:t>
      </w:r>
      <w:proofErr w:type="gramStart"/>
      <w:r w:rsidRPr="0008511F">
        <w:rPr>
          <w:rFonts w:eastAsia="Times New Roman" w:cs="Arial"/>
          <w:szCs w:val="18"/>
        </w:rPr>
        <w:t>…….</w:t>
      </w:r>
      <w:proofErr w:type="gramEnd"/>
      <w:r w:rsidRPr="0008511F">
        <w:rPr>
          <w:rFonts w:eastAsia="Times New Roman" w:cs="Arial"/>
          <w:szCs w:val="18"/>
        </w:rPr>
        <w:t xml:space="preserve">………..….…… </w:t>
      </w:r>
      <w:r w:rsidRPr="0008511F">
        <w:rPr>
          <w:rFonts w:eastAsia="Times New Roman" w:cs="Arial"/>
          <w:i/>
          <w:szCs w:val="18"/>
        </w:rPr>
        <w:t>(podać</w:t>
      </w:r>
      <w:r w:rsidRPr="0035204E">
        <w:rPr>
          <w:rFonts w:eastAsia="Times New Roman" w:cs="Arial"/>
          <w:i/>
          <w:szCs w:val="18"/>
        </w:rPr>
        <w:t xml:space="preserve"> pełną nazwę/firmę, </w:t>
      </w:r>
      <w:r w:rsidRPr="0035204E">
        <w:rPr>
          <w:rFonts w:eastAsia="Times New Roman" w:cs="Arial"/>
          <w:i/>
          <w:szCs w:val="18"/>
        </w:rPr>
        <w:lastRenderedPageBreak/>
        <w:t>adres, a także w zależności od podmiotu: NIP/PESEL, KRS/</w:t>
      </w:r>
      <w:proofErr w:type="spellStart"/>
      <w:r w:rsidRPr="0035204E">
        <w:rPr>
          <w:rFonts w:eastAsia="Times New Roman" w:cs="Arial"/>
          <w:i/>
          <w:szCs w:val="18"/>
        </w:rPr>
        <w:t>CEiDG</w:t>
      </w:r>
      <w:proofErr w:type="spellEnd"/>
      <w:r w:rsidRPr="0035204E">
        <w:rPr>
          <w:rFonts w:eastAsia="Times New Roman" w:cs="Arial"/>
          <w:i/>
          <w:szCs w:val="18"/>
        </w:rPr>
        <w:t>)</w:t>
      </w:r>
      <w:r w:rsidRPr="0035204E">
        <w:rPr>
          <w:rFonts w:eastAsia="Times New Roman" w:cs="Arial"/>
          <w:szCs w:val="18"/>
        </w:rPr>
        <w:t>, nie zachodzą podstawy wykluczenia z postępowania o udzielenie zamówienia przewidziane w art. 5k rozporządzenia 833/2014 w brzmieniu nadanym rozporządzeniem 2022/576</w:t>
      </w:r>
      <w:r w:rsidR="00EB66FF">
        <w:rPr>
          <w:rFonts w:eastAsia="Times New Roman" w:cs="Arial"/>
          <w:szCs w:val="18"/>
        </w:rPr>
        <w:t xml:space="preserve"> </w:t>
      </w:r>
      <w:r w:rsidR="00EB66FF" w:rsidRPr="00ED3797">
        <w:rPr>
          <w:rFonts w:eastAsia="Times New Roman" w:cs="Arial"/>
          <w:szCs w:val="18"/>
        </w:rPr>
        <w:t>zaktualizowanym rozporządzeniem Rady (UE) 2025/2033</w:t>
      </w:r>
      <w:r w:rsidRPr="0035204E">
        <w:rPr>
          <w:rFonts w:eastAsia="Times New Roman" w:cs="Arial"/>
          <w:szCs w:val="18"/>
        </w:rPr>
        <w:t>.</w:t>
      </w:r>
    </w:p>
    <w:p w14:paraId="7B7C9899"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PODANYCH INFORMACJI:</w:t>
      </w:r>
    </w:p>
    <w:p w14:paraId="75F71B37" w14:textId="77777777" w:rsidR="0035204E" w:rsidRPr="0035204E" w:rsidRDefault="0035204E" w:rsidP="00063C0D">
      <w:pPr>
        <w:spacing w:before="40" w:after="240"/>
        <w:jc w:val="both"/>
        <w:rPr>
          <w:rFonts w:eastAsia="Times New Roman" w:cs="Arial"/>
          <w:szCs w:val="18"/>
        </w:rPr>
      </w:pPr>
      <w:r w:rsidRPr="0035204E">
        <w:rPr>
          <w:rFonts w:eastAsia="Times New Roman" w:cs="Arial"/>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4CFB09EC"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INFORMACJA DOTYCZĄCA DOSTĘPU DO DOKUMENTÓW REJESTROWYCH/</w:t>
      </w:r>
      <w:r w:rsidRPr="0035204E">
        <w:rPr>
          <w:rFonts w:asciiTheme="majorHAnsi" w:eastAsia="Times New Roman" w:hAnsiTheme="majorHAnsi" w:cs="Times New Roman"/>
          <w:b/>
          <w:sz w:val="22"/>
          <w:lang w:eastAsia="zh-CN"/>
        </w:rPr>
        <w:t>DOKUMENTÓW</w:t>
      </w:r>
      <w:r w:rsidRPr="0035204E">
        <w:rPr>
          <w:rFonts w:asciiTheme="majorHAnsi" w:eastAsia="Times New Roman" w:hAnsiTheme="majorHAnsi" w:cs="Times New Roman"/>
          <w:sz w:val="22"/>
          <w:lang w:eastAsia="zh-CN"/>
        </w:rPr>
        <w:t xml:space="preserve"> </w:t>
      </w:r>
      <w:r w:rsidRPr="0035204E">
        <w:rPr>
          <w:rFonts w:asciiTheme="majorHAnsi" w:eastAsia="Times New Roman" w:hAnsiTheme="majorHAnsi" w:cs="Arial"/>
          <w:b/>
          <w:sz w:val="22"/>
        </w:rPr>
        <w:t>OKREŚLAJĄCYCH BENEFICJENTÓW RZECZYWISTYCH WYKONAWCY:</w:t>
      </w:r>
    </w:p>
    <w:p w14:paraId="55B88796" w14:textId="77777777" w:rsidR="0035204E" w:rsidRPr="0035204E" w:rsidRDefault="0035204E" w:rsidP="00063C0D">
      <w:pPr>
        <w:spacing w:before="40" w:after="240"/>
        <w:jc w:val="both"/>
        <w:rPr>
          <w:rFonts w:eastAsia="Times New Roman" w:cs="Arial"/>
          <w:szCs w:val="18"/>
        </w:rPr>
      </w:pPr>
      <w:r w:rsidRPr="0035204E">
        <w:rPr>
          <w:rFonts w:eastAsia="Times New Roman" w:cs="Arial"/>
          <w:szCs w:val="18"/>
        </w:rPr>
        <w:t>Wskazuję następujące dokumenty rejestrowe/dokumenty określające beneficjentów rzeczywistych, które można uzyskać za pomocą bezpłatnych i ogólnodostępnych baz danych, oraz</w:t>
      </w:r>
      <w:r w:rsidRPr="0035204E">
        <w:rPr>
          <w:rFonts w:eastAsia="Times New Roman" w:cs="Times New Roman"/>
          <w:szCs w:val="18"/>
        </w:rPr>
        <w:t xml:space="preserve"> </w:t>
      </w:r>
      <w:r w:rsidRPr="0035204E">
        <w:rPr>
          <w:rFonts w:eastAsia="Times New Roman" w:cs="Arial"/>
          <w:szCs w:val="18"/>
        </w:rPr>
        <w:t>dane umożliwiające dostęp do tych dokumentów:</w:t>
      </w:r>
    </w:p>
    <w:p w14:paraId="23367211" w14:textId="6FE255FA" w:rsidR="0035204E" w:rsidRPr="00A633AE" w:rsidRDefault="0035204E" w:rsidP="00031904">
      <w:pPr>
        <w:pStyle w:val="Akapitzlist"/>
        <w:numPr>
          <w:ilvl w:val="0"/>
          <w:numId w:val="9"/>
        </w:numPr>
        <w:spacing w:before="40" w:after="240"/>
        <w:contextualSpacing w:val="0"/>
        <w:jc w:val="both"/>
        <w:rPr>
          <w:rFonts w:eastAsia="Times New Roman" w:cs="Arial"/>
          <w:szCs w:val="18"/>
        </w:rPr>
      </w:pPr>
      <w:r w:rsidRPr="00A633AE">
        <w:rPr>
          <w:rFonts w:eastAsia="Times New Roman" w:cs="Arial"/>
          <w:szCs w:val="18"/>
        </w:rPr>
        <w:t>............................................................................................................</w:t>
      </w:r>
      <w:r w:rsidR="00B505D5">
        <w:rPr>
          <w:rFonts w:eastAsia="Times New Roman" w:cs="Arial"/>
          <w:szCs w:val="18"/>
        </w:rPr>
        <w:t>................................</w:t>
      </w:r>
    </w:p>
    <w:p w14:paraId="7AC2B137" w14:textId="77777777" w:rsidR="0035204E" w:rsidRPr="0035204E" w:rsidRDefault="0035204E" w:rsidP="00063C0D">
      <w:pPr>
        <w:spacing w:before="40" w:after="240"/>
        <w:jc w:val="both"/>
        <w:rPr>
          <w:rFonts w:eastAsia="Times New Roman" w:cs="Arial"/>
          <w:szCs w:val="18"/>
        </w:rPr>
      </w:pPr>
      <w:r w:rsidRPr="0035204E">
        <w:rPr>
          <w:rFonts w:eastAsia="Times New Roman" w:cs="Arial"/>
          <w:i/>
          <w:szCs w:val="18"/>
        </w:rPr>
        <w:t>(wskazać dokumenty rejestrowe, adres internetowy, wydający urząd lub organ, dokładne dane referencyjne dokumentacji)</w:t>
      </w:r>
    </w:p>
    <w:p w14:paraId="1A159048" w14:textId="159DDD37" w:rsidR="0035204E" w:rsidRPr="00A633AE" w:rsidRDefault="0035204E" w:rsidP="00031904">
      <w:pPr>
        <w:pStyle w:val="Akapitzlist"/>
        <w:numPr>
          <w:ilvl w:val="0"/>
          <w:numId w:val="9"/>
        </w:numPr>
        <w:spacing w:before="40" w:after="240"/>
        <w:contextualSpacing w:val="0"/>
        <w:jc w:val="both"/>
        <w:rPr>
          <w:rFonts w:eastAsia="Times New Roman" w:cs="Arial"/>
          <w:szCs w:val="18"/>
        </w:rPr>
      </w:pPr>
      <w:r w:rsidRPr="00A633AE">
        <w:rPr>
          <w:rFonts w:eastAsia="Times New Roman" w:cs="Arial"/>
          <w:szCs w:val="18"/>
        </w:rPr>
        <w:t>.............................................................................................................</w:t>
      </w:r>
      <w:r w:rsidR="00B505D5">
        <w:rPr>
          <w:rFonts w:eastAsia="Times New Roman" w:cs="Arial"/>
          <w:szCs w:val="18"/>
        </w:rPr>
        <w:t>...............................</w:t>
      </w:r>
    </w:p>
    <w:p w14:paraId="484CD307" w14:textId="77777777" w:rsidR="0035204E" w:rsidRPr="0035204E" w:rsidRDefault="0035204E" w:rsidP="00063C0D">
      <w:pPr>
        <w:spacing w:before="40" w:after="240"/>
        <w:jc w:val="both"/>
        <w:rPr>
          <w:rFonts w:eastAsia="Times New Roman" w:cs="Arial"/>
          <w:i/>
          <w:szCs w:val="18"/>
        </w:rPr>
      </w:pPr>
      <w:r w:rsidRPr="0035204E">
        <w:rPr>
          <w:rFonts w:eastAsia="Times New Roman" w:cs="Arial"/>
          <w:i/>
          <w:szCs w:val="18"/>
        </w:rPr>
        <w:t>(wskazać dokumenty określające beneficjentów rzeczywistych, adres internetowy, wydający urząd lub organ, dokładne dane referencyjne dokumentacji)</w:t>
      </w:r>
    </w:p>
    <w:p w14:paraId="46488836" w14:textId="77777777" w:rsidR="0035204E" w:rsidRPr="0035204E" w:rsidRDefault="0035204E" w:rsidP="0035204E">
      <w:pPr>
        <w:spacing w:before="120" w:after="120" w:line="276" w:lineRule="auto"/>
        <w:jc w:val="both"/>
        <w:rPr>
          <w:rFonts w:eastAsia="Times New Roman" w:cs="Arial"/>
          <w:i/>
          <w:szCs w:val="18"/>
        </w:rPr>
      </w:pPr>
    </w:p>
    <w:p w14:paraId="679E6332" w14:textId="77777777" w:rsidR="0035204E" w:rsidRPr="0035204E" w:rsidRDefault="0035204E" w:rsidP="0035204E">
      <w:pPr>
        <w:spacing w:before="120" w:after="120" w:line="276" w:lineRule="auto"/>
        <w:jc w:val="both"/>
        <w:rPr>
          <w:rFonts w:eastAsia="Times New Roman" w:cs="Arial"/>
          <w:i/>
          <w:szCs w:val="18"/>
        </w:rPr>
      </w:pPr>
    </w:p>
    <w:p w14:paraId="42505E5D" w14:textId="77777777" w:rsidR="0035204E" w:rsidRPr="00735FA3" w:rsidRDefault="0035204E" w:rsidP="0035204E">
      <w:pPr>
        <w:spacing w:before="120" w:after="120" w:line="276" w:lineRule="auto"/>
        <w:jc w:val="both"/>
        <w:rPr>
          <w:rFonts w:eastAsia="Times New Roman" w:cs="Arial"/>
          <w:i/>
          <w:szCs w:val="18"/>
        </w:rPr>
      </w:pPr>
      <w:r w:rsidRPr="0035204E">
        <w:rPr>
          <w:rFonts w:eastAsia="Times New Roman" w:cs="Arial"/>
          <w:i/>
          <w:szCs w:val="18"/>
        </w:rPr>
        <w:t>_____________________, dn. ____________</w:t>
      </w:r>
      <w:r w:rsidRPr="0035204E">
        <w:rPr>
          <w:rFonts w:eastAsia="Times New Roman" w:cs="Arial"/>
          <w:szCs w:val="18"/>
        </w:rPr>
        <w:tab/>
      </w:r>
      <w:r w:rsidRPr="0035204E">
        <w:rPr>
          <w:rFonts w:eastAsia="Times New Roman" w:cs="Arial"/>
          <w:szCs w:val="18"/>
        </w:rPr>
        <w:tab/>
      </w:r>
    </w:p>
    <w:p w14:paraId="2040F087" w14:textId="77777777" w:rsidR="00A633AE" w:rsidRPr="00735FA3" w:rsidRDefault="0035204E" w:rsidP="00A633AE">
      <w:pPr>
        <w:ind w:left="5664" w:right="68"/>
        <w:rPr>
          <w:rFonts w:eastAsia="Times New Roman" w:cs="Arial"/>
          <w:i/>
          <w:sz w:val="14"/>
          <w:szCs w:val="14"/>
        </w:rPr>
      </w:pPr>
      <w:r w:rsidRPr="00735FA3">
        <w:rPr>
          <w:rFonts w:eastAsia="Times New Roman" w:cs="Arial"/>
          <w:i/>
          <w:sz w:val="14"/>
          <w:szCs w:val="14"/>
        </w:rPr>
        <w:t>Podpis(-y) osoby(-</w:t>
      </w:r>
      <w:proofErr w:type="spellStart"/>
      <w:r w:rsidRPr="00735FA3">
        <w:rPr>
          <w:rFonts w:eastAsia="Times New Roman" w:cs="Arial"/>
          <w:i/>
          <w:sz w:val="14"/>
          <w:szCs w:val="14"/>
        </w:rPr>
        <w:t>ób</w:t>
      </w:r>
      <w:proofErr w:type="spellEnd"/>
      <w:r w:rsidRPr="00735FA3">
        <w:rPr>
          <w:rFonts w:eastAsia="Times New Roman" w:cs="Arial"/>
          <w:i/>
          <w:sz w:val="14"/>
          <w:szCs w:val="14"/>
        </w:rPr>
        <w:t>) uprawnionej(-</w:t>
      </w:r>
      <w:proofErr w:type="spellStart"/>
      <w:r w:rsidRPr="00735FA3">
        <w:rPr>
          <w:rFonts w:eastAsia="Times New Roman" w:cs="Arial"/>
          <w:i/>
          <w:sz w:val="14"/>
          <w:szCs w:val="14"/>
        </w:rPr>
        <w:t>ych</w:t>
      </w:r>
      <w:proofErr w:type="spellEnd"/>
      <w:r w:rsidRPr="00735FA3">
        <w:rPr>
          <w:rFonts w:eastAsia="Times New Roman" w:cs="Arial"/>
          <w:i/>
          <w:sz w:val="14"/>
          <w:szCs w:val="14"/>
        </w:rPr>
        <w:t xml:space="preserve">) </w:t>
      </w:r>
    </w:p>
    <w:p w14:paraId="76581D3E" w14:textId="77777777" w:rsidR="0035204E" w:rsidRPr="00735FA3" w:rsidRDefault="0035204E" w:rsidP="00A633AE">
      <w:pPr>
        <w:ind w:left="5664" w:right="68"/>
        <w:rPr>
          <w:rFonts w:eastAsia="Times New Roman" w:cs="Calibri"/>
          <w:sz w:val="14"/>
          <w:szCs w:val="14"/>
        </w:rPr>
      </w:pPr>
      <w:r w:rsidRPr="00735FA3">
        <w:rPr>
          <w:rFonts w:eastAsia="Times New Roman" w:cs="Arial"/>
          <w:i/>
          <w:sz w:val="14"/>
          <w:szCs w:val="14"/>
        </w:rPr>
        <w:t xml:space="preserve">do złożenia oświadczenia </w:t>
      </w:r>
    </w:p>
    <w:p w14:paraId="2D66C830" w14:textId="2A841B53" w:rsidR="0035204E" w:rsidRDefault="0035204E" w:rsidP="0035204E">
      <w:pPr>
        <w:pStyle w:val="Akapitzlist"/>
        <w:ind w:left="5664"/>
        <w:rPr>
          <w:i/>
        </w:rPr>
      </w:pPr>
    </w:p>
    <w:p w14:paraId="29190EF4" w14:textId="1D5F863E" w:rsidR="003E3800" w:rsidRDefault="003E3800" w:rsidP="0035204E">
      <w:pPr>
        <w:pStyle w:val="Akapitzlist"/>
        <w:ind w:left="5664"/>
        <w:rPr>
          <w:i/>
        </w:rPr>
      </w:pPr>
    </w:p>
    <w:p w14:paraId="74ADBDAE" w14:textId="12FFB3C3" w:rsidR="00875F48" w:rsidRDefault="00875F48">
      <w:pPr>
        <w:rPr>
          <w:i/>
        </w:rPr>
      </w:pPr>
      <w:r>
        <w:rPr>
          <w:i/>
        </w:rPr>
        <w:br w:type="page"/>
      </w:r>
    </w:p>
    <w:p w14:paraId="769FE97F" w14:textId="77777777" w:rsidR="003E3800" w:rsidRPr="005D78EA" w:rsidRDefault="003E3800" w:rsidP="0035204E">
      <w:pPr>
        <w:pStyle w:val="Akapitzlist"/>
        <w:ind w:left="5664"/>
        <w:rPr>
          <w:b/>
        </w:rPr>
      </w:pPr>
    </w:p>
    <w:p w14:paraId="0632AFE3" w14:textId="52B4B71B" w:rsidR="003E3800" w:rsidRDefault="005D78EA" w:rsidP="00875F48">
      <w:pPr>
        <w:pStyle w:val="Akapitzlist"/>
        <w:ind w:left="0"/>
        <w:rPr>
          <w:b/>
        </w:rPr>
      </w:pPr>
      <w:r>
        <w:rPr>
          <w:b/>
        </w:rPr>
        <w:t>ZAŁĄCZNIK NR 8</w:t>
      </w:r>
      <w:r w:rsidR="00875F48" w:rsidRPr="005D78EA">
        <w:rPr>
          <w:b/>
        </w:rPr>
        <w:t xml:space="preserve"> DO SWZ – OŚWIADCZENIE WYKONAWCY </w:t>
      </w:r>
      <w:r w:rsidRPr="0089712F">
        <w:rPr>
          <w:b/>
        </w:rPr>
        <w:t>potwierdzające, że nie zalega z opłacaniem podatków i opłat</w:t>
      </w:r>
    </w:p>
    <w:p w14:paraId="79E160B8" w14:textId="2A13FC47" w:rsidR="004E5D6B" w:rsidRDefault="004E5D6B" w:rsidP="00875F48">
      <w:pPr>
        <w:pStyle w:val="Akapitzlist"/>
        <w:ind w:left="0"/>
        <w:rPr>
          <w:b/>
        </w:rPr>
      </w:pPr>
    </w:p>
    <w:p w14:paraId="5BC203DC" w14:textId="77777777" w:rsidR="004E5D6B" w:rsidRPr="005D78EA" w:rsidRDefault="004E5D6B" w:rsidP="00875F48">
      <w:pPr>
        <w:pStyle w:val="Akapitzlist"/>
        <w:ind w:left="0"/>
        <w:rPr>
          <w:b/>
        </w:rPr>
      </w:pPr>
    </w:p>
    <w:p w14:paraId="285F6D16" w14:textId="7C61F4AC" w:rsidR="00875F48" w:rsidRDefault="00875F48" w:rsidP="004E5D6B">
      <w:pPr>
        <w:jc w:val="center"/>
        <w:rPr>
          <w:rFonts w:ascii="Trebuchet MS" w:eastAsia="Times New Roman" w:hAnsi="Trebuchet MS" w:cs="Arial"/>
          <w:b/>
          <w:color w:val="1A7466" w:themeColor="text2"/>
          <w:sz w:val="32"/>
          <w:szCs w:val="32"/>
          <w:u w:val="single"/>
        </w:rPr>
      </w:pPr>
      <w:r w:rsidRPr="004E5D6B">
        <w:rPr>
          <w:rFonts w:ascii="Trebuchet MS" w:eastAsia="Times New Roman" w:hAnsi="Trebuchet MS" w:cs="Arial"/>
          <w:b/>
          <w:color w:val="1A7466" w:themeColor="text2"/>
          <w:sz w:val="32"/>
          <w:szCs w:val="32"/>
          <w:u w:val="single"/>
        </w:rPr>
        <w:t xml:space="preserve">Oświadczenie o niezaleganiu z opłacaniem podatków </w:t>
      </w:r>
      <w:r w:rsidR="004E5D6B">
        <w:rPr>
          <w:rFonts w:ascii="Trebuchet MS" w:eastAsia="Times New Roman" w:hAnsi="Trebuchet MS" w:cs="Arial"/>
          <w:b/>
          <w:color w:val="1A7466" w:themeColor="text2"/>
          <w:sz w:val="32"/>
          <w:szCs w:val="32"/>
          <w:u w:val="single"/>
        </w:rPr>
        <w:br/>
      </w:r>
      <w:r w:rsidRPr="004E5D6B">
        <w:rPr>
          <w:rFonts w:ascii="Trebuchet MS" w:eastAsia="Times New Roman" w:hAnsi="Trebuchet MS" w:cs="Arial"/>
          <w:b/>
          <w:color w:val="1A7466" w:themeColor="text2"/>
          <w:sz w:val="32"/>
          <w:szCs w:val="32"/>
          <w:u w:val="single"/>
        </w:rPr>
        <w:t>i opłat</w:t>
      </w:r>
    </w:p>
    <w:p w14:paraId="5140B2B9" w14:textId="77777777" w:rsidR="004E5D6B" w:rsidRPr="004E5D6B" w:rsidRDefault="004E5D6B" w:rsidP="00875F48">
      <w:pPr>
        <w:rPr>
          <w:rFonts w:ascii="Trebuchet MS" w:eastAsia="Times New Roman" w:hAnsi="Trebuchet MS" w:cs="Arial"/>
          <w:b/>
          <w:color w:val="1A7466" w:themeColor="text2"/>
          <w:sz w:val="32"/>
          <w:szCs w:val="32"/>
          <w:u w:val="single"/>
        </w:rPr>
      </w:pPr>
    </w:p>
    <w:p w14:paraId="6FE8B17E" w14:textId="77777777" w:rsidR="00875F48" w:rsidRPr="00875F48" w:rsidRDefault="00875F48" w:rsidP="00875F48">
      <w:pPr>
        <w:rPr>
          <w:rFonts w:cs="Arial"/>
          <w:b/>
          <w:szCs w:val="18"/>
          <w:lang w:eastAsia="ar-SA"/>
        </w:rPr>
      </w:pPr>
    </w:p>
    <w:p w14:paraId="4CEE1A12" w14:textId="164DD7F3" w:rsidR="00875F48" w:rsidRPr="00875F48" w:rsidRDefault="00875F48" w:rsidP="0024495A">
      <w:pPr>
        <w:tabs>
          <w:tab w:val="center" w:pos="4536"/>
          <w:tab w:val="right" w:pos="9072"/>
        </w:tabs>
        <w:jc w:val="both"/>
        <w:rPr>
          <w:b/>
          <w:szCs w:val="18"/>
        </w:rPr>
      </w:pPr>
      <w:r w:rsidRPr="00875F48">
        <w:rPr>
          <w:rFonts w:cs="Arial"/>
          <w:szCs w:val="18"/>
        </w:rPr>
        <w:t>W związku z ubieganiem się o udzielenie zamówienia w Postępowaniu pn.</w:t>
      </w:r>
      <w:r w:rsidRPr="00875F48">
        <w:rPr>
          <w:rFonts w:cs="Arial"/>
          <w:b/>
          <w:szCs w:val="18"/>
        </w:rPr>
        <w:t xml:space="preserve"> </w:t>
      </w:r>
      <w:r w:rsidR="003B161A" w:rsidRPr="003B161A">
        <w:rPr>
          <w:rFonts w:cs="Calibri"/>
          <w:b/>
          <w:szCs w:val="18"/>
        </w:rPr>
        <w:t>Modernizacja w kompleksie pomieszczeń 609 w budynku PGE Polska Grupa Energetyczna S.A.</w:t>
      </w:r>
      <w:r w:rsidRPr="00875F48">
        <w:rPr>
          <w:rFonts w:cs="Calibri"/>
          <w:szCs w:val="18"/>
        </w:rPr>
        <w:t>,</w:t>
      </w:r>
      <w:r w:rsidRPr="00875F48">
        <w:rPr>
          <w:rFonts w:cstheme="minorHAnsi"/>
          <w:bCs/>
          <w:szCs w:val="18"/>
        </w:rPr>
        <w:t xml:space="preserve"> n</w:t>
      </w:r>
      <w:r w:rsidRPr="00875F48">
        <w:rPr>
          <w:szCs w:val="18"/>
        </w:rPr>
        <w:t>r ref.</w:t>
      </w:r>
      <w:r w:rsidRPr="00875F48">
        <w:rPr>
          <w:rFonts w:cs="Calibri"/>
          <w:szCs w:val="18"/>
        </w:rPr>
        <w:t>:</w:t>
      </w:r>
      <w:r w:rsidR="0084041D" w:rsidRPr="0084041D">
        <w:t xml:space="preserve"> </w:t>
      </w:r>
      <w:r w:rsidR="0084041D" w:rsidRPr="0084041D">
        <w:rPr>
          <w:rFonts w:cs="Calibri"/>
          <w:b/>
          <w:szCs w:val="18"/>
        </w:rPr>
        <w:t>POST/PGE/PGE/DZ/00296/2025</w:t>
      </w:r>
    </w:p>
    <w:p w14:paraId="656B0292" w14:textId="77777777" w:rsidR="00875F48" w:rsidRPr="00875F48" w:rsidRDefault="00875F48" w:rsidP="00875F48">
      <w:pPr>
        <w:tabs>
          <w:tab w:val="right" w:pos="9072"/>
        </w:tabs>
        <w:rPr>
          <w:b/>
          <w:szCs w:val="18"/>
        </w:rPr>
      </w:pPr>
    </w:p>
    <w:p w14:paraId="554E99AB" w14:textId="77777777" w:rsidR="00875F48" w:rsidRPr="00875F48" w:rsidRDefault="00875F48" w:rsidP="00875F48">
      <w:pPr>
        <w:tabs>
          <w:tab w:val="center" w:pos="4536"/>
          <w:tab w:val="right" w:pos="9072"/>
        </w:tabs>
        <w:rPr>
          <w:rFonts w:eastAsia="Calibri" w:cs="Calibri"/>
          <w:szCs w:val="18"/>
          <w:lang w:eastAsia="pl-PL"/>
        </w:rPr>
      </w:pPr>
      <w:r w:rsidRPr="00875F48">
        <w:rPr>
          <w:rFonts w:eastAsia="Calibri" w:cs="Calibri"/>
          <w:szCs w:val="18"/>
          <w:lang w:eastAsia="pl-PL"/>
        </w:rPr>
        <w:t xml:space="preserve">Nazwa Wykonawcy: </w:t>
      </w:r>
    </w:p>
    <w:p w14:paraId="436A0DE9" w14:textId="77777777" w:rsidR="00875F48" w:rsidRPr="00875F48" w:rsidRDefault="00875F48" w:rsidP="00875F48">
      <w:pPr>
        <w:rPr>
          <w:rFonts w:eastAsia="Calibri" w:cs="Calibri"/>
          <w:szCs w:val="18"/>
          <w:lang w:eastAsia="pl-PL"/>
        </w:rPr>
      </w:pPr>
      <w:r w:rsidRPr="00875F48">
        <w:rPr>
          <w:rFonts w:eastAsia="Calibri" w:cs="Calibri"/>
          <w:szCs w:val="18"/>
          <w:lang w:eastAsia="pl-PL"/>
        </w:rPr>
        <w:t xml:space="preserve">..................................................................................................................................................... </w:t>
      </w:r>
    </w:p>
    <w:p w14:paraId="56A486D9" w14:textId="77777777" w:rsidR="00875F48" w:rsidRPr="00875F48" w:rsidRDefault="00875F48" w:rsidP="00875F48">
      <w:pPr>
        <w:rPr>
          <w:rFonts w:eastAsia="Calibri" w:cs="Calibri"/>
          <w:szCs w:val="18"/>
          <w:lang w:eastAsia="pl-PL"/>
        </w:rPr>
      </w:pPr>
    </w:p>
    <w:p w14:paraId="00D61F8F" w14:textId="77777777" w:rsidR="00875F48" w:rsidRPr="00875F48" w:rsidRDefault="00875F48" w:rsidP="00875F48">
      <w:pPr>
        <w:rPr>
          <w:rFonts w:eastAsia="Calibri" w:cs="Calibri"/>
          <w:szCs w:val="18"/>
          <w:lang w:eastAsia="pl-PL"/>
        </w:rPr>
      </w:pPr>
      <w:r w:rsidRPr="00875F48">
        <w:rPr>
          <w:rFonts w:eastAsia="Calibri" w:cs="Calibri"/>
          <w:szCs w:val="18"/>
          <w:lang w:eastAsia="pl-PL"/>
        </w:rPr>
        <w:t>Adres:</w:t>
      </w:r>
    </w:p>
    <w:p w14:paraId="31855391" w14:textId="77777777" w:rsidR="00875F48" w:rsidRPr="00875F48" w:rsidRDefault="00875F48" w:rsidP="00875F48">
      <w:pPr>
        <w:rPr>
          <w:rFonts w:eastAsia="Calibri" w:cs="Calibri"/>
          <w:szCs w:val="18"/>
          <w:lang w:eastAsia="pl-PL"/>
        </w:rPr>
      </w:pPr>
      <w:r w:rsidRPr="00875F48">
        <w:rPr>
          <w:rFonts w:eastAsia="Calibri" w:cs="Calibri"/>
          <w:szCs w:val="18"/>
          <w:lang w:eastAsia="pl-PL"/>
        </w:rPr>
        <w:t>.....................................................................................................................................................</w:t>
      </w:r>
    </w:p>
    <w:p w14:paraId="62E3B85E" w14:textId="77777777" w:rsidR="00875F48" w:rsidRPr="00875F48" w:rsidRDefault="00875F48" w:rsidP="00875F48">
      <w:pPr>
        <w:rPr>
          <w:rFonts w:eastAsia="Calibri" w:cs="Calibri"/>
          <w:szCs w:val="18"/>
          <w:lang w:eastAsia="pl-PL"/>
        </w:rPr>
      </w:pPr>
    </w:p>
    <w:p w14:paraId="5524D98F" w14:textId="77777777" w:rsidR="00875F48" w:rsidRPr="00875F48" w:rsidRDefault="00875F48" w:rsidP="00875F48">
      <w:pPr>
        <w:rPr>
          <w:rFonts w:eastAsia="Calibri" w:cs="Calibri"/>
          <w:szCs w:val="18"/>
          <w:lang w:eastAsia="pl-PL"/>
        </w:rPr>
      </w:pPr>
      <w:r w:rsidRPr="00875F48">
        <w:rPr>
          <w:rFonts w:eastAsia="Calibri" w:cs="Calibri"/>
          <w:szCs w:val="18"/>
          <w:lang w:eastAsia="pl-PL"/>
        </w:rPr>
        <w:t>NIP: ...............................................</w:t>
      </w:r>
    </w:p>
    <w:p w14:paraId="01BB1839" w14:textId="77777777" w:rsidR="00875F48" w:rsidRPr="00875F48" w:rsidRDefault="00875F48" w:rsidP="00875F48">
      <w:pPr>
        <w:rPr>
          <w:rFonts w:eastAsia="Calibri" w:cs="Calibri"/>
          <w:szCs w:val="18"/>
          <w:lang w:eastAsia="pl-PL"/>
        </w:rPr>
      </w:pPr>
      <w:r w:rsidRPr="00875F48">
        <w:rPr>
          <w:rFonts w:eastAsia="Calibri" w:cs="Calibri"/>
          <w:szCs w:val="18"/>
          <w:lang w:eastAsia="pl-PL"/>
        </w:rPr>
        <w:t>Regon: ...............................................</w:t>
      </w:r>
    </w:p>
    <w:p w14:paraId="019CEAF3" w14:textId="77777777" w:rsidR="00875F48" w:rsidRPr="00875F48" w:rsidRDefault="00875F48" w:rsidP="00875F48">
      <w:pPr>
        <w:rPr>
          <w:rFonts w:eastAsia="Calibri" w:cs="Calibri"/>
          <w:szCs w:val="18"/>
          <w:lang w:eastAsia="pl-PL"/>
        </w:rPr>
      </w:pPr>
    </w:p>
    <w:p w14:paraId="7BEE0E25" w14:textId="77777777" w:rsidR="00875F48" w:rsidRPr="00875F48" w:rsidRDefault="00262757" w:rsidP="00875F48">
      <w:pPr>
        <w:ind w:left="426" w:hanging="414"/>
        <w:contextualSpacing/>
        <w:rPr>
          <w:rFonts w:eastAsia="Calibri" w:cs="Calibri"/>
          <w:szCs w:val="18"/>
          <w:lang w:eastAsia="pl-PL"/>
        </w:rPr>
      </w:pPr>
      <w:sdt>
        <w:sdtPr>
          <w:rPr>
            <w:rFonts w:eastAsia="Calibri" w:cs="Calibri"/>
            <w:szCs w:val="18"/>
            <w:lang w:eastAsia="pl-PL"/>
          </w:rPr>
          <w:id w:val="-1733614075"/>
          <w14:checkbox>
            <w14:checked w14:val="0"/>
            <w14:checkedState w14:val="2612" w14:font="MS Gothic"/>
            <w14:uncheckedState w14:val="2610" w14:font="MS Gothic"/>
          </w14:checkbox>
        </w:sdtPr>
        <w:sdtEndPr/>
        <w:sdtContent>
          <w:r w:rsidR="00875F48" w:rsidRPr="00875F48">
            <w:rPr>
              <w:rFonts w:ascii="Segoe UI Symbol" w:eastAsia="MS Gothic" w:hAnsi="Segoe UI Symbol" w:cs="Segoe UI Symbol"/>
              <w:szCs w:val="18"/>
              <w:lang w:eastAsia="pl-PL"/>
            </w:rPr>
            <w:t>☐</w:t>
          </w:r>
        </w:sdtContent>
      </w:sdt>
      <w:r w:rsidR="00875F48" w:rsidRPr="00875F48">
        <w:rPr>
          <w:rFonts w:eastAsia="Calibri" w:cs="Calibri"/>
          <w:szCs w:val="18"/>
          <w:lang w:eastAsia="pl-PL"/>
        </w:rPr>
        <w:t xml:space="preserve"> </w:t>
      </w:r>
      <w:r w:rsidR="00875F48" w:rsidRPr="00875F48">
        <w:rPr>
          <w:rFonts w:eastAsia="Calibri" w:cs="Calibri"/>
          <w:szCs w:val="18"/>
          <w:lang w:eastAsia="pl-PL"/>
        </w:rPr>
        <w:tab/>
        <w:t xml:space="preserve">Oświadczam, iż </w:t>
      </w:r>
      <w:r w:rsidR="00875F48" w:rsidRPr="00875F48">
        <w:rPr>
          <w:rFonts w:eastAsia="Calibri" w:cs="Calibri"/>
          <w:b/>
          <w:szCs w:val="18"/>
          <w:lang w:eastAsia="pl-PL"/>
        </w:rPr>
        <w:t>nie zalegam</w:t>
      </w:r>
      <w:r w:rsidR="00875F48" w:rsidRPr="00875F48">
        <w:rPr>
          <w:rFonts w:eastAsia="Calibri" w:cs="Calibri"/>
          <w:szCs w:val="18"/>
          <w:lang w:eastAsia="pl-PL"/>
        </w:rPr>
        <w:t xml:space="preserve"> z uiszczeniem podatków i opłat</w:t>
      </w:r>
      <w:r w:rsidR="00875F48" w:rsidRPr="00875F48">
        <w:rPr>
          <w:rFonts w:eastAsia="Calibri" w:cs="Calibri"/>
          <w:szCs w:val="18"/>
          <w:vertAlign w:val="superscript"/>
          <w:lang w:eastAsia="pl-PL"/>
        </w:rPr>
        <w:t>*</w:t>
      </w:r>
      <w:r w:rsidR="00875F48" w:rsidRPr="00875F48">
        <w:rPr>
          <w:rFonts w:eastAsia="Calibri" w:cs="Calibri"/>
          <w:szCs w:val="18"/>
          <w:lang w:eastAsia="pl-PL"/>
        </w:rPr>
        <w:t xml:space="preserve"> </w:t>
      </w:r>
    </w:p>
    <w:p w14:paraId="76A1962C" w14:textId="77777777" w:rsidR="00875F48" w:rsidRPr="00875F48" w:rsidRDefault="00262757" w:rsidP="00875F48">
      <w:pPr>
        <w:ind w:left="426" w:hanging="414"/>
        <w:contextualSpacing/>
        <w:rPr>
          <w:rFonts w:eastAsia="Calibri" w:cs="Calibri"/>
          <w:szCs w:val="18"/>
          <w:lang w:eastAsia="pl-PL"/>
        </w:rPr>
      </w:pPr>
      <w:sdt>
        <w:sdtPr>
          <w:rPr>
            <w:rFonts w:eastAsia="Calibri" w:cs="Calibri"/>
            <w:szCs w:val="18"/>
            <w:lang w:eastAsia="pl-PL"/>
          </w:rPr>
          <w:id w:val="1391469715"/>
          <w14:checkbox>
            <w14:checked w14:val="0"/>
            <w14:checkedState w14:val="2612" w14:font="MS Gothic"/>
            <w14:uncheckedState w14:val="2610" w14:font="MS Gothic"/>
          </w14:checkbox>
        </w:sdtPr>
        <w:sdtEndPr/>
        <w:sdtContent>
          <w:r w:rsidR="00875F48" w:rsidRPr="00875F48">
            <w:rPr>
              <w:rFonts w:ascii="Segoe UI Symbol" w:eastAsia="MS Gothic" w:hAnsi="Segoe UI Symbol" w:cs="Segoe UI Symbol"/>
              <w:szCs w:val="18"/>
              <w:lang w:eastAsia="pl-PL"/>
            </w:rPr>
            <w:t>☐</w:t>
          </w:r>
        </w:sdtContent>
      </w:sdt>
      <w:r w:rsidR="00875F48" w:rsidRPr="00875F48">
        <w:rPr>
          <w:rFonts w:eastAsia="Calibri" w:cs="Calibri"/>
          <w:szCs w:val="18"/>
          <w:lang w:eastAsia="pl-PL"/>
        </w:rPr>
        <w:t xml:space="preserve"> </w:t>
      </w:r>
      <w:r w:rsidR="00875F48" w:rsidRPr="00875F48">
        <w:rPr>
          <w:rFonts w:eastAsia="Calibri" w:cs="Calibri"/>
          <w:szCs w:val="18"/>
          <w:lang w:eastAsia="pl-PL"/>
        </w:rPr>
        <w:tab/>
        <w:t xml:space="preserve">Oświadczam, iż </w:t>
      </w:r>
      <w:r w:rsidR="00875F48" w:rsidRPr="00875F48">
        <w:rPr>
          <w:rFonts w:eastAsia="Calibri" w:cs="Calibri"/>
          <w:b/>
          <w:szCs w:val="18"/>
          <w:lang w:eastAsia="pl-PL"/>
        </w:rPr>
        <w:t xml:space="preserve">zalegam </w:t>
      </w:r>
      <w:r w:rsidR="00875F48" w:rsidRPr="00875F48">
        <w:rPr>
          <w:rFonts w:eastAsia="Calibri" w:cs="Calibri"/>
          <w:szCs w:val="18"/>
          <w:lang w:eastAsia="pl-PL"/>
        </w:rPr>
        <w:t>z uiszczaniem podatków, opłat. W celu wykazania braku podstaw do wykluczenia na podstawie pkt 9.4.2.14 Procedury, oświadczam, iż przed upływem terminu składania Ofert, dokonałem płatności należnych podatków i opłat. Przedstawiamy</w:t>
      </w:r>
      <w:r w:rsidR="00875F48" w:rsidRPr="00875F48" w:rsidDel="00F76DD4">
        <w:rPr>
          <w:rFonts w:eastAsia="Calibri" w:cs="Calibri"/>
          <w:szCs w:val="18"/>
          <w:lang w:eastAsia="pl-PL"/>
        </w:rPr>
        <w:t xml:space="preserve"> </w:t>
      </w:r>
      <w:r w:rsidR="00875F48" w:rsidRPr="00875F48">
        <w:rPr>
          <w:rFonts w:eastAsia="Calibri" w:cs="Calibri"/>
          <w:szCs w:val="18"/>
          <w:lang w:eastAsia="pl-PL"/>
        </w:rPr>
        <w:t>w załączeniu dokumenty potwierdzające:</w:t>
      </w:r>
    </w:p>
    <w:p w14:paraId="300B0302" w14:textId="77777777" w:rsidR="00875F48" w:rsidRPr="00875F48" w:rsidRDefault="00875F48" w:rsidP="00875F48">
      <w:pPr>
        <w:numPr>
          <w:ilvl w:val="0"/>
          <w:numId w:val="16"/>
        </w:numPr>
        <w:spacing w:after="0"/>
        <w:ind w:left="426"/>
        <w:contextualSpacing/>
        <w:jc w:val="both"/>
        <w:rPr>
          <w:rFonts w:eastAsia="Calibri" w:cs="Calibri"/>
          <w:szCs w:val="18"/>
          <w:lang w:eastAsia="pl-PL"/>
        </w:rPr>
      </w:pPr>
      <w:r w:rsidRPr="00875F48">
        <w:rPr>
          <w:rFonts w:eastAsia="Calibri" w:cs="Calibri"/>
          <w:szCs w:val="18"/>
          <w:lang w:eastAsia="pl-PL"/>
        </w:rPr>
        <w:t>dokonanie płatności tych należności wraz z ewentualnymi odsetkami lub grzywnami lub</w:t>
      </w:r>
      <w:r w:rsidRPr="00875F48">
        <w:rPr>
          <w:rFonts w:eastAsia="Calibri" w:cs="Calibri"/>
          <w:szCs w:val="18"/>
          <w:vertAlign w:val="superscript"/>
          <w:lang w:eastAsia="pl-PL"/>
        </w:rPr>
        <w:t>*</w:t>
      </w:r>
    </w:p>
    <w:p w14:paraId="317F224B" w14:textId="77777777" w:rsidR="00875F48" w:rsidRPr="00875F48" w:rsidRDefault="00875F48" w:rsidP="00875F48">
      <w:pPr>
        <w:numPr>
          <w:ilvl w:val="0"/>
          <w:numId w:val="16"/>
        </w:numPr>
        <w:spacing w:after="0"/>
        <w:ind w:left="426"/>
        <w:contextualSpacing/>
        <w:jc w:val="both"/>
        <w:rPr>
          <w:rFonts w:eastAsia="Calibri" w:cs="Calibri"/>
          <w:szCs w:val="18"/>
          <w:lang w:eastAsia="pl-PL"/>
        </w:rPr>
      </w:pPr>
      <w:r w:rsidRPr="00875F48">
        <w:rPr>
          <w:rFonts w:eastAsia="Calibri" w:cs="Calibri"/>
          <w:szCs w:val="18"/>
          <w:lang w:eastAsia="pl-PL"/>
        </w:rPr>
        <w:t xml:space="preserve">zawarcie wiążącego porozumienia w sprawie spłat tych </w:t>
      </w:r>
      <w:proofErr w:type="gramStart"/>
      <w:r w:rsidRPr="00875F48">
        <w:rPr>
          <w:rFonts w:eastAsia="Calibri" w:cs="Calibri"/>
          <w:szCs w:val="18"/>
          <w:lang w:eastAsia="pl-PL"/>
        </w:rPr>
        <w:t>należności.</w:t>
      </w:r>
      <w:r w:rsidRPr="00875F48">
        <w:rPr>
          <w:rFonts w:eastAsia="Calibri" w:cs="Calibri"/>
          <w:szCs w:val="18"/>
          <w:vertAlign w:val="superscript"/>
          <w:lang w:eastAsia="pl-PL"/>
        </w:rPr>
        <w:t>*</w:t>
      </w:r>
      <w:proofErr w:type="gramEnd"/>
    </w:p>
    <w:p w14:paraId="7553646B" w14:textId="77777777" w:rsidR="00875F48" w:rsidRPr="00875F48" w:rsidRDefault="00875F48" w:rsidP="00875F48">
      <w:pPr>
        <w:rPr>
          <w:rFonts w:eastAsia="Calibri" w:cs="Calibri"/>
          <w:szCs w:val="18"/>
          <w:lang w:eastAsia="pl-PL"/>
        </w:rPr>
      </w:pPr>
      <w:r w:rsidRPr="00875F48">
        <w:rPr>
          <w:rFonts w:eastAsia="Calibri" w:cs="Calibri"/>
          <w:szCs w:val="18"/>
          <w:lang w:eastAsia="pl-PL"/>
        </w:rPr>
        <w:t xml:space="preserve"> </w:t>
      </w:r>
    </w:p>
    <w:p w14:paraId="1B406086" w14:textId="77777777" w:rsidR="00875F48" w:rsidRPr="00875F48" w:rsidRDefault="00875F48" w:rsidP="00875F48">
      <w:pPr>
        <w:rPr>
          <w:rFonts w:cs="Calibri"/>
          <w:i/>
          <w:szCs w:val="18"/>
          <w:lang w:eastAsia="pl-PL"/>
        </w:rPr>
      </w:pPr>
      <w:r w:rsidRPr="00875F48">
        <w:rPr>
          <w:rFonts w:cs="Calibri"/>
          <w:i/>
          <w:szCs w:val="18"/>
          <w:vertAlign w:val="superscript"/>
          <w:lang w:eastAsia="pl-PL"/>
        </w:rPr>
        <w:t>*</w:t>
      </w:r>
      <w:r w:rsidRPr="00875F48">
        <w:rPr>
          <w:rFonts w:cs="Calibri"/>
          <w:i/>
          <w:szCs w:val="18"/>
          <w:lang w:eastAsia="pl-PL"/>
        </w:rPr>
        <w:t xml:space="preserve"> właściwe zaznaczyć</w:t>
      </w:r>
    </w:p>
    <w:p w14:paraId="0FC3ADB4" w14:textId="77777777" w:rsidR="00875F48" w:rsidRPr="00C72E48" w:rsidRDefault="00875F48" w:rsidP="00875F48">
      <w:pPr>
        <w:rPr>
          <w:rFonts w:ascii="Calibri" w:hAnsi="Calibri" w:cs="Calibri"/>
          <w:i/>
          <w:sz w:val="20"/>
          <w:lang w:eastAsia="pl-PL"/>
        </w:rPr>
      </w:pPr>
    </w:p>
    <w:p w14:paraId="60EB8EA2" w14:textId="77777777" w:rsidR="00875F48" w:rsidRPr="00342E37" w:rsidRDefault="00875F48" w:rsidP="00875F48">
      <w:pPr>
        <w:spacing w:before="120" w:after="120" w:line="276" w:lineRule="auto"/>
        <w:rPr>
          <w:rFonts w:ascii="Verdana" w:hAnsi="Verdana" w:cs="Arial"/>
          <w:i/>
          <w:sz w:val="16"/>
          <w:szCs w:val="16"/>
        </w:rPr>
      </w:pPr>
      <w:r w:rsidRPr="00342E37">
        <w:rPr>
          <w:rFonts w:ascii="Verdana" w:hAnsi="Verdana" w:cs="Arial"/>
          <w:i/>
          <w:sz w:val="16"/>
          <w:szCs w:val="16"/>
        </w:rPr>
        <w:t>.............................., dn. .........................</w:t>
      </w:r>
      <w:r>
        <w:rPr>
          <w:rFonts w:ascii="Verdana" w:hAnsi="Verdana" w:cs="Arial"/>
          <w:sz w:val="21"/>
          <w:szCs w:val="21"/>
        </w:rPr>
        <w:tab/>
      </w:r>
      <w:r>
        <w:rPr>
          <w:rFonts w:ascii="Verdana" w:hAnsi="Verdana" w:cs="Arial"/>
          <w:sz w:val="21"/>
          <w:szCs w:val="21"/>
        </w:rPr>
        <w:tab/>
      </w:r>
      <w:r w:rsidRPr="00342E37">
        <w:rPr>
          <w:rFonts w:ascii="Verdana" w:hAnsi="Verdana" w:cs="Arial"/>
          <w:sz w:val="16"/>
          <w:szCs w:val="16"/>
        </w:rPr>
        <w:t>……………………..……………………………………………</w:t>
      </w:r>
      <w:r>
        <w:rPr>
          <w:rFonts w:ascii="Verdana" w:hAnsi="Verdana" w:cs="Arial"/>
          <w:sz w:val="16"/>
          <w:szCs w:val="16"/>
        </w:rPr>
        <w:t>………….</w:t>
      </w:r>
    </w:p>
    <w:p w14:paraId="47CBB830" w14:textId="77777777" w:rsidR="00875F48" w:rsidRPr="001D48C7" w:rsidRDefault="00875F48" w:rsidP="00875F48">
      <w:pPr>
        <w:ind w:left="4961"/>
        <w:contextualSpacing/>
        <w:rPr>
          <w:rFonts w:cstheme="minorHAnsi"/>
          <w:i/>
          <w:sz w:val="16"/>
          <w:szCs w:val="16"/>
        </w:rPr>
        <w:sectPr w:rsidR="00875F48" w:rsidRPr="001D48C7" w:rsidSect="00045910">
          <w:headerReference w:type="even" r:id="rId17"/>
          <w:headerReference w:type="default" r:id="rId18"/>
          <w:footerReference w:type="even" r:id="rId19"/>
          <w:footerReference w:type="default" r:id="rId20"/>
          <w:headerReference w:type="first" r:id="rId21"/>
          <w:footerReference w:type="first" r:id="rId22"/>
          <w:pgSz w:w="11906" w:h="16838"/>
          <w:pgMar w:top="1276" w:right="1274" w:bottom="964" w:left="1701" w:header="680" w:footer="510" w:gutter="0"/>
          <w:cols w:space="708"/>
          <w:docGrid w:linePitch="360"/>
        </w:sectPr>
      </w:pPr>
      <w:r w:rsidRPr="001D48C7">
        <w:rPr>
          <w:rFonts w:cstheme="minorHAnsi"/>
          <w:i/>
          <w:sz w:val="20"/>
          <w:szCs w:val="16"/>
        </w:rPr>
        <w:t>Podpis(-y) osoby(-</w:t>
      </w:r>
      <w:proofErr w:type="spellStart"/>
      <w:r w:rsidRPr="001D48C7">
        <w:rPr>
          <w:rFonts w:cstheme="minorHAnsi"/>
          <w:i/>
          <w:sz w:val="20"/>
          <w:szCs w:val="16"/>
        </w:rPr>
        <w:t>ób</w:t>
      </w:r>
      <w:proofErr w:type="spellEnd"/>
      <w:r w:rsidRPr="001D48C7">
        <w:rPr>
          <w:rFonts w:cstheme="minorHAnsi"/>
          <w:i/>
          <w:sz w:val="20"/>
          <w:szCs w:val="16"/>
        </w:rPr>
        <w:t>) uprawnionej(-</w:t>
      </w:r>
      <w:proofErr w:type="spellStart"/>
      <w:r w:rsidRPr="001D48C7">
        <w:rPr>
          <w:rFonts w:cstheme="minorHAnsi"/>
          <w:i/>
          <w:sz w:val="20"/>
          <w:szCs w:val="16"/>
        </w:rPr>
        <w:t>ych</w:t>
      </w:r>
      <w:proofErr w:type="spellEnd"/>
      <w:r w:rsidRPr="001D48C7">
        <w:rPr>
          <w:rFonts w:cstheme="minorHAnsi"/>
          <w:i/>
          <w:sz w:val="20"/>
          <w:szCs w:val="16"/>
        </w:rPr>
        <w:t>) do składania oświadczeń woli w imieniu Wykonawcy</w:t>
      </w:r>
    </w:p>
    <w:p w14:paraId="1AA854C7" w14:textId="77777777" w:rsidR="003E3800" w:rsidRDefault="003E3800" w:rsidP="0035204E">
      <w:pPr>
        <w:pStyle w:val="Akapitzlist"/>
        <w:ind w:left="5664"/>
        <w:rPr>
          <w:i/>
        </w:rPr>
      </w:pPr>
    </w:p>
    <w:p w14:paraId="22E24BAB" w14:textId="68E322E4" w:rsidR="003E3800" w:rsidRPr="00535E9B" w:rsidRDefault="003E3800" w:rsidP="003B161A">
      <w:pPr>
        <w:spacing w:after="0" w:line="288" w:lineRule="auto"/>
        <w:jc w:val="right"/>
        <w:rPr>
          <w:rFonts w:ascii="Verdana" w:eastAsia="Times New Roman" w:hAnsi="Verdana" w:cs="Calibri"/>
          <w:b/>
          <w:color w:val="000000" w:themeColor="text1"/>
          <w:kern w:val="28"/>
          <w:szCs w:val="18"/>
        </w:rPr>
      </w:pPr>
      <w:r>
        <w:rPr>
          <w:rFonts w:ascii="Verdana" w:eastAsia="Times New Roman" w:hAnsi="Verdana" w:cs="Calibri"/>
          <w:b/>
          <w:color w:val="000000" w:themeColor="text1"/>
          <w:kern w:val="28"/>
          <w:szCs w:val="18"/>
        </w:rPr>
        <w:t xml:space="preserve">ZAŁĄCZNIK NR </w:t>
      </w:r>
      <w:r w:rsidR="00FD0660">
        <w:rPr>
          <w:rFonts w:ascii="Verdana" w:eastAsia="Times New Roman" w:hAnsi="Verdana" w:cs="Calibri"/>
          <w:b/>
          <w:color w:val="000000" w:themeColor="text1"/>
          <w:kern w:val="28"/>
          <w:szCs w:val="18"/>
        </w:rPr>
        <w:t>9</w:t>
      </w:r>
      <w:r w:rsidRPr="00535E9B">
        <w:rPr>
          <w:rFonts w:ascii="Verdana" w:eastAsia="Times New Roman" w:hAnsi="Verdana" w:cs="Calibri"/>
          <w:b/>
          <w:color w:val="000000" w:themeColor="text1"/>
          <w:kern w:val="28"/>
          <w:szCs w:val="18"/>
        </w:rPr>
        <w:t xml:space="preserve"> DO SWZ – </w:t>
      </w:r>
      <w:r w:rsidR="00F339D2">
        <w:rPr>
          <w:rFonts w:ascii="Verdana" w:eastAsia="Times New Roman" w:hAnsi="Verdana" w:cs="Calibri"/>
          <w:b/>
          <w:color w:val="000000" w:themeColor="text1"/>
          <w:kern w:val="28"/>
          <w:szCs w:val="18"/>
        </w:rPr>
        <w:t xml:space="preserve">KOSZTORYSY </w:t>
      </w:r>
      <w:r w:rsidR="003B161A">
        <w:rPr>
          <w:rFonts w:ascii="Verdana" w:eastAsia="Times New Roman" w:hAnsi="Verdana" w:cs="Calibri"/>
          <w:b/>
          <w:color w:val="000000" w:themeColor="text1"/>
          <w:kern w:val="28"/>
          <w:szCs w:val="18"/>
        </w:rPr>
        <w:t>ŚLEPE</w:t>
      </w:r>
    </w:p>
    <w:p w14:paraId="5E7DB2F7" w14:textId="77777777" w:rsidR="003E3800" w:rsidRPr="00535E9B" w:rsidRDefault="003E3800" w:rsidP="003E3800">
      <w:pPr>
        <w:spacing w:after="0" w:line="288" w:lineRule="auto"/>
        <w:jc w:val="both"/>
        <w:rPr>
          <w:rFonts w:ascii="Verdana" w:eastAsia="Times New Roman" w:hAnsi="Verdana" w:cs="Calibri"/>
          <w:color w:val="000000" w:themeColor="text1"/>
          <w:kern w:val="28"/>
          <w:szCs w:val="18"/>
        </w:rPr>
      </w:pPr>
    </w:p>
    <w:p w14:paraId="17479163" w14:textId="3B316D91" w:rsidR="003E3800" w:rsidRPr="00535E9B" w:rsidRDefault="00045910" w:rsidP="00045910">
      <w:pPr>
        <w:spacing w:after="0" w:line="288" w:lineRule="auto"/>
        <w:jc w:val="center"/>
        <w:rPr>
          <w:rFonts w:ascii="Verdana" w:eastAsia="Times New Roman" w:hAnsi="Verdana" w:cs="Calibri"/>
          <w:color w:val="000000" w:themeColor="text1"/>
          <w:kern w:val="28"/>
          <w:szCs w:val="18"/>
        </w:rPr>
      </w:pPr>
      <w:r>
        <w:rPr>
          <w:rFonts w:ascii="Verdana" w:eastAsia="Times New Roman" w:hAnsi="Verdana" w:cs="Calibri"/>
          <w:color w:val="000000" w:themeColor="text1"/>
          <w:kern w:val="28"/>
          <w:szCs w:val="18"/>
        </w:rPr>
        <w:t>Stanowią odrębny plik.</w:t>
      </w:r>
    </w:p>
    <w:p w14:paraId="5273F97A" w14:textId="77777777" w:rsidR="003E3800" w:rsidRDefault="003E3800" w:rsidP="003E3800">
      <w:pPr>
        <w:spacing w:before="120" w:after="120" w:line="276" w:lineRule="auto"/>
        <w:ind w:left="567"/>
        <w:jc w:val="center"/>
        <w:rPr>
          <w:rFonts w:ascii="Trebuchet MS" w:eastAsia="Times New Roman" w:hAnsi="Trebuchet MS" w:cs="Arial"/>
          <w:b/>
          <w:color w:val="1A7466" w:themeColor="text2"/>
          <w:sz w:val="32"/>
          <w:szCs w:val="32"/>
        </w:rPr>
      </w:pPr>
    </w:p>
    <w:p w14:paraId="2C552D44" w14:textId="77777777" w:rsidR="003E3800" w:rsidRPr="0035204E" w:rsidRDefault="003E3800" w:rsidP="0035204E">
      <w:pPr>
        <w:pStyle w:val="Akapitzlist"/>
        <w:ind w:left="5664"/>
        <w:rPr>
          <w:i/>
        </w:rPr>
      </w:pPr>
    </w:p>
    <w:sectPr w:rsidR="003E3800" w:rsidRPr="0035204E" w:rsidSect="00DD32F8">
      <w:headerReference w:type="default" r:id="rId23"/>
      <w:footerReference w:type="default" r:id="rId24"/>
      <w:headerReference w:type="first" r:id="rId25"/>
      <w:footerReference w:type="first" r:id="rId26"/>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73EA7" w14:textId="77777777" w:rsidR="007445A2" w:rsidRDefault="007445A2" w:rsidP="00582CE9">
      <w:pPr>
        <w:spacing w:after="0"/>
      </w:pPr>
      <w:r>
        <w:separator/>
      </w:r>
    </w:p>
  </w:endnote>
  <w:endnote w:type="continuationSeparator" w:id="0">
    <w:p w14:paraId="2B1A3DC3" w14:textId="77777777" w:rsidR="007445A2" w:rsidRDefault="007445A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Arial Unicode MS"/>
    <w:panose1 w:val="00000000000000000000"/>
    <w:charset w:val="80"/>
    <w:family w:val="auto"/>
    <w:notTrueType/>
    <w:pitch w:val="default"/>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7E2CE" w14:textId="77777777" w:rsidR="00E613BB" w:rsidRDefault="00E613B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5F362" w14:textId="0DD7D48B" w:rsidR="004E5D6B" w:rsidRPr="00DD5C5D" w:rsidRDefault="004E5D6B" w:rsidP="002E3B61">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104CB">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104CB">
      <w:rPr>
        <w:rFonts w:ascii="Calibri" w:hAnsi="Calibri"/>
        <w:bCs/>
        <w:noProof/>
        <w:sz w:val="16"/>
        <w:szCs w:val="16"/>
      </w:rPr>
      <w:t>2</w:t>
    </w:r>
    <w:r w:rsidRPr="00DD5C5D">
      <w:rPr>
        <w:rFonts w:ascii="Calibri" w:hAnsi="Calibri"/>
        <w:bCs/>
        <w:sz w:val="16"/>
        <w:szCs w:val="16"/>
      </w:rPr>
      <w:fldChar w:fldCharType="end"/>
    </w:r>
  </w:p>
  <w:p w14:paraId="7B36F0A8" w14:textId="77777777" w:rsidR="004E5D6B" w:rsidRDefault="004E5D6B" w:rsidP="002E3B61">
    <w:pPr>
      <w:pStyle w:val="Stopka"/>
      <w:jc w:val="center"/>
    </w:pPr>
  </w:p>
  <w:p w14:paraId="05BB5931" w14:textId="77777777" w:rsidR="004E5D6B" w:rsidRDefault="004E5D6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63E82" w14:textId="77777777" w:rsidR="00E613BB" w:rsidRDefault="00E613BB">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E55A35E" w14:textId="66355DE1" w:rsidR="004E5D6B" w:rsidRDefault="004E5D6B">
        <w:pPr>
          <w:pStyle w:val="Stopka"/>
          <w:jc w:val="right"/>
        </w:pPr>
        <w:r>
          <w:fldChar w:fldCharType="begin"/>
        </w:r>
        <w:r>
          <w:instrText>PAGE   \* MERGEFORMAT</w:instrText>
        </w:r>
        <w:r>
          <w:fldChar w:fldCharType="separate"/>
        </w:r>
        <w:r>
          <w:rPr>
            <w:noProof/>
          </w:rPr>
          <w:t>36</w:t>
        </w:r>
        <w:r>
          <w:fldChar w:fldCharType="end"/>
        </w:r>
      </w:p>
    </w:sdtContent>
  </w:sdt>
  <w:p w14:paraId="36693E2E" w14:textId="77777777" w:rsidR="004E5D6B" w:rsidRDefault="004E5D6B">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130C846F" w14:textId="43795ADF" w:rsidR="004E5D6B" w:rsidRDefault="004E5D6B">
        <w:pPr>
          <w:pStyle w:val="Stopka"/>
          <w:jc w:val="right"/>
        </w:pPr>
        <w:r>
          <w:fldChar w:fldCharType="begin"/>
        </w:r>
        <w:r>
          <w:instrText>PAGE   \* MERGEFORMAT</w:instrText>
        </w:r>
        <w:r>
          <w:fldChar w:fldCharType="separate"/>
        </w:r>
        <w:r w:rsidR="009104CB">
          <w:rPr>
            <w:noProof/>
          </w:rPr>
          <w:t>40</w:t>
        </w:r>
        <w:r>
          <w:fldChar w:fldCharType="end"/>
        </w:r>
      </w:p>
    </w:sdtContent>
  </w:sdt>
  <w:p w14:paraId="624161A0" w14:textId="3C53B461" w:rsidR="004E5D6B" w:rsidRDefault="004E5D6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FFB0E" w14:textId="77777777" w:rsidR="007445A2" w:rsidRDefault="007445A2" w:rsidP="00582CE9">
      <w:pPr>
        <w:spacing w:after="0"/>
      </w:pPr>
      <w:r>
        <w:separator/>
      </w:r>
    </w:p>
  </w:footnote>
  <w:footnote w:type="continuationSeparator" w:id="0">
    <w:p w14:paraId="789971DC" w14:textId="77777777" w:rsidR="007445A2" w:rsidRDefault="007445A2" w:rsidP="00582CE9">
      <w:pPr>
        <w:spacing w:after="0"/>
      </w:pPr>
      <w:r>
        <w:continuationSeparator/>
      </w:r>
    </w:p>
  </w:footnote>
  <w:footnote w:id="1">
    <w:p w14:paraId="2EA3CF49" w14:textId="77777777" w:rsidR="004E5D6B" w:rsidRPr="007103CC" w:rsidRDefault="004E5D6B" w:rsidP="00B71AA7">
      <w:pPr>
        <w:pStyle w:val="Tekstprzypisudolnego"/>
        <w:ind w:right="-567"/>
        <w:rPr>
          <w:rFonts w:cs="Calibri"/>
          <w:sz w:val="16"/>
          <w:szCs w:val="16"/>
        </w:rPr>
      </w:pPr>
      <w:r w:rsidRPr="006546C7">
        <w:rPr>
          <w:rFonts w:ascii="Verdana" w:eastAsia="Calibri" w:hAnsi="Verdana" w:cs="Times New Roman"/>
          <w:sz w:val="14"/>
          <w:szCs w:val="14"/>
          <w:vertAlign w:val="superscript"/>
        </w:rPr>
        <w:footnoteRef/>
      </w:r>
      <w:r w:rsidRPr="006546C7">
        <w:rPr>
          <w:rFonts w:ascii="Verdana" w:eastAsia="Calibri" w:hAnsi="Verdana" w:cs="Calibri"/>
          <w:sz w:val="14"/>
          <w:szCs w:val="14"/>
        </w:rPr>
        <w:t xml:space="preserve"> Wypełniają jedynie Wykonawcy </w:t>
      </w:r>
      <w:r w:rsidRPr="00957A26">
        <w:rPr>
          <w:rFonts w:ascii="Verdana" w:eastAsia="Calibri" w:hAnsi="Verdana" w:cs="Calibri"/>
          <w:sz w:val="14"/>
          <w:szCs w:val="14"/>
        </w:rPr>
        <w:t>wspólne ubiegający się</w:t>
      </w:r>
      <w:r w:rsidRPr="006546C7">
        <w:rPr>
          <w:rFonts w:ascii="Verdana" w:eastAsia="Calibri" w:hAnsi="Verdana" w:cs="Calibri"/>
          <w:sz w:val="14"/>
          <w:szCs w:val="14"/>
        </w:rPr>
        <w:t xml:space="preserve"> o udzielenie Zamówienia, powielić liczbę wierszy odpowiednio od liczby Wykonawców.</w:t>
      </w:r>
    </w:p>
  </w:footnote>
  <w:footnote w:id="2">
    <w:p w14:paraId="034B87A4" w14:textId="711F1D33" w:rsidR="003A6CF6" w:rsidRDefault="003A6CF6">
      <w:pPr>
        <w:pStyle w:val="Tekstprzypisudolnego"/>
      </w:pPr>
      <w:r w:rsidRPr="003A6CF6">
        <w:rPr>
          <w:rStyle w:val="Odwoanieprzypisudolnego"/>
          <w:sz w:val="16"/>
          <w:szCs w:val="16"/>
        </w:rPr>
        <w:footnoteRef/>
      </w:r>
      <w:r w:rsidRPr="003A6CF6">
        <w:rPr>
          <w:sz w:val="16"/>
          <w:szCs w:val="16"/>
        </w:rPr>
        <w:t xml:space="preserve"> </w:t>
      </w:r>
      <w:r w:rsidRPr="003A6CF6">
        <w:rPr>
          <w:sz w:val="14"/>
          <w:szCs w:val="14"/>
        </w:rPr>
        <w:t>Niewłaściwe skreślić.</w:t>
      </w:r>
    </w:p>
  </w:footnote>
  <w:footnote w:id="3">
    <w:p w14:paraId="3C2C4F45" w14:textId="77777777" w:rsidR="00EB66FF" w:rsidRPr="00342E37" w:rsidRDefault="00EB66FF" w:rsidP="00EB66FF">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Pr>
          <w:rFonts w:ascii="Verdana" w:hAnsi="Verdana" w:cs="Arial"/>
          <w:sz w:val="14"/>
          <w:szCs w:val="14"/>
        </w:rPr>
        <w:t xml:space="preserve">, </w:t>
      </w:r>
      <w:r w:rsidRPr="00557406">
        <w:rPr>
          <w:rFonts w:ascii="Verdana" w:hAnsi="Verdana" w:cs="Arial"/>
          <w:sz w:val="14"/>
          <w:szCs w:val="14"/>
        </w:rPr>
        <w:t>zaktualizowanym rozporządzeniem 2025/2033</w:t>
      </w:r>
      <w:r w:rsidRPr="00342E37">
        <w:rPr>
          <w:rFonts w:ascii="Verdana" w:hAnsi="Verdana" w:cs="Arial"/>
          <w:sz w:val="14"/>
          <w:szCs w:val="14"/>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AE9D227" w14:textId="776ACDEC" w:rsidR="00EB66FF" w:rsidRPr="00342E37" w:rsidRDefault="00EB66FF" w:rsidP="00EB66FF">
      <w:pPr>
        <w:pStyle w:val="Tekstprzypisudolnego"/>
        <w:numPr>
          <w:ilvl w:val="0"/>
          <w:numId w:val="7"/>
        </w:numPr>
        <w:jc w:val="both"/>
        <w:rPr>
          <w:rFonts w:ascii="Verdana" w:hAnsi="Verdana" w:cs="Arial"/>
          <w:sz w:val="14"/>
          <w:szCs w:val="14"/>
        </w:rPr>
      </w:pPr>
      <w:r w:rsidRPr="00342E37">
        <w:rPr>
          <w:rFonts w:ascii="Verdana" w:hAnsi="Verdana" w:cs="Arial"/>
          <w:sz w:val="14"/>
          <w:szCs w:val="14"/>
        </w:rPr>
        <w:t>obywateli rosyjskich</w:t>
      </w:r>
      <w:r>
        <w:rPr>
          <w:rFonts w:ascii="Verdana" w:hAnsi="Verdana" w:cs="Arial"/>
          <w:sz w:val="14"/>
          <w:szCs w:val="14"/>
        </w:rPr>
        <w:t>,</w:t>
      </w:r>
      <w:r w:rsidRPr="00342E37">
        <w:rPr>
          <w:rFonts w:ascii="Verdana" w:hAnsi="Verdana" w:cs="Arial"/>
          <w:sz w:val="14"/>
          <w:szCs w:val="14"/>
        </w:rPr>
        <w:t xml:space="preserve"> osób fizycznych</w:t>
      </w:r>
      <w:r>
        <w:rPr>
          <w:rFonts w:ascii="Verdana" w:hAnsi="Verdana" w:cs="Arial"/>
          <w:sz w:val="14"/>
          <w:szCs w:val="14"/>
        </w:rPr>
        <w:t xml:space="preserve"> zamieszkałych w Rosji</w:t>
      </w:r>
      <w:r w:rsidRPr="00342E37">
        <w:rPr>
          <w:rFonts w:ascii="Verdana" w:hAnsi="Verdana" w:cs="Arial"/>
          <w:sz w:val="14"/>
          <w:szCs w:val="14"/>
        </w:rPr>
        <w:t xml:space="preserve"> lub </w:t>
      </w:r>
      <w:r>
        <w:rPr>
          <w:rFonts w:ascii="Verdana" w:hAnsi="Verdana" w:cs="Arial"/>
          <w:sz w:val="14"/>
          <w:szCs w:val="14"/>
        </w:rPr>
        <w:t xml:space="preserve">osób </w:t>
      </w:r>
      <w:r w:rsidRPr="00342E37">
        <w:rPr>
          <w:rFonts w:ascii="Verdana" w:hAnsi="Verdana" w:cs="Arial"/>
          <w:sz w:val="14"/>
          <w:szCs w:val="14"/>
        </w:rPr>
        <w:t>prawnych, podmiotów lub organów z siedzibą w Rosji;</w:t>
      </w:r>
    </w:p>
    <w:p w14:paraId="472FCB9A" w14:textId="576AC0E8" w:rsidR="00EB66FF" w:rsidRPr="00342E37" w:rsidRDefault="00EB66FF" w:rsidP="00EB66FF">
      <w:pPr>
        <w:pStyle w:val="Tekstprzypisudolnego"/>
        <w:numPr>
          <w:ilvl w:val="0"/>
          <w:numId w:val="7"/>
        </w:numPr>
        <w:jc w:val="both"/>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niniejszego ustępu; lub</w:t>
      </w:r>
    </w:p>
    <w:p w14:paraId="0FA2BDF2" w14:textId="35776CF5" w:rsidR="00EB66FF" w:rsidRPr="00342E37" w:rsidRDefault="00EB66FF" w:rsidP="00EB66FF">
      <w:pPr>
        <w:pStyle w:val="Tekstprzypisudolnego"/>
        <w:numPr>
          <w:ilvl w:val="0"/>
          <w:numId w:val="7"/>
        </w:numPr>
        <w:jc w:val="both"/>
        <w:rPr>
          <w:rFonts w:ascii="Verdana" w:hAnsi="Verdana" w:cs="Arial"/>
          <w:sz w:val="14"/>
          <w:szCs w:val="14"/>
        </w:rPr>
      </w:pPr>
      <w:r w:rsidRPr="00342E37">
        <w:rPr>
          <w:rFonts w:ascii="Verdana" w:hAnsi="Verdana" w:cs="Arial"/>
          <w:sz w:val="14"/>
          <w:szCs w:val="14"/>
        </w:rPr>
        <w:t xml:space="preserve">osób fizycznych lub prawnych, podmiotów lub organów działających w imieniu lub pod kierunkiem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lub b) niniejszego ustępu,</w:t>
      </w:r>
    </w:p>
    <w:p w14:paraId="715DAF13" w14:textId="77777777" w:rsidR="00EB66FF" w:rsidRPr="00342E37" w:rsidRDefault="00EB66FF" w:rsidP="00EB66FF">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w:t>
      </w:r>
      <w:proofErr w:type="gramStart"/>
      <w:r w:rsidRPr="00342E37">
        <w:rPr>
          <w:rFonts w:ascii="Verdana" w:hAnsi="Verdana" w:cs="Arial"/>
          <w:sz w:val="14"/>
          <w:szCs w:val="14"/>
        </w:rPr>
        <w:t>przypadku</w:t>
      </w:r>
      <w:proofErr w:type="gramEnd"/>
      <w:r w:rsidRPr="00342E37">
        <w:rPr>
          <w:rFonts w:ascii="Verdana" w:hAnsi="Verdana" w:cs="Arial"/>
          <w:sz w:val="14"/>
          <w:szCs w:val="14"/>
        </w:rPr>
        <w:t xml:space="preserve"> gdy przypada na nich ponad 10 % wartości zamówienia.</w:t>
      </w:r>
    </w:p>
  </w:footnote>
  <w:footnote w:id="4">
    <w:p w14:paraId="046AFB22" w14:textId="4FC59267" w:rsidR="004E5D6B" w:rsidRPr="00342E37" w:rsidRDefault="004E5D6B" w:rsidP="0035204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o szczególnych rozwiązaniach w zakresie przeciwdziałania wspieraniu agresji na Ukrainę oraz służących ochro</w:t>
      </w:r>
      <w:r>
        <w:rPr>
          <w:rFonts w:ascii="Verdana" w:hAnsi="Verdana" w:cs="Arial"/>
          <w:i/>
          <w:iCs/>
          <w:color w:val="222222"/>
          <w:sz w:val="14"/>
          <w:szCs w:val="14"/>
        </w:rPr>
        <w:t xml:space="preserve">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730F1FD" w14:textId="77777777" w:rsidR="004E5D6B" w:rsidRPr="00342E37" w:rsidRDefault="004E5D6B" w:rsidP="0035204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BC037F3" w14:textId="77777777" w:rsidR="004E5D6B" w:rsidRPr="00342E37" w:rsidRDefault="004E5D6B" w:rsidP="0035204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82F323B" w14:textId="77777777" w:rsidR="004E5D6B" w:rsidRPr="00896587" w:rsidRDefault="004E5D6B" w:rsidP="0035204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1BB90" w14:textId="77777777" w:rsidR="00E613BB" w:rsidRDefault="00E613B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24F96" w14:textId="4875F6E1" w:rsidR="004E5D6B" w:rsidRDefault="004E5D6B" w:rsidP="00294BF1">
    <w:pPr>
      <w:spacing w:after="0"/>
    </w:pPr>
    <w:r w:rsidRPr="006B2C28">
      <w:rPr>
        <w:rFonts w:asciiTheme="majorHAnsi" w:hAnsiTheme="majorHAnsi"/>
        <w:noProof/>
        <w:sz w:val="14"/>
        <w:szCs w:val="18"/>
        <w:highlight w:val="yellow"/>
        <w:lang w:eastAsia="pl-PL"/>
      </w:rPr>
      <w:drawing>
        <wp:anchor distT="0" distB="0" distL="114300" distR="114300" simplePos="0" relativeHeight="251708416" behindDoc="0" locked="0" layoutInCell="1" allowOverlap="1" wp14:anchorId="715C3B4F" wp14:editId="36997672">
          <wp:simplePos x="0" y="0"/>
          <wp:positionH relativeFrom="column">
            <wp:posOffset>4356735</wp:posOffset>
          </wp:positionH>
          <wp:positionV relativeFrom="paragraph">
            <wp:posOffset>-103836</wp:posOffset>
          </wp:positionV>
          <wp:extent cx="1287145" cy="384175"/>
          <wp:effectExtent l="0" t="0" r="0" b="0"/>
          <wp:wrapNone/>
          <wp:docPr id="336734180" name="Obraz 336734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695DE7B" w14:textId="77777777" w:rsidR="004E5D6B" w:rsidRDefault="004E5D6B" w:rsidP="00294BF1">
    <w:pPr>
      <w:spacing w:after="0"/>
    </w:pPr>
  </w:p>
  <w:p w14:paraId="59C1C70C" w14:textId="038C9264" w:rsidR="004E5D6B" w:rsidRPr="00063C0D" w:rsidRDefault="004E5D6B" w:rsidP="00294BF1">
    <w:pPr>
      <w:spacing w:after="0"/>
      <w:rPr>
        <w:rFonts w:ascii="Calibri" w:hAnsi="Calibri" w:cs="Calibri"/>
        <w:color w:val="008000"/>
        <w:sz w:val="20"/>
      </w:rPr>
    </w:pPr>
    <w:r>
      <w:rPr>
        <w:rFonts w:asciiTheme="majorHAnsi" w:hAnsiTheme="majorHAnsi"/>
        <w:color w:val="000000" w:themeColor="text1"/>
        <w:sz w:val="14"/>
        <w:szCs w:val="18"/>
      </w:rPr>
      <w:t xml:space="preserve">Specyfikacja </w:t>
    </w:r>
    <w:r w:rsidRPr="006E100D">
      <w:rPr>
        <w:rFonts w:asciiTheme="majorHAnsi" w:hAnsiTheme="majorHAnsi"/>
        <w:color w:val="000000" w:themeColor="text1"/>
        <w:sz w:val="14"/>
        <w:szCs w:val="18"/>
      </w:rPr>
      <w:t>Warunków Zamówienia (SWZ)</w:t>
    </w:r>
    <w:r>
      <w:tab/>
    </w:r>
    <w:r>
      <w:tab/>
    </w:r>
    <w:r>
      <w:tab/>
    </w:r>
    <w:r>
      <w:tab/>
    </w:r>
    <w:r>
      <w:tab/>
    </w:r>
    <w:r w:rsidRPr="00063C0D">
      <w:rPr>
        <w:rFonts w:ascii="Calibri" w:hAnsi="Calibri" w:cs="Calibri"/>
        <w:color w:val="008000"/>
        <w:sz w:val="20"/>
      </w:rPr>
      <w:t>Do użytku wewnętrznego w GK PGE</w:t>
    </w:r>
  </w:p>
  <w:p w14:paraId="6417BF4F" w14:textId="58159742" w:rsidR="004E5D6B" w:rsidRPr="00C415D3" w:rsidRDefault="00733E5B" w:rsidP="00733E5B">
    <w:pPr>
      <w:pStyle w:val="Nagwek"/>
      <w:tabs>
        <w:tab w:val="clear" w:pos="4536"/>
        <w:tab w:val="clear" w:pos="9072"/>
      </w:tabs>
      <w:ind w:right="2835"/>
      <w:jc w:val="both"/>
      <w:rPr>
        <w:rFonts w:asciiTheme="majorHAnsi" w:hAnsiTheme="majorHAnsi"/>
        <w:color w:val="000000" w:themeColor="text1"/>
        <w:sz w:val="14"/>
        <w:szCs w:val="18"/>
      </w:rPr>
    </w:pPr>
    <w:r w:rsidRPr="00733E5B">
      <w:rPr>
        <w:rFonts w:asciiTheme="majorHAnsi" w:hAnsiTheme="majorHAnsi"/>
        <w:color w:val="000000" w:themeColor="text1"/>
        <w:sz w:val="14"/>
        <w:szCs w:val="18"/>
      </w:rPr>
      <w:t>Modernizacja w kompleksie pomieszczeń 609 w budynku PGE Polska Grupa Energetyczna S.A.</w:t>
    </w:r>
  </w:p>
  <w:p w14:paraId="035B1184" w14:textId="6766A764" w:rsidR="004E5D6B" w:rsidRDefault="004E5D6B" w:rsidP="00C73AC0">
    <w:pPr>
      <w:pStyle w:val="Nagwek"/>
      <w:tabs>
        <w:tab w:val="clear" w:pos="4536"/>
        <w:tab w:val="clear" w:pos="9072"/>
      </w:tabs>
      <w:rPr>
        <w:rFonts w:asciiTheme="majorHAnsi" w:hAnsiTheme="majorHAnsi"/>
        <w:color w:val="000000" w:themeColor="text1"/>
        <w:sz w:val="14"/>
        <w:szCs w:val="18"/>
      </w:rPr>
    </w:pPr>
    <w:r w:rsidRPr="00C415D3">
      <w:rPr>
        <w:rFonts w:asciiTheme="majorHAnsi" w:hAnsiTheme="majorHAnsi"/>
        <w:color w:val="000000" w:themeColor="text1"/>
        <w:sz w:val="14"/>
        <w:szCs w:val="18"/>
      </w:rPr>
      <w:t>POST/PGE</w:t>
    </w:r>
    <w:r w:rsidR="00733E5B">
      <w:rPr>
        <w:rFonts w:asciiTheme="majorHAnsi" w:hAnsiTheme="majorHAnsi"/>
        <w:color w:val="000000" w:themeColor="text1"/>
        <w:sz w:val="14"/>
        <w:szCs w:val="18"/>
      </w:rPr>
      <w:t>/PGE/DZ/00296/2025</w:t>
    </w:r>
  </w:p>
  <w:p w14:paraId="24188CC8" w14:textId="77777777" w:rsidR="00C73AC0" w:rsidRPr="00C415D3" w:rsidRDefault="00C73AC0">
    <w:pPr>
      <w:pStyle w:val="Nagwek"/>
      <w:rPr>
        <w:rFonts w:asciiTheme="majorHAnsi" w:hAnsiTheme="majorHAnsi"/>
        <w:color w:val="000000" w:themeColor="text1"/>
        <w:sz w:val="14"/>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A5E82" w14:textId="77777777" w:rsidR="00E613BB" w:rsidRDefault="00E613BB">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4E5D6B" w:rsidRPr="006B2C28" w14:paraId="188D582E" w14:textId="77777777" w:rsidTr="00582CE9">
      <w:trPr>
        <w:trHeight w:val="1140"/>
      </w:trPr>
      <w:tc>
        <w:tcPr>
          <w:tcW w:w="6119" w:type="dxa"/>
          <w:vAlign w:val="center"/>
        </w:tcPr>
        <w:p w14:paraId="06FE55A6" w14:textId="79FA6F17" w:rsidR="004E5D6B" w:rsidRPr="006E100D" w:rsidRDefault="004E5D6B" w:rsidP="006E100D">
          <w:pPr>
            <w:suppressAutoHyphens/>
            <w:ind w:right="187"/>
            <w:rPr>
              <w:rFonts w:asciiTheme="majorHAnsi" w:hAnsiTheme="majorHAnsi"/>
              <w:color w:val="000000" w:themeColor="text1"/>
              <w:sz w:val="14"/>
              <w:szCs w:val="18"/>
            </w:rPr>
          </w:pPr>
          <w:r>
            <w:rPr>
              <w:noProof/>
            </w:rPr>
            <mc:AlternateContent>
              <mc:Choice Requires="wps">
                <w:drawing>
                  <wp:anchor distT="0" distB="0" distL="114300" distR="114300" simplePos="0" relativeHeight="251664384" behindDoc="0" locked="0" layoutInCell="0" allowOverlap="1" wp14:anchorId="1784BFA4" wp14:editId="46D4B7A1">
                    <wp:simplePos x="0" y="0"/>
                    <wp:positionH relativeFrom="page">
                      <wp:posOffset>0</wp:posOffset>
                    </wp:positionH>
                    <wp:positionV relativeFrom="page">
                      <wp:posOffset>190500</wp:posOffset>
                    </wp:positionV>
                    <wp:extent cx="7560310" cy="273050"/>
                    <wp:effectExtent l="0" t="0" r="0" b="12700"/>
                    <wp:wrapNone/>
                    <wp:docPr id="7" name="MSIPCM388d457d8d30a58d570258b5" descr="{&quot;HashCode&quot;:-1331662063,&quot;Height&quot;:841.0,&quot;Width&quot;:595.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3AF5B90" w14:textId="31ECC073" w:rsidR="004E5D6B" w:rsidRPr="005D78EA" w:rsidRDefault="004E5D6B" w:rsidP="005D78EA">
                                <w:pPr>
                                  <w:spacing w:after="0"/>
                                  <w:jc w:val="right"/>
                                  <w:rPr>
                                    <w:rFonts w:ascii="Calibri" w:hAnsi="Calibri" w:cs="Calibri"/>
                                    <w:color w:val="008000"/>
                                    <w:sz w:val="20"/>
                                  </w:rPr>
                                </w:pPr>
                                <w:r w:rsidRPr="005D78EA">
                                  <w:rPr>
                                    <w:rFonts w:ascii="Calibri" w:hAnsi="Calibri" w:cs="Calibri"/>
                                    <w:color w:val="008000"/>
                                    <w:sz w:val="20"/>
                                  </w:rPr>
                                  <w:t>Do użytku wewnętrznego w GK PGE</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784BFA4" id="_x0000_t202" coordsize="21600,21600" o:spt="202" path="m,l,21600r21600,l21600,xe">
                    <v:stroke joinstyle="miter"/>
                    <v:path gradientshapeok="t" o:connecttype="rect"/>
                  </v:shapetype>
                  <v:shape id="MSIPCM388d457d8d30a58d570258b5" o:spid="_x0000_s1029" type="#_x0000_t202" alt="{&quot;HashCode&quot;:-1331662063,&quot;Height&quot;:841.0,&quot;Width&quot;:595.0,&quot;Placement&quot;:&quot;Header&quot;,&quot;Index&quot;:&quot;Primary&quot;,&quot;Section&quot;:2,&quot;Top&quot;:0.0,&quot;Left&quot;:0.0}" style="position:absolute;margin-left:0;margin-top:15pt;width:595.3pt;height:21.5pt;z-index:25166438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63AF5B90" w14:textId="31ECC073" w:rsidR="004E5D6B" w:rsidRPr="005D78EA" w:rsidRDefault="004E5D6B" w:rsidP="005D78EA">
                          <w:pPr>
                            <w:spacing w:after="0"/>
                            <w:jc w:val="right"/>
                            <w:rPr>
                              <w:rFonts w:ascii="Calibri" w:hAnsi="Calibri" w:cs="Calibri"/>
                              <w:color w:val="008000"/>
                              <w:sz w:val="20"/>
                            </w:rPr>
                          </w:pPr>
                          <w:r w:rsidRPr="005D78EA">
                            <w:rPr>
                              <w:rFonts w:ascii="Calibri" w:hAnsi="Calibri" w:cs="Calibri"/>
                              <w:color w:val="008000"/>
                              <w:sz w:val="20"/>
                            </w:rPr>
                            <w:t>Do użytku wewnętrznego w GK PGE</w:t>
                          </w:r>
                        </w:p>
                      </w:txbxContent>
                    </v:textbox>
                    <w10:wrap anchorx="page" anchory="page"/>
                  </v:shape>
                </w:pict>
              </mc:Fallback>
            </mc:AlternateContent>
          </w:r>
          <w:r>
            <w:rPr>
              <w:noProof/>
            </w:rPr>
            <mc:AlternateContent>
              <mc:Choice Requires="wps">
                <w:drawing>
                  <wp:anchor distT="0" distB="0" distL="114300" distR="114300" simplePos="0" relativeHeight="251662336" behindDoc="0" locked="0" layoutInCell="0" allowOverlap="1" wp14:anchorId="6D14BC40" wp14:editId="7F055407">
                    <wp:simplePos x="0" y="0"/>
                    <wp:positionH relativeFrom="page">
                      <wp:posOffset>0</wp:posOffset>
                    </wp:positionH>
                    <wp:positionV relativeFrom="page">
                      <wp:posOffset>190500</wp:posOffset>
                    </wp:positionV>
                    <wp:extent cx="7560310" cy="273050"/>
                    <wp:effectExtent l="0" t="0" r="0" b="12700"/>
                    <wp:wrapNone/>
                    <wp:docPr id="4" name="MSIPCM02b24180a4043ca8449f5cf4" descr="{&quot;HashCode&quot;:-133166206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570DCA1" w14:textId="77777777" w:rsidR="004E5D6B" w:rsidRPr="00063C0D" w:rsidRDefault="004E5D6B" w:rsidP="00063C0D">
                                <w:pPr>
                                  <w:spacing w:after="0"/>
                                  <w:jc w:val="right"/>
                                  <w:rPr>
                                    <w:rFonts w:ascii="Calibri" w:hAnsi="Calibri" w:cs="Calibri"/>
                                    <w:color w:val="008000"/>
                                    <w:sz w:val="20"/>
                                  </w:rPr>
                                </w:pPr>
                                <w:r w:rsidRPr="00063C0D">
                                  <w:rPr>
                                    <w:rFonts w:ascii="Calibri" w:hAnsi="Calibri" w:cs="Calibri"/>
                                    <w:color w:val="008000"/>
                                    <w:sz w:val="20"/>
                                  </w:rPr>
                                  <w:t>Do użytku wewnętrznego w GK PGE</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 w14:anchorId="6D14BC40" id="MSIPCM02b24180a4043ca8449f5cf4" o:spid="_x0000_s1030" type="#_x0000_t202" alt="{&quot;HashCode&quot;:-1331662063,&quot;Height&quot;:841.0,&quot;Width&quot;:595.0,&quot;Placement&quot;:&quot;Header&quot;,&quot;Index&quot;:&quot;Primary&quot;,&quot;Section&quot;:1,&quot;Top&quot;:0.0,&quot;Left&quot;:0.0}" style="position:absolute;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7570DCA1" w14:textId="77777777" w:rsidR="004E5D6B" w:rsidRPr="00063C0D" w:rsidRDefault="004E5D6B" w:rsidP="00063C0D">
                          <w:pPr>
                            <w:spacing w:after="0"/>
                            <w:jc w:val="right"/>
                            <w:rPr>
                              <w:rFonts w:ascii="Calibri" w:hAnsi="Calibri" w:cs="Calibri"/>
                              <w:color w:val="008000"/>
                              <w:sz w:val="20"/>
                            </w:rPr>
                          </w:pPr>
                          <w:r w:rsidRPr="00063C0D">
                            <w:rPr>
                              <w:rFonts w:ascii="Calibri" w:hAnsi="Calibri" w:cs="Calibri"/>
                              <w:color w:val="008000"/>
                              <w:sz w:val="20"/>
                            </w:rPr>
                            <w:t>Do użytku wewnętrznego w GK PGE</w:t>
                          </w:r>
                        </w:p>
                      </w:txbxContent>
                    </v:textbox>
                    <w10:wrap anchorx="page" anchory="page"/>
                  </v:shape>
                </w:pict>
              </mc:Fallback>
            </mc:AlternateContent>
          </w:r>
          <w:r w:rsidRPr="006E100D">
            <w:rPr>
              <w:rFonts w:asciiTheme="majorHAnsi" w:hAnsiTheme="majorHAnsi"/>
              <w:color w:val="000000" w:themeColor="text1"/>
              <w:sz w:val="14"/>
              <w:szCs w:val="18"/>
            </w:rPr>
            <w:t>Specyfikacja Warunków Zamówienia (SWZ)</w:t>
          </w:r>
        </w:p>
        <w:p w14:paraId="66286F29" w14:textId="77777777" w:rsidR="004E5D6B" w:rsidRPr="006E100D" w:rsidRDefault="004E5D6B"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3D5807" w14:textId="77777777" w:rsidR="004E5D6B" w:rsidRPr="006B2C28" w:rsidRDefault="004E5D6B" w:rsidP="006E100D">
          <w:pPr>
            <w:suppressAutoHyphens/>
            <w:ind w:right="187"/>
            <w:rPr>
              <w:rFonts w:asciiTheme="majorHAnsi" w:hAnsiTheme="majorHAnsi"/>
              <w:color w:val="000000" w:themeColor="text1"/>
              <w:sz w:val="14"/>
              <w:szCs w:val="18"/>
            </w:rPr>
          </w:pPr>
          <w:proofErr w:type="gramStart"/>
          <w:r w:rsidRPr="006E100D">
            <w:rPr>
              <w:rFonts w:asciiTheme="majorHAnsi" w:hAnsiTheme="majorHAnsi"/>
              <w:color w:val="000000" w:themeColor="text1"/>
              <w:sz w:val="14"/>
              <w:szCs w:val="18"/>
            </w:rPr>
            <w:t>/….</w:t>
          </w:r>
          <w:proofErr w:type="gramEnd"/>
          <w:r w:rsidRPr="006E100D">
            <w:rPr>
              <w:rFonts w:asciiTheme="majorHAnsi" w:hAnsiTheme="majorHAnsi"/>
              <w:color w:val="000000" w:themeColor="text1"/>
              <w:sz w:val="14"/>
              <w:szCs w:val="18"/>
            </w:rPr>
            <w:t>./202…</w:t>
          </w:r>
        </w:p>
        <w:p w14:paraId="2466E01B" w14:textId="77777777" w:rsidR="004E5D6B" w:rsidRPr="006B2C28" w:rsidRDefault="004E5D6B" w:rsidP="00582CE9">
          <w:pPr>
            <w:suppressAutoHyphens/>
            <w:ind w:right="187"/>
            <w:rPr>
              <w:rFonts w:asciiTheme="majorHAnsi" w:hAnsiTheme="majorHAnsi"/>
              <w:color w:val="000000" w:themeColor="text1"/>
              <w:sz w:val="14"/>
              <w:szCs w:val="18"/>
            </w:rPr>
          </w:pPr>
        </w:p>
      </w:tc>
      <w:tc>
        <w:tcPr>
          <w:tcW w:w="977" w:type="dxa"/>
          <w:vAlign w:val="center"/>
        </w:tcPr>
        <w:p w14:paraId="19B0444D" w14:textId="2BA21B8D" w:rsidR="004E5D6B" w:rsidRPr="006B2C28" w:rsidRDefault="004E5D6B" w:rsidP="00582CE9">
          <w:pPr>
            <w:suppressAutoHyphens/>
            <w:ind w:right="187"/>
            <w:rPr>
              <w:rFonts w:asciiTheme="majorHAnsi" w:hAnsiTheme="majorHAnsi"/>
              <w:color w:val="092D74"/>
              <w:sz w:val="14"/>
              <w:szCs w:val="18"/>
            </w:rPr>
          </w:pPr>
        </w:p>
      </w:tc>
      <w:tc>
        <w:tcPr>
          <w:tcW w:w="3110" w:type="dxa"/>
          <w:vAlign w:val="center"/>
        </w:tcPr>
        <w:p w14:paraId="1A39054F" w14:textId="66EC761C" w:rsidR="004E5D6B" w:rsidRPr="006B2C28" w:rsidRDefault="004E5D6B" w:rsidP="00582CE9">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59264" behindDoc="0" locked="0" layoutInCell="1" allowOverlap="1" wp14:anchorId="4BDE7516" wp14:editId="6682331A">
                <wp:simplePos x="0" y="0"/>
                <wp:positionH relativeFrom="column">
                  <wp:posOffset>404495</wp:posOffset>
                </wp:positionH>
                <wp:positionV relativeFrom="paragraph">
                  <wp:posOffset>-86995</wp:posOffset>
                </wp:positionV>
                <wp:extent cx="1287145" cy="384175"/>
                <wp:effectExtent l="0" t="0" r="0" b="0"/>
                <wp:wrapNone/>
                <wp:docPr id="138" name="Obraz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017CA432" w14:textId="62B6C1EA" w:rsidR="004E5D6B" w:rsidRDefault="004E5D6B" w:rsidP="00582CE9">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4E5D6B" w:rsidRPr="006B2C28" w14:paraId="699BEE06" w14:textId="77777777" w:rsidTr="008C65DD">
      <w:trPr>
        <w:trHeight w:val="1140"/>
      </w:trPr>
      <w:tc>
        <w:tcPr>
          <w:tcW w:w="6119" w:type="dxa"/>
          <w:vAlign w:val="center"/>
        </w:tcPr>
        <w:p w14:paraId="0A15477D" w14:textId="4A57F53C" w:rsidR="004E5D6B" w:rsidRPr="006E100D" w:rsidRDefault="004E5D6B"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4778B018" w14:textId="77777777" w:rsidR="00E613BB" w:rsidRPr="00C415D3" w:rsidRDefault="00E613BB" w:rsidP="00E613BB">
          <w:pPr>
            <w:pStyle w:val="Nagwek"/>
            <w:tabs>
              <w:tab w:val="clear" w:pos="4536"/>
              <w:tab w:val="clear" w:pos="9072"/>
            </w:tabs>
            <w:ind w:right="2835"/>
            <w:jc w:val="both"/>
            <w:rPr>
              <w:rFonts w:asciiTheme="majorHAnsi" w:hAnsiTheme="majorHAnsi"/>
              <w:color w:val="000000" w:themeColor="text1"/>
              <w:sz w:val="14"/>
              <w:szCs w:val="18"/>
            </w:rPr>
          </w:pPr>
          <w:r w:rsidRPr="00733E5B">
            <w:rPr>
              <w:rFonts w:asciiTheme="majorHAnsi" w:hAnsiTheme="majorHAnsi"/>
              <w:color w:val="000000" w:themeColor="text1"/>
              <w:sz w:val="14"/>
              <w:szCs w:val="18"/>
            </w:rPr>
            <w:t>Modernizacja w kompleksie pomieszczeń 609 w budynku PGE Polska Grupa Energetyczna S.A.</w:t>
          </w:r>
        </w:p>
        <w:p w14:paraId="7C08518C" w14:textId="77777777" w:rsidR="00E613BB" w:rsidRDefault="00E613BB" w:rsidP="00E613BB">
          <w:pPr>
            <w:pStyle w:val="Nagwek"/>
            <w:tabs>
              <w:tab w:val="clear" w:pos="4536"/>
              <w:tab w:val="clear" w:pos="9072"/>
            </w:tabs>
            <w:rPr>
              <w:rFonts w:asciiTheme="majorHAnsi" w:hAnsiTheme="majorHAnsi"/>
              <w:color w:val="000000" w:themeColor="text1"/>
              <w:sz w:val="14"/>
              <w:szCs w:val="18"/>
            </w:rPr>
          </w:pPr>
          <w:r w:rsidRPr="00C415D3">
            <w:rPr>
              <w:rFonts w:asciiTheme="majorHAnsi" w:hAnsiTheme="majorHAnsi"/>
              <w:color w:val="000000" w:themeColor="text1"/>
              <w:sz w:val="14"/>
              <w:szCs w:val="18"/>
            </w:rPr>
            <w:t>POST/PGE</w:t>
          </w:r>
          <w:r>
            <w:rPr>
              <w:rFonts w:asciiTheme="majorHAnsi" w:hAnsiTheme="majorHAnsi"/>
              <w:color w:val="000000" w:themeColor="text1"/>
              <w:sz w:val="14"/>
              <w:szCs w:val="18"/>
            </w:rPr>
            <w:t>/PGE/DZ/00296/2025</w:t>
          </w:r>
        </w:p>
        <w:p w14:paraId="662D56FA" w14:textId="77777777" w:rsidR="00E613BB" w:rsidRPr="00C415D3" w:rsidRDefault="00E613BB" w:rsidP="00E613BB">
          <w:pPr>
            <w:pStyle w:val="Nagwek"/>
            <w:rPr>
              <w:rFonts w:asciiTheme="majorHAnsi" w:hAnsiTheme="majorHAnsi"/>
              <w:color w:val="000000" w:themeColor="text1"/>
              <w:sz w:val="14"/>
              <w:szCs w:val="18"/>
            </w:rPr>
          </w:pPr>
        </w:p>
        <w:p w14:paraId="206CD3C2" w14:textId="77777777" w:rsidR="004E5D6B" w:rsidRPr="006B2C28" w:rsidRDefault="004E5D6B" w:rsidP="00DE3208">
          <w:pPr>
            <w:suppressAutoHyphens/>
            <w:ind w:right="187"/>
            <w:rPr>
              <w:rFonts w:asciiTheme="majorHAnsi" w:hAnsiTheme="majorHAnsi"/>
              <w:color w:val="000000" w:themeColor="text1"/>
              <w:sz w:val="14"/>
              <w:szCs w:val="18"/>
            </w:rPr>
          </w:pPr>
        </w:p>
      </w:tc>
      <w:tc>
        <w:tcPr>
          <w:tcW w:w="6119" w:type="dxa"/>
          <w:vAlign w:val="center"/>
        </w:tcPr>
        <w:p w14:paraId="0A047B44" w14:textId="0CA44B57" w:rsidR="004E5D6B" w:rsidRPr="006B2C28" w:rsidRDefault="004E5D6B" w:rsidP="00DE3208">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61312" behindDoc="0" locked="0" layoutInCell="1" allowOverlap="1" wp14:anchorId="00A63ACC" wp14:editId="70C49B18">
                <wp:simplePos x="0" y="0"/>
                <wp:positionH relativeFrom="column">
                  <wp:posOffset>1153160</wp:posOffset>
                </wp:positionH>
                <wp:positionV relativeFrom="paragraph">
                  <wp:posOffset>-46355</wp:posOffset>
                </wp:positionV>
                <wp:extent cx="1287145" cy="384175"/>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6119" w:type="dxa"/>
          <w:vAlign w:val="center"/>
        </w:tcPr>
        <w:p w14:paraId="68F9A59C" w14:textId="77777777" w:rsidR="004E5D6B" w:rsidRPr="006B2C28" w:rsidRDefault="004E5D6B" w:rsidP="00DE3208">
          <w:pPr>
            <w:suppressAutoHyphens/>
            <w:ind w:right="187"/>
            <w:rPr>
              <w:rFonts w:asciiTheme="majorHAnsi" w:hAnsiTheme="majorHAnsi"/>
              <w:color w:val="092D74"/>
              <w:sz w:val="14"/>
              <w:szCs w:val="18"/>
            </w:rPr>
          </w:pPr>
        </w:p>
      </w:tc>
      <w:tc>
        <w:tcPr>
          <w:tcW w:w="6119" w:type="dxa"/>
          <w:vAlign w:val="center"/>
        </w:tcPr>
        <w:p w14:paraId="4C533D91" w14:textId="77777777" w:rsidR="004E5D6B" w:rsidRPr="006B2C28" w:rsidRDefault="004E5D6B" w:rsidP="00DE3208">
          <w:pPr>
            <w:suppressAutoHyphens/>
            <w:ind w:right="187"/>
            <w:rPr>
              <w:rFonts w:asciiTheme="majorHAnsi" w:hAnsiTheme="majorHAnsi"/>
              <w:color w:val="000000" w:themeColor="text1"/>
              <w:sz w:val="14"/>
              <w:szCs w:val="18"/>
            </w:rPr>
          </w:pPr>
        </w:p>
      </w:tc>
      <w:tc>
        <w:tcPr>
          <w:tcW w:w="977" w:type="dxa"/>
          <w:vAlign w:val="center"/>
        </w:tcPr>
        <w:p w14:paraId="306DD318" w14:textId="77777777" w:rsidR="004E5D6B" w:rsidRPr="006B2C28" w:rsidRDefault="004E5D6B" w:rsidP="00DE3208">
          <w:pPr>
            <w:suppressAutoHyphens/>
            <w:ind w:right="187"/>
            <w:rPr>
              <w:rFonts w:asciiTheme="majorHAnsi" w:hAnsiTheme="majorHAnsi"/>
              <w:color w:val="092D74"/>
              <w:sz w:val="14"/>
              <w:szCs w:val="18"/>
            </w:rPr>
          </w:pPr>
        </w:p>
      </w:tc>
      <w:tc>
        <w:tcPr>
          <w:tcW w:w="3110" w:type="dxa"/>
          <w:vAlign w:val="center"/>
        </w:tcPr>
        <w:p w14:paraId="00481D62" w14:textId="77777777" w:rsidR="004E5D6B" w:rsidRPr="006B2C28" w:rsidRDefault="004E5D6B" w:rsidP="00DE3208">
          <w:pPr>
            <w:suppressAutoHyphens/>
            <w:ind w:right="187"/>
            <w:rPr>
              <w:rFonts w:asciiTheme="majorHAnsi" w:hAnsiTheme="majorHAnsi"/>
              <w:color w:val="092D74"/>
              <w:sz w:val="14"/>
              <w:szCs w:val="18"/>
            </w:rPr>
          </w:pPr>
        </w:p>
      </w:tc>
    </w:tr>
  </w:tbl>
  <w:p w14:paraId="1E074994" w14:textId="2221CDE4" w:rsidR="004E5D6B" w:rsidRDefault="004E5D6B">
    <w:pPr>
      <w:pStyle w:val="Nagwek"/>
    </w:pPr>
    <w:r>
      <w:rPr>
        <w:noProof/>
        <w:lang w:eastAsia="pl-PL"/>
      </w:rPr>
      <mc:AlternateContent>
        <mc:Choice Requires="wps">
          <w:drawing>
            <wp:anchor distT="0" distB="0" distL="114300" distR="114300" simplePos="0" relativeHeight="251665408" behindDoc="0" locked="0" layoutInCell="0" allowOverlap="1" wp14:anchorId="05E47A00" wp14:editId="36E0973F">
              <wp:simplePos x="0" y="0"/>
              <wp:positionH relativeFrom="page">
                <wp:posOffset>0</wp:posOffset>
              </wp:positionH>
              <wp:positionV relativeFrom="page">
                <wp:posOffset>190500</wp:posOffset>
              </wp:positionV>
              <wp:extent cx="7560310" cy="273050"/>
              <wp:effectExtent l="0" t="0" r="0" b="12700"/>
              <wp:wrapNone/>
              <wp:docPr id="8" name="MSIPCM39a941ad99ec0a3915ba9b4a" descr="{&quot;HashCode&quot;:-1331662063,&quot;Height&quot;:841.0,&quot;Width&quot;:595.0,&quot;Placement&quot;:&quot;Header&quot;,&quot;Index&quot;:&quot;FirstPage&quot;,&quot;Section&quot;:2,&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3B33F24" w14:textId="390A1A87" w:rsidR="004E5D6B" w:rsidRPr="005D78EA" w:rsidRDefault="004E5D6B" w:rsidP="005D78EA">
                          <w:pPr>
                            <w:spacing w:after="0"/>
                            <w:jc w:val="right"/>
                            <w:rPr>
                              <w:rFonts w:ascii="Calibri" w:hAnsi="Calibri" w:cs="Calibri"/>
                              <w:color w:val="008000"/>
                              <w:sz w:val="20"/>
                            </w:rPr>
                          </w:pPr>
                          <w:r w:rsidRPr="005D78EA">
                            <w:rPr>
                              <w:rFonts w:ascii="Calibri" w:hAnsi="Calibri" w:cs="Calibri"/>
                              <w:color w:val="008000"/>
                              <w:sz w:val="20"/>
                            </w:rPr>
                            <w:t>Do użytku wewnętrznego w GK PGE</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5E47A00" id="_x0000_t202" coordsize="21600,21600" o:spt="202" path="m,l,21600r21600,l21600,xe">
              <v:stroke joinstyle="miter"/>
              <v:path gradientshapeok="t" o:connecttype="rect"/>
            </v:shapetype>
            <v:shape id="MSIPCM39a941ad99ec0a3915ba9b4a" o:spid="_x0000_s1031" type="#_x0000_t202" alt="{&quot;HashCode&quot;:-1331662063,&quot;Height&quot;:841.0,&quot;Width&quot;:595.0,&quot;Placement&quot;:&quot;Header&quot;,&quot;Index&quot;:&quot;FirstPage&quot;,&quot;Section&quot;:2,&quot;Top&quot;:0.0,&quot;Left&quot;:0.0}" style="position:absolute;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" o:allowincell="f" filled="f" stroked="f" strokeweight=".5pt">
              <v:textbox inset=",0,20pt,0">
                <w:txbxContent>
                  <w:p w14:paraId="03B33F24" w14:textId="390A1A87" w:rsidR="004E5D6B" w:rsidRPr="005D78EA" w:rsidRDefault="004E5D6B" w:rsidP="005D78EA">
                    <w:pPr>
                      <w:spacing w:after="0"/>
                      <w:jc w:val="right"/>
                      <w:rPr>
                        <w:rFonts w:ascii="Calibri" w:hAnsi="Calibri" w:cs="Calibri"/>
                        <w:color w:val="008000"/>
                        <w:sz w:val="20"/>
                      </w:rPr>
                    </w:pPr>
                    <w:r w:rsidRPr="005D78EA">
                      <w:rPr>
                        <w:rFonts w:ascii="Calibri" w:hAnsi="Calibri" w:cs="Calibri"/>
                        <w:color w:val="008000"/>
                        <w:sz w:val="20"/>
                      </w:rPr>
                      <w:t>Do użytku wewnętrznego w GK PGE</w:t>
                    </w:r>
                  </w:p>
                </w:txbxContent>
              </v:textbox>
              <w10:wrap anchorx="page" anchory="page"/>
            </v:shape>
          </w:pict>
        </mc:Fallback>
      </mc:AlternateContent>
    </w:r>
    <w:r>
      <w:rPr>
        <w:noProof/>
        <w:lang w:eastAsia="pl-PL"/>
      </w:rPr>
      <mc:AlternateContent>
        <mc:Choice Requires="wps">
          <w:drawing>
            <wp:anchor distT="0" distB="0" distL="114300" distR="114300" simplePos="0" relativeHeight="251663360" behindDoc="0" locked="0" layoutInCell="0" allowOverlap="1" wp14:anchorId="668611A3" wp14:editId="0A14E28B">
              <wp:simplePos x="0" y="0"/>
              <wp:positionH relativeFrom="page">
                <wp:posOffset>0</wp:posOffset>
              </wp:positionH>
              <wp:positionV relativeFrom="page">
                <wp:posOffset>190500</wp:posOffset>
              </wp:positionV>
              <wp:extent cx="7560310" cy="273050"/>
              <wp:effectExtent l="0" t="0" r="0" b="12700"/>
              <wp:wrapNone/>
              <wp:docPr id="5" name="MSIPCM415b4106b98c18247295ba9f" descr="{&quot;HashCode&quot;:-133166206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752A9B4" w14:textId="77777777" w:rsidR="004E5D6B" w:rsidRPr="00063C0D" w:rsidRDefault="004E5D6B" w:rsidP="00063C0D">
                          <w:pPr>
                            <w:spacing w:after="0"/>
                            <w:jc w:val="right"/>
                            <w:rPr>
                              <w:rFonts w:ascii="Calibri" w:hAnsi="Calibri" w:cs="Calibri"/>
                              <w:color w:val="008000"/>
                              <w:sz w:val="20"/>
                            </w:rPr>
                          </w:pPr>
                          <w:r w:rsidRPr="00063C0D">
                            <w:rPr>
                              <w:rFonts w:ascii="Calibri" w:hAnsi="Calibri" w:cs="Calibri"/>
                              <w:color w:val="008000"/>
                              <w:sz w:val="20"/>
                            </w:rPr>
                            <w:t>Do użytku wewnętrznego w GK PGE</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 w14:anchorId="668611A3" id="MSIPCM415b4106b98c18247295ba9f" o:spid="_x0000_s1032" type="#_x0000_t202" alt="{&quot;HashCode&quot;:-1331662063,&quot;Height&quot;:841.0,&quot;Width&quot;:595.0,&quot;Placement&quot;:&quot;Header&quot;,&quot;Index&quot;:&quot;FirstPage&quot;,&quot;Section&quot;:1,&quot;Top&quot;:0.0,&quot;Left&quot;:0.0}" style="position:absolute;margin-left:0;margin-top:15pt;width:595.3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" o:allowincell="f" filled="f" stroked="f" strokeweight=".5pt">
              <v:textbox inset=",0,20pt,0">
                <w:txbxContent>
                  <w:p w14:paraId="2752A9B4" w14:textId="77777777" w:rsidR="004E5D6B" w:rsidRPr="00063C0D" w:rsidRDefault="004E5D6B" w:rsidP="00063C0D">
                    <w:pPr>
                      <w:spacing w:after="0"/>
                      <w:jc w:val="right"/>
                      <w:rPr>
                        <w:rFonts w:ascii="Calibri" w:hAnsi="Calibri" w:cs="Calibri"/>
                        <w:color w:val="008000"/>
                        <w:sz w:val="20"/>
                      </w:rPr>
                    </w:pPr>
                    <w:r w:rsidRPr="00063C0D">
                      <w:rPr>
                        <w:rFonts w:ascii="Calibri" w:hAnsi="Calibri" w:cs="Calibri"/>
                        <w:color w:val="008000"/>
                        <w:sz w:val="20"/>
                      </w:rPr>
                      <w:t>Do użytku wewnętrznego w GK PGE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5078"/>
    <w:multiLevelType w:val="multilevel"/>
    <w:tmpl w:val="1F1830F4"/>
    <w:lvl w:ilvl="0">
      <w:start w:val="9"/>
      <w:numFmt w:val="decimal"/>
      <w:lvlText w:val="%1"/>
      <w:lvlJc w:val="left"/>
      <w:pPr>
        <w:ind w:left="360" w:hanging="360"/>
      </w:pPr>
      <w:rPr>
        <w:rFonts w:hint="default"/>
        <w:b/>
        <w:color w:val="1A7466" w:themeColor="text2"/>
      </w:rPr>
    </w:lvl>
    <w:lvl w:ilvl="1">
      <w:start w:val="1"/>
      <w:numFmt w:val="decimal"/>
      <w:lvlText w:val="%1.%2"/>
      <w:lvlJc w:val="left"/>
      <w:pPr>
        <w:ind w:left="360" w:hanging="360"/>
      </w:pPr>
      <w:rPr>
        <w:rFonts w:hint="default"/>
        <w:b/>
        <w:color w:val="1A7466" w:themeColor="text2"/>
      </w:rPr>
    </w:lvl>
    <w:lvl w:ilvl="2">
      <w:start w:val="1"/>
      <w:numFmt w:val="decimal"/>
      <w:lvlText w:val="%1.4.2"/>
      <w:lvlJc w:val="left"/>
      <w:pPr>
        <w:ind w:left="1855" w:hanging="720"/>
      </w:pPr>
      <w:rPr>
        <w:rFonts w:hint="default"/>
        <w:b w:val="0"/>
        <w:color w:val="auto"/>
      </w:rPr>
    </w:lvl>
    <w:lvl w:ilvl="3">
      <w:start w:val="1"/>
      <w:numFmt w:val="none"/>
      <w:lvlText w:val="9.4.2.1"/>
      <w:lvlJc w:val="left"/>
      <w:pPr>
        <w:ind w:left="720" w:hanging="720"/>
      </w:pPr>
      <w:rPr>
        <w:rFonts w:hint="default"/>
        <w:b w:val="0"/>
        <w:strike w:val="0"/>
        <w:color w:val="auto"/>
      </w:rPr>
    </w:lvl>
    <w:lvl w:ilvl="4">
      <w:start w:val="1"/>
      <w:numFmt w:val="none"/>
      <w:lvlText w:val="9.4.2.2.1"/>
      <w:lvlJc w:val="left"/>
      <w:pPr>
        <w:ind w:left="1080" w:hanging="1080"/>
      </w:pPr>
      <w:rPr>
        <w:rFonts w:hint="default"/>
        <w:b w:val="0"/>
        <w:color w:val="auto"/>
      </w:rPr>
    </w:lvl>
    <w:lvl w:ilvl="5">
      <w:start w:val="1"/>
      <w:numFmt w:val="decimal"/>
      <w:lvlText w:val="%1.%2.%3.%4.%5.%6"/>
      <w:lvlJc w:val="left"/>
      <w:pPr>
        <w:ind w:left="1080" w:hanging="1080"/>
      </w:pPr>
      <w:rPr>
        <w:rFonts w:hint="default"/>
        <w:b/>
        <w:color w:val="1A7466" w:themeColor="text2"/>
      </w:rPr>
    </w:lvl>
    <w:lvl w:ilvl="6">
      <w:start w:val="1"/>
      <w:numFmt w:val="decimal"/>
      <w:lvlText w:val="%1.%2.%3.%4.%5.%6.%7"/>
      <w:lvlJc w:val="left"/>
      <w:pPr>
        <w:ind w:left="1440" w:hanging="1440"/>
      </w:pPr>
      <w:rPr>
        <w:rFonts w:hint="default"/>
        <w:b/>
        <w:color w:val="1A7466" w:themeColor="text2"/>
      </w:rPr>
    </w:lvl>
    <w:lvl w:ilvl="7">
      <w:start w:val="1"/>
      <w:numFmt w:val="decimal"/>
      <w:lvlText w:val="%1.%2.%3.%4.%5.%6.%7.%8"/>
      <w:lvlJc w:val="left"/>
      <w:pPr>
        <w:ind w:left="1440" w:hanging="1440"/>
      </w:pPr>
      <w:rPr>
        <w:rFonts w:hint="default"/>
        <w:b/>
        <w:color w:val="1A7466" w:themeColor="text2"/>
      </w:rPr>
    </w:lvl>
    <w:lvl w:ilvl="8">
      <w:start w:val="1"/>
      <w:numFmt w:val="decimal"/>
      <w:lvlText w:val="%1.%2.%3.%4.%5.%6.%7.%8.%9"/>
      <w:lvlJc w:val="left"/>
      <w:pPr>
        <w:ind w:left="1800" w:hanging="1800"/>
      </w:pPr>
      <w:rPr>
        <w:rFonts w:hint="default"/>
        <w:b/>
        <w:color w:val="1A7466" w:themeColor="text2"/>
      </w:rPr>
    </w:lvl>
  </w:abstractNum>
  <w:abstractNum w:abstractNumId="1" w15:restartNumberingAfterBreak="0">
    <w:nsid w:val="087C2D8E"/>
    <w:multiLevelType w:val="hybridMultilevel"/>
    <w:tmpl w:val="C694C9A8"/>
    <w:lvl w:ilvl="0" w:tplc="7E448E9A">
      <w:start w:val="1"/>
      <w:numFmt w:val="bullet"/>
      <w:lvlText w:val=""/>
      <w:lvlJc w:val="left"/>
      <w:pPr>
        <w:ind w:left="1069" w:hanging="360"/>
      </w:pPr>
      <w:rPr>
        <w:rFonts w:ascii="Symbol" w:hAnsi="Symbol" w:hint="default"/>
      </w:rPr>
    </w:lvl>
    <w:lvl w:ilvl="1" w:tplc="7E448E9A">
      <w:start w:val="1"/>
      <w:numFmt w:val="bullet"/>
      <w:lvlText w:val=""/>
      <w:lvlJc w:val="left"/>
      <w:pPr>
        <w:ind w:left="1789" w:hanging="360"/>
      </w:pPr>
      <w:rPr>
        <w:rFonts w:ascii="Symbol" w:hAnsi="Symbol"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 w15:restartNumberingAfterBreak="0">
    <w:nsid w:val="14081D77"/>
    <w:multiLevelType w:val="hybridMultilevel"/>
    <w:tmpl w:val="27C2ADC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3C567E3"/>
    <w:multiLevelType w:val="hybridMultilevel"/>
    <w:tmpl w:val="53E87BB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3C08E4"/>
    <w:multiLevelType w:val="multilevel"/>
    <w:tmpl w:val="BC2A48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sz w:val="20"/>
        <w:szCs w:val="24"/>
      </w:rPr>
    </w:lvl>
    <w:lvl w:ilvl="2">
      <w:start w:val="1"/>
      <w:numFmt w:val="decimal"/>
      <w:lvlText w:val="%1.%2.%3."/>
      <w:lvlJc w:val="left"/>
      <w:pPr>
        <w:ind w:left="720" w:hanging="720"/>
      </w:pPr>
      <w:rPr>
        <w:rFonts w:hint="default"/>
        <w:b w:val="0"/>
        <w:bCs w:val="0"/>
        <w:color w:val="auto"/>
        <w:sz w:val="20"/>
        <w:szCs w:val="24"/>
      </w:rPr>
    </w:lvl>
    <w:lvl w:ilvl="3">
      <w:start w:val="1"/>
      <w:numFmt w:val="lowerLetter"/>
      <w:lvlText w:val="%4."/>
      <w:lvlJc w:val="left"/>
      <w:pPr>
        <w:ind w:left="360" w:hanging="360"/>
      </w:p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3B14825"/>
    <w:multiLevelType w:val="hybridMultilevel"/>
    <w:tmpl w:val="0144DC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9" w15:restartNumberingAfterBreak="0">
    <w:nsid w:val="378F2459"/>
    <w:multiLevelType w:val="multilevel"/>
    <w:tmpl w:val="2B70AC8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sz w:val="22"/>
        <w:szCs w:val="22"/>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D4E1FD7"/>
    <w:multiLevelType w:val="multilevel"/>
    <w:tmpl w:val="A07648E8"/>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b w:val="0"/>
        <w:i w:val="0"/>
      </w:rPr>
    </w:lvl>
    <w:lvl w:ilvl="3">
      <w:start w:val="1"/>
      <w:numFmt w:val="decimal"/>
      <w:pStyle w:val="Styl3"/>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3E6B43DB"/>
    <w:multiLevelType w:val="multilevel"/>
    <w:tmpl w:val="370E845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sz w:val="20"/>
        <w:szCs w:val="24"/>
      </w:rPr>
    </w:lvl>
    <w:lvl w:ilvl="2">
      <w:start w:val="1"/>
      <w:numFmt w:val="decimal"/>
      <w:lvlText w:val="%1.%2.%3."/>
      <w:lvlJc w:val="left"/>
      <w:pPr>
        <w:ind w:left="720" w:hanging="720"/>
      </w:pPr>
      <w:rPr>
        <w:rFonts w:hint="default"/>
        <w:b w:val="0"/>
        <w:bCs w:val="0"/>
        <w:color w:val="auto"/>
        <w:sz w:val="20"/>
        <w:szCs w:val="24"/>
      </w:rPr>
    </w:lvl>
    <w:lvl w:ilvl="3">
      <w:start w:val="1"/>
      <w:numFmt w:val="lowerLetter"/>
      <w:lvlText w:val="%4."/>
      <w:lvlJc w:val="left"/>
      <w:pPr>
        <w:ind w:left="360" w:hanging="360"/>
      </w:p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DBA16D2"/>
    <w:multiLevelType w:val="hybridMultilevel"/>
    <w:tmpl w:val="23DE4E84"/>
    <w:lvl w:ilvl="0" w:tplc="A84E696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C14DC4"/>
    <w:multiLevelType w:val="hybridMultilevel"/>
    <w:tmpl w:val="02C6C83C"/>
    <w:lvl w:ilvl="0" w:tplc="0415000F">
      <w:start w:val="1"/>
      <w:numFmt w:val="decimal"/>
      <w:lvlText w:val="%1."/>
      <w:lvlJc w:val="left"/>
      <w:pPr>
        <w:ind w:left="2912" w:hanging="360"/>
      </w:pPr>
    </w:lvl>
    <w:lvl w:ilvl="1" w:tplc="04150019">
      <w:start w:val="1"/>
      <w:numFmt w:val="lowerLetter"/>
      <w:lvlText w:val="%2."/>
      <w:lvlJc w:val="left"/>
      <w:pPr>
        <w:ind w:left="3632" w:hanging="360"/>
      </w:pPr>
    </w:lvl>
    <w:lvl w:ilvl="2" w:tplc="0415001B">
      <w:start w:val="1"/>
      <w:numFmt w:val="lowerRoman"/>
      <w:lvlText w:val="%3."/>
      <w:lvlJc w:val="right"/>
      <w:pPr>
        <w:ind w:left="4352" w:hanging="180"/>
      </w:pPr>
    </w:lvl>
    <w:lvl w:ilvl="3" w:tplc="0415000F">
      <w:start w:val="1"/>
      <w:numFmt w:val="decimal"/>
      <w:lvlText w:val="%4."/>
      <w:lvlJc w:val="left"/>
      <w:pPr>
        <w:ind w:left="5072" w:hanging="360"/>
      </w:pPr>
    </w:lvl>
    <w:lvl w:ilvl="4" w:tplc="04150019">
      <w:start w:val="1"/>
      <w:numFmt w:val="lowerLetter"/>
      <w:lvlText w:val="%5."/>
      <w:lvlJc w:val="left"/>
      <w:pPr>
        <w:ind w:left="5792" w:hanging="360"/>
      </w:pPr>
    </w:lvl>
    <w:lvl w:ilvl="5" w:tplc="0415001B">
      <w:start w:val="1"/>
      <w:numFmt w:val="lowerRoman"/>
      <w:lvlText w:val="%6."/>
      <w:lvlJc w:val="right"/>
      <w:pPr>
        <w:ind w:left="6512" w:hanging="180"/>
      </w:pPr>
    </w:lvl>
    <w:lvl w:ilvl="6" w:tplc="0415000F">
      <w:start w:val="1"/>
      <w:numFmt w:val="decimal"/>
      <w:lvlText w:val="%7."/>
      <w:lvlJc w:val="left"/>
      <w:pPr>
        <w:ind w:left="7232" w:hanging="360"/>
      </w:pPr>
    </w:lvl>
    <w:lvl w:ilvl="7" w:tplc="04150019">
      <w:start w:val="1"/>
      <w:numFmt w:val="lowerLetter"/>
      <w:lvlText w:val="%8."/>
      <w:lvlJc w:val="left"/>
      <w:pPr>
        <w:ind w:left="7952" w:hanging="360"/>
      </w:pPr>
    </w:lvl>
    <w:lvl w:ilvl="8" w:tplc="0415001B">
      <w:start w:val="1"/>
      <w:numFmt w:val="lowerRoman"/>
      <w:lvlText w:val="%9."/>
      <w:lvlJc w:val="right"/>
      <w:pPr>
        <w:ind w:left="8672" w:hanging="180"/>
      </w:pPr>
    </w:lvl>
  </w:abstractNum>
  <w:abstractNum w:abstractNumId="14" w15:restartNumberingAfterBreak="0">
    <w:nsid w:val="557B23F3"/>
    <w:multiLevelType w:val="hybridMultilevel"/>
    <w:tmpl w:val="D476372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9DB6E5F"/>
    <w:multiLevelType w:val="hybridMultilevel"/>
    <w:tmpl w:val="BB88D2EE"/>
    <w:lvl w:ilvl="0" w:tplc="B02C2B1A">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BCD0547"/>
    <w:multiLevelType w:val="multilevel"/>
    <w:tmpl w:val="9602363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sz w:val="20"/>
        <w:szCs w:val="24"/>
      </w:rPr>
    </w:lvl>
    <w:lvl w:ilvl="2">
      <w:start w:val="1"/>
      <w:numFmt w:val="decimal"/>
      <w:lvlText w:val="%1.%2.%3."/>
      <w:lvlJc w:val="left"/>
      <w:pPr>
        <w:ind w:left="720" w:hanging="720"/>
      </w:pPr>
      <w:rPr>
        <w:rFonts w:hint="default"/>
        <w:b w:val="0"/>
        <w:bCs w:val="0"/>
        <w:color w:val="auto"/>
        <w:sz w:val="20"/>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0961A20"/>
    <w:multiLevelType w:val="hybridMultilevel"/>
    <w:tmpl w:val="D304C5E6"/>
    <w:lvl w:ilvl="0" w:tplc="04150019">
      <w:start w:val="1"/>
      <w:numFmt w:val="lowerLetter"/>
      <w:lvlText w:val="%1."/>
      <w:lvlJc w:val="left"/>
      <w:pPr>
        <w:ind w:left="1211" w:hanging="360"/>
      </w:pPr>
    </w:lvl>
    <w:lvl w:ilvl="1" w:tplc="04150019">
      <w:start w:val="1"/>
      <w:numFmt w:val="lowerLetter"/>
      <w:lvlText w:val="%2."/>
      <w:lvlJc w:val="left"/>
      <w:pPr>
        <w:ind w:left="1835" w:hanging="360"/>
      </w:pPr>
    </w:lvl>
    <w:lvl w:ilvl="2" w:tplc="0415001B" w:tentative="1">
      <w:start w:val="1"/>
      <w:numFmt w:val="lowerRoman"/>
      <w:lvlText w:val="%3."/>
      <w:lvlJc w:val="right"/>
      <w:pPr>
        <w:ind w:left="2555" w:hanging="180"/>
      </w:pPr>
    </w:lvl>
    <w:lvl w:ilvl="3" w:tplc="0415000F" w:tentative="1">
      <w:start w:val="1"/>
      <w:numFmt w:val="decimal"/>
      <w:lvlText w:val="%4."/>
      <w:lvlJc w:val="left"/>
      <w:pPr>
        <w:ind w:left="3275" w:hanging="360"/>
      </w:pPr>
    </w:lvl>
    <w:lvl w:ilvl="4" w:tplc="04150019" w:tentative="1">
      <w:start w:val="1"/>
      <w:numFmt w:val="lowerLetter"/>
      <w:lvlText w:val="%5."/>
      <w:lvlJc w:val="left"/>
      <w:pPr>
        <w:ind w:left="3995" w:hanging="360"/>
      </w:pPr>
    </w:lvl>
    <w:lvl w:ilvl="5" w:tplc="0415001B" w:tentative="1">
      <w:start w:val="1"/>
      <w:numFmt w:val="lowerRoman"/>
      <w:lvlText w:val="%6."/>
      <w:lvlJc w:val="right"/>
      <w:pPr>
        <w:ind w:left="4715" w:hanging="180"/>
      </w:pPr>
    </w:lvl>
    <w:lvl w:ilvl="6" w:tplc="0415000F" w:tentative="1">
      <w:start w:val="1"/>
      <w:numFmt w:val="decimal"/>
      <w:lvlText w:val="%7."/>
      <w:lvlJc w:val="left"/>
      <w:pPr>
        <w:ind w:left="5435" w:hanging="360"/>
      </w:pPr>
    </w:lvl>
    <w:lvl w:ilvl="7" w:tplc="04150019" w:tentative="1">
      <w:start w:val="1"/>
      <w:numFmt w:val="lowerLetter"/>
      <w:lvlText w:val="%8."/>
      <w:lvlJc w:val="left"/>
      <w:pPr>
        <w:ind w:left="6155" w:hanging="360"/>
      </w:pPr>
    </w:lvl>
    <w:lvl w:ilvl="8" w:tplc="0415001B" w:tentative="1">
      <w:start w:val="1"/>
      <w:numFmt w:val="lowerRoman"/>
      <w:lvlText w:val="%9."/>
      <w:lvlJc w:val="right"/>
      <w:pPr>
        <w:ind w:left="6875" w:hanging="180"/>
      </w:pPr>
    </w:lvl>
  </w:abstractNum>
  <w:abstractNum w:abstractNumId="19" w15:restartNumberingAfterBreak="0">
    <w:nsid w:val="6166430F"/>
    <w:multiLevelType w:val="multilevel"/>
    <w:tmpl w:val="9602363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sz w:val="20"/>
        <w:szCs w:val="24"/>
      </w:rPr>
    </w:lvl>
    <w:lvl w:ilvl="2">
      <w:start w:val="1"/>
      <w:numFmt w:val="decimal"/>
      <w:lvlText w:val="%1.%2.%3."/>
      <w:lvlJc w:val="left"/>
      <w:pPr>
        <w:ind w:left="720" w:hanging="720"/>
      </w:pPr>
      <w:rPr>
        <w:rFonts w:hint="default"/>
        <w:b w:val="0"/>
        <w:bCs w:val="0"/>
        <w:color w:val="auto"/>
        <w:sz w:val="20"/>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851457B"/>
    <w:multiLevelType w:val="multilevel"/>
    <w:tmpl w:val="7AE2D0C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Theme="minorHAnsi" w:hAnsiTheme="minorHAnsi" w:cstheme="minorHAnsi" w:hint="default"/>
        <w:b/>
        <w:i w:val="0"/>
        <w:sz w:val="22"/>
        <w:szCs w:val="22"/>
      </w:rPr>
    </w:lvl>
    <w:lvl w:ilvl="2">
      <w:start w:val="1"/>
      <w:numFmt w:val="decimal"/>
      <w:lvlText w:val="%1.%2.%3."/>
      <w:lvlJc w:val="left"/>
      <w:pPr>
        <w:ind w:left="3131" w:hanging="720"/>
      </w:pPr>
      <w:rPr>
        <w:rFonts w:asciiTheme="minorHAnsi" w:hAnsiTheme="minorHAnsi" w:cstheme="minorHAnsi"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6E422F65"/>
    <w:multiLevelType w:val="multilevel"/>
    <w:tmpl w:val="38A805C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sz w:val="20"/>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31588109">
    <w:abstractNumId w:val="10"/>
  </w:num>
  <w:num w:numId="2" w16cid:durableId="1510217798">
    <w:abstractNumId w:val="3"/>
  </w:num>
  <w:num w:numId="3" w16cid:durableId="1443770763">
    <w:abstractNumId w:val="6"/>
  </w:num>
  <w:num w:numId="4" w16cid:durableId="492064673">
    <w:abstractNumId w:val="0"/>
  </w:num>
  <w:num w:numId="5" w16cid:durableId="745155567">
    <w:abstractNumId w:val="14"/>
  </w:num>
  <w:num w:numId="6" w16cid:durableId="528570289">
    <w:abstractNumId w:val="4"/>
  </w:num>
  <w:num w:numId="7" w16cid:durableId="861939905">
    <w:abstractNumId w:val="22"/>
  </w:num>
  <w:num w:numId="8" w16cid:durableId="555507821">
    <w:abstractNumId w:val="16"/>
  </w:num>
  <w:num w:numId="9" w16cid:durableId="1803109368">
    <w:abstractNumId w:val="7"/>
  </w:num>
  <w:num w:numId="10" w16cid:durableId="361902237">
    <w:abstractNumId w:val="18"/>
  </w:num>
  <w:num w:numId="11" w16cid:durableId="956453567">
    <w:abstractNumId w:val="12"/>
  </w:num>
  <w:num w:numId="12" w16cid:durableId="198512911">
    <w:abstractNumId w:val="2"/>
  </w:num>
  <w:num w:numId="13" w16cid:durableId="376050504">
    <w:abstractNumId w:val="9"/>
  </w:num>
  <w:num w:numId="14" w16cid:durableId="597257308">
    <w:abstractNumId w:val="8"/>
  </w:num>
  <w:num w:numId="15" w16cid:durableId="1996105395">
    <w:abstractNumId w:val="15"/>
  </w:num>
  <w:num w:numId="16" w16cid:durableId="1480539491">
    <w:abstractNumId w:val="1"/>
  </w:num>
  <w:num w:numId="17" w16cid:durableId="609360172">
    <w:abstractNumId w:val="20"/>
  </w:num>
  <w:num w:numId="18" w16cid:durableId="772439808">
    <w:abstractNumId w:val="17"/>
  </w:num>
  <w:num w:numId="19" w16cid:durableId="1062557897">
    <w:abstractNumId w:val="5"/>
  </w:num>
  <w:num w:numId="20" w16cid:durableId="1585604655">
    <w:abstractNumId w:val="11"/>
  </w:num>
  <w:num w:numId="21" w16cid:durableId="1725134634">
    <w:abstractNumId w:val="19"/>
  </w:num>
  <w:num w:numId="22" w16cid:durableId="147522808">
    <w:abstractNumId w:val="21"/>
  </w:num>
  <w:num w:numId="23" w16cid:durableId="559366133">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de-DE" w:vendorID="64" w:dllVersion="6" w:nlCheck="1" w:checkStyle="0"/>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de-D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5BF6"/>
    <w:rsid w:val="00002722"/>
    <w:rsid w:val="00015428"/>
    <w:rsid w:val="0001563E"/>
    <w:rsid w:val="00015893"/>
    <w:rsid w:val="00031904"/>
    <w:rsid w:val="00033666"/>
    <w:rsid w:val="000429FB"/>
    <w:rsid w:val="000434E3"/>
    <w:rsid w:val="00045910"/>
    <w:rsid w:val="00053DC2"/>
    <w:rsid w:val="000552E0"/>
    <w:rsid w:val="00055988"/>
    <w:rsid w:val="000606C6"/>
    <w:rsid w:val="00060EAD"/>
    <w:rsid w:val="00063C0D"/>
    <w:rsid w:val="00070A58"/>
    <w:rsid w:val="00071C98"/>
    <w:rsid w:val="0007333B"/>
    <w:rsid w:val="000804D8"/>
    <w:rsid w:val="0008267F"/>
    <w:rsid w:val="0008511F"/>
    <w:rsid w:val="00094EB9"/>
    <w:rsid w:val="000959F2"/>
    <w:rsid w:val="00096510"/>
    <w:rsid w:val="000968E3"/>
    <w:rsid w:val="00096FE0"/>
    <w:rsid w:val="000B4A83"/>
    <w:rsid w:val="000C02C9"/>
    <w:rsid w:val="000D5886"/>
    <w:rsid w:val="000E2B72"/>
    <w:rsid w:val="000E2C7C"/>
    <w:rsid w:val="000F0854"/>
    <w:rsid w:val="000F36B5"/>
    <w:rsid w:val="00103A1A"/>
    <w:rsid w:val="00116354"/>
    <w:rsid w:val="00125A7F"/>
    <w:rsid w:val="00125F97"/>
    <w:rsid w:val="00126B76"/>
    <w:rsid w:val="0013005D"/>
    <w:rsid w:val="001342C0"/>
    <w:rsid w:val="00172AF1"/>
    <w:rsid w:val="00176412"/>
    <w:rsid w:val="00186EE2"/>
    <w:rsid w:val="0019412B"/>
    <w:rsid w:val="001974F6"/>
    <w:rsid w:val="00197830"/>
    <w:rsid w:val="001A5122"/>
    <w:rsid w:val="001C6D02"/>
    <w:rsid w:val="001D2EB1"/>
    <w:rsid w:val="001E4069"/>
    <w:rsid w:val="001F31FC"/>
    <w:rsid w:val="001F3600"/>
    <w:rsid w:val="001F737A"/>
    <w:rsid w:val="002067F1"/>
    <w:rsid w:val="0024495A"/>
    <w:rsid w:val="00262757"/>
    <w:rsid w:val="00263331"/>
    <w:rsid w:val="00264A06"/>
    <w:rsid w:val="00265B9D"/>
    <w:rsid w:val="002743D5"/>
    <w:rsid w:val="00282E7B"/>
    <w:rsid w:val="00283614"/>
    <w:rsid w:val="00291AF2"/>
    <w:rsid w:val="00294BF1"/>
    <w:rsid w:val="00296586"/>
    <w:rsid w:val="002B06C4"/>
    <w:rsid w:val="002B08E3"/>
    <w:rsid w:val="002C020E"/>
    <w:rsid w:val="002C26B1"/>
    <w:rsid w:val="002C2FA5"/>
    <w:rsid w:val="002D3BE8"/>
    <w:rsid w:val="002D4CAD"/>
    <w:rsid w:val="002E0647"/>
    <w:rsid w:val="002E3B61"/>
    <w:rsid w:val="002F052B"/>
    <w:rsid w:val="002F0B34"/>
    <w:rsid w:val="002F10CA"/>
    <w:rsid w:val="002F1EDC"/>
    <w:rsid w:val="002F42B5"/>
    <w:rsid w:val="00302342"/>
    <w:rsid w:val="00303C67"/>
    <w:rsid w:val="00310173"/>
    <w:rsid w:val="00310CB3"/>
    <w:rsid w:val="00313E63"/>
    <w:rsid w:val="00316200"/>
    <w:rsid w:val="00322B5B"/>
    <w:rsid w:val="00325579"/>
    <w:rsid w:val="003356EA"/>
    <w:rsid w:val="0034294C"/>
    <w:rsid w:val="0035204E"/>
    <w:rsid w:val="00356FDD"/>
    <w:rsid w:val="00364DCA"/>
    <w:rsid w:val="00371056"/>
    <w:rsid w:val="003836DE"/>
    <w:rsid w:val="0038485C"/>
    <w:rsid w:val="0038591A"/>
    <w:rsid w:val="003903C2"/>
    <w:rsid w:val="00390BD7"/>
    <w:rsid w:val="00395EAF"/>
    <w:rsid w:val="00395F60"/>
    <w:rsid w:val="003A5D11"/>
    <w:rsid w:val="003A6195"/>
    <w:rsid w:val="003A6CF6"/>
    <w:rsid w:val="003B039F"/>
    <w:rsid w:val="003B161A"/>
    <w:rsid w:val="003B4522"/>
    <w:rsid w:val="003B4BF4"/>
    <w:rsid w:val="003B6F88"/>
    <w:rsid w:val="003D4083"/>
    <w:rsid w:val="003D6BF7"/>
    <w:rsid w:val="003D6C11"/>
    <w:rsid w:val="003E3800"/>
    <w:rsid w:val="003E601B"/>
    <w:rsid w:val="003F1B25"/>
    <w:rsid w:val="003F3473"/>
    <w:rsid w:val="0040314A"/>
    <w:rsid w:val="004031AA"/>
    <w:rsid w:val="00404C3D"/>
    <w:rsid w:val="004119DA"/>
    <w:rsid w:val="00421525"/>
    <w:rsid w:val="004226D4"/>
    <w:rsid w:val="0043209F"/>
    <w:rsid w:val="004345C4"/>
    <w:rsid w:val="00436BBB"/>
    <w:rsid w:val="00436F85"/>
    <w:rsid w:val="004411C0"/>
    <w:rsid w:val="004433B8"/>
    <w:rsid w:val="004454C8"/>
    <w:rsid w:val="00446E2F"/>
    <w:rsid w:val="00471D7C"/>
    <w:rsid w:val="00474141"/>
    <w:rsid w:val="00477030"/>
    <w:rsid w:val="0047759A"/>
    <w:rsid w:val="0049491F"/>
    <w:rsid w:val="004A7803"/>
    <w:rsid w:val="004B29F9"/>
    <w:rsid w:val="004B4FC7"/>
    <w:rsid w:val="004C2303"/>
    <w:rsid w:val="004C4D78"/>
    <w:rsid w:val="004C6E5D"/>
    <w:rsid w:val="004D25B7"/>
    <w:rsid w:val="004E375B"/>
    <w:rsid w:val="004E5D6B"/>
    <w:rsid w:val="004F0C4A"/>
    <w:rsid w:val="004F4DA3"/>
    <w:rsid w:val="00501679"/>
    <w:rsid w:val="00505047"/>
    <w:rsid w:val="0051186A"/>
    <w:rsid w:val="00512C1A"/>
    <w:rsid w:val="0053630E"/>
    <w:rsid w:val="00537373"/>
    <w:rsid w:val="005453F1"/>
    <w:rsid w:val="00551282"/>
    <w:rsid w:val="00551FB7"/>
    <w:rsid w:val="005547D1"/>
    <w:rsid w:val="00554AE1"/>
    <w:rsid w:val="00582CE9"/>
    <w:rsid w:val="00586499"/>
    <w:rsid w:val="005A2398"/>
    <w:rsid w:val="005A354D"/>
    <w:rsid w:val="005A4393"/>
    <w:rsid w:val="005B24A8"/>
    <w:rsid w:val="005B3F04"/>
    <w:rsid w:val="005B64B1"/>
    <w:rsid w:val="005C6812"/>
    <w:rsid w:val="005D118B"/>
    <w:rsid w:val="005D43B4"/>
    <w:rsid w:val="005D4B7E"/>
    <w:rsid w:val="005D78EA"/>
    <w:rsid w:val="005E4AA3"/>
    <w:rsid w:val="005F00EF"/>
    <w:rsid w:val="005F148B"/>
    <w:rsid w:val="0061043F"/>
    <w:rsid w:val="006106B3"/>
    <w:rsid w:val="0062468B"/>
    <w:rsid w:val="00624E6D"/>
    <w:rsid w:val="0063500A"/>
    <w:rsid w:val="00642285"/>
    <w:rsid w:val="006454D6"/>
    <w:rsid w:val="0064743C"/>
    <w:rsid w:val="00647E6E"/>
    <w:rsid w:val="0065322E"/>
    <w:rsid w:val="006547B8"/>
    <w:rsid w:val="00662D09"/>
    <w:rsid w:val="006634DA"/>
    <w:rsid w:val="00670CE4"/>
    <w:rsid w:val="00674F2C"/>
    <w:rsid w:val="00681BDE"/>
    <w:rsid w:val="006856B7"/>
    <w:rsid w:val="00696995"/>
    <w:rsid w:val="006A0200"/>
    <w:rsid w:val="006A28CF"/>
    <w:rsid w:val="006A4275"/>
    <w:rsid w:val="006B10B7"/>
    <w:rsid w:val="006B222B"/>
    <w:rsid w:val="006B5429"/>
    <w:rsid w:val="006B5B11"/>
    <w:rsid w:val="006B64DC"/>
    <w:rsid w:val="006D2036"/>
    <w:rsid w:val="006E100D"/>
    <w:rsid w:val="006E2000"/>
    <w:rsid w:val="006E27B2"/>
    <w:rsid w:val="006E30B1"/>
    <w:rsid w:val="006F4E83"/>
    <w:rsid w:val="006F79CA"/>
    <w:rsid w:val="006F7E08"/>
    <w:rsid w:val="00702C9C"/>
    <w:rsid w:val="00710355"/>
    <w:rsid w:val="00714823"/>
    <w:rsid w:val="00720ED1"/>
    <w:rsid w:val="00726E70"/>
    <w:rsid w:val="0073187A"/>
    <w:rsid w:val="00733E5B"/>
    <w:rsid w:val="007343BE"/>
    <w:rsid w:val="007343C5"/>
    <w:rsid w:val="00735FA3"/>
    <w:rsid w:val="007445A2"/>
    <w:rsid w:val="007446D6"/>
    <w:rsid w:val="00760251"/>
    <w:rsid w:val="00760701"/>
    <w:rsid w:val="007617E0"/>
    <w:rsid w:val="00762829"/>
    <w:rsid w:val="00763E35"/>
    <w:rsid w:val="00781E29"/>
    <w:rsid w:val="007844EB"/>
    <w:rsid w:val="00784DC3"/>
    <w:rsid w:val="0078562A"/>
    <w:rsid w:val="007A1B94"/>
    <w:rsid w:val="007A26FB"/>
    <w:rsid w:val="007A48B6"/>
    <w:rsid w:val="007B0FF0"/>
    <w:rsid w:val="007B50D8"/>
    <w:rsid w:val="007C5569"/>
    <w:rsid w:val="007D0675"/>
    <w:rsid w:val="007D1209"/>
    <w:rsid w:val="007F1989"/>
    <w:rsid w:val="007F6FB5"/>
    <w:rsid w:val="007F7D40"/>
    <w:rsid w:val="00807EF2"/>
    <w:rsid w:val="00823B82"/>
    <w:rsid w:val="00836E90"/>
    <w:rsid w:val="0084041D"/>
    <w:rsid w:val="008418BF"/>
    <w:rsid w:val="00847B49"/>
    <w:rsid w:val="00852695"/>
    <w:rsid w:val="008548B7"/>
    <w:rsid w:val="00854DFE"/>
    <w:rsid w:val="008576C2"/>
    <w:rsid w:val="00863B22"/>
    <w:rsid w:val="008704D5"/>
    <w:rsid w:val="00872426"/>
    <w:rsid w:val="00875F48"/>
    <w:rsid w:val="0087690D"/>
    <w:rsid w:val="0087735E"/>
    <w:rsid w:val="00886557"/>
    <w:rsid w:val="00891696"/>
    <w:rsid w:val="0089712F"/>
    <w:rsid w:val="008A1626"/>
    <w:rsid w:val="008A2B0A"/>
    <w:rsid w:val="008A7413"/>
    <w:rsid w:val="008B1B2A"/>
    <w:rsid w:val="008B31BF"/>
    <w:rsid w:val="008C65DD"/>
    <w:rsid w:val="008D0EB4"/>
    <w:rsid w:val="008D13C2"/>
    <w:rsid w:val="008D42A5"/>
    <w:rsid w:val="008D5CB3"/>
    <w:rsid w:val="008D6FD3"/>
    <w:rsid w:val="008D748E"/>
    <w:rsid w:val="008D79A2"/>
    <w:rsid w:val="008F1926"/>
    <w:rsid w:val="008F1FB0"/>
    <w:rsid w:val="008F40AC"/>
    <w:rsid w:val="0090541F"/>
    <w:rsid w:val="00910299"/>
    <w:rsid w:val="009104CB"/>
    <w:rsid w:val="00910E6D"/>
    <w:rsid w:val="009116CC"/>
    <w:rsid w:val="00920A02"/>
    <w:rsid w:val="009217E5"/>
    <w:rsid w:val="00945806"/>
    <w:rsid w:val="009470A3"/>
    <w:rsid w:val="00954E10"/>
    <w:rsid w:val="00957A26"/>
    <w:rsid w:val="00961592"/>
    <w:rsid w:val="009660A9"/>
    <w:rsid w:val="0097002C"/>
    <w:rsid w:val="00971E24"/>
    <w:rsid w:val="00972950"/>
    <w:rsid w:val="0098502B"/>
    <w:rsid w:val="00997E7F"/>
    <w:rsid w:val="009A0749"/>
    <w:rsid w:val="009A0D8D"/>
    <w:rsid w:val="009B4250"/>
    <w:rsid w:val="009B49AA"/>
    <w:rsid w:val="009B4B16"/>
    <w:rsid w:val="009C7BE9"/>
    <w:rsid w:val="009D5A1B"/>
    <w:rsid w:val="009E0A88"/>
    <w:rsid w:val="009F5DE3"/>
    <w:rsid w:val="009F7674"/>
    <w:rsid w:val="00A02C84"/>
    <w:rsid w:val="00A0335C"/>
    <w:rsid w:val="00A125CD"/>
    <w:rsid w:val="00A16587"/>
    <w:rsid w:val="00A23643"/>
    <w:rsid w:val="00A2630E"/>
    <w:rsid w:val="00A3224A"/>
    <w:rsid w:val="00A334F0"/>
    <w:rsid w:val="00A3492D"/>
    <w:rsid w:val="00A370AB"/>
    <w:rsid w:val="00A42E6E"/>
    <w:rsid w:val="00A43299"/>
    <w:rsid w:val="00A467BA"/>
    <w:rsid w:val="00A501E1"/>
    <w:rsid w:val="00A57E04"/>
    <w:rsid w:val="00A6049B"/>
    <w:rsid w:val="00A624B7"/>
    <w:rsid w:val="00A633AE"/>
    <w:rsid w:val="00A7626A"/>
    <w:rsid w:val="00A85F3E"/>
    <w:rsid w:val="00AA727F"/>
    <w:rsid w:val="00AB16E6"/>
    <w:rsid w:val="00AC44D4"/>
    <w:rsid w:val="00AC48A5"/>
    <w:rsid w:val="00AC5A4C"/>
    <w:rsid w:val="00AD5094"/>
    <w:rsid w:val="00AD5D1D"/>
    <w:rsid w:val="00AE2970"/>
    <w:rsid w:val="00AE475D"/>
    <w:rsid w:val="00AE6E79"/>
    <w:rsid w:val="00AF2710"/>
    <w:rsid w:val="00AF3687"/>
    <w:rsid w:val="00AF4983"/>
    <w:rsid w:val="00B00F04"/>
    <w:rsid w:val="00B126A1"/>
    <w:rsid w:val="00B150F7"/>
    <w:rsid w:val="00B25998"/>
    <w:rsid w:val="00B3053E"/>
    <w:rsid w:val="00B30ACA"/>
    <w:rsid w:val="00B32E6F"/>
    <w:rsid w:val="00B379DE"/>
    <w:rsid w:val="00B44488"/>
    <w:rsid w:val="00B464D8"/>
    <w:rsid w:val="00B505C0"/>
    <w:rsid w:val="00B505D5"/>
    <w:rsid w:val="00B52261"/>
    <w:rsid w:val="00B67333"/>
    <w:rsid w:val="00B67FA9"/>
    <w:rsid w:val="00B71333"/>
    <w:rsid w:val="00B71AA7"/>
    <w:rsid w:val="00B760EA"/>
    <w:rsid w:val="00B76985"/>
    <w:rsid w:val="00B801D6"/>
    <w:rsid w:val="00B81C46"/>
    <w:rsid w:val="00BA1900"/>
    <w:rsid w:val="00BA24EE"/>
    <w:rsid w:val="00BA5673"/>
    <w:rsid w:val="00BA7C53"/>
    <w:rsid w:val="00BB0BF1"/>
    <w:rsid w:val="00BB2C0C"/>
    <w:rsid w:val="00BB6DE8"/>
    <w:rsid w:val="00BC25B2"/>
    <w:rsid w:val="00BC5EF3"/>
    <w:rsid w:val="00BC7B1D"/>
    <w:rsid w:val="00BE5EDD"/>
    <w:rsid w:val="00BE60AA"/>
    <w:rsid w:val="00BF0CC9"/>
    <w:rsid w:val="00C078A4"/>
    <w:rsid w:val="00C24732"/>
    <w:rsid w:val="00C3347A"/>
    <w:rsid w:val="00C354CB"/>
    <w:rsid w:val="00C415D3"/>
    <w:rsid w:val="00C42183"/>
    <w:rsid w:val="00C533F5"/>
    <w:rsid w:val="00C64A07"/>
    <w:rsid w:val="00C66225"/>
    <w:rsid w:val="00C737A1"/>
    <w:rsid w:val="00C73AC0"/>
    <w:rsid w:val="00C75417"/>
    <w:rsid w:val="00C77BA4"/>
    <w:rsid w:val="00C81763"/>
    <w:rsid w:val="00C83979"/>
    <w:rsid w:val="00C8763B"/>
    <w:rsid w:val="00C90F43"/>
    <w:rsid w:val="00C95BF6"/>
    <w:rsid w:val="00CA710C"/>
    <w:rsid w:val="00CE0035"/>
    <w:rsid w:val="00CF11B4"/>
    <w:rsid w:val="00CF247B"/>
    <w:rsid w:val="00D0315A"/>
    <w:rsid w:val="00D12ABA"/>
    <w:rsid w:val="00D21F8D"/>
    <w:rsid w:val="00D232B3"/>
    <w:rsid w:val="00D2434B"/>
    <w:rsid w:val="00D24F65"/>
    <w:rsid w:val="00D30041"/>
    <w:rsid w:val="00D53C50"/>
    <w:rsid w:val="00D54DCB"/>
    <w:rsid w:val="00D56454"/>
    <w:rsid w:val="00D63B6D"/>
    <w:rsid w:val="00D8129D"/>
    <w:rsid w:val="00D86137"/>
    <w:rsid w:val="00D87EDF"/>
    <w:rsid w:val="00D90F0D"/>
    <w:rsid w:val="00D949D9"/>
    <w:rsid w:val="00D95C14"/>
    <w:rsid w:val="00DB5C4A"/>
    <w:rsid w:val="00DC2E4C"/>
    <w:rsid w:val="00DC367D"/>
    <w:rsid w:val="00DC3D9B"/>
    <w:rsid w:val="00DD32F8"/>
    <w:rsid w:val="00DD4C99"/>
    <w:rsid w:val="00DD4E39"/>
    <w:rsid w:val="00DE1789"/>
    <w:rsid w:val="00DE3208"/>
    <w:rsid w:val="00DE79C4"/>
    <w:rsid w:val="00DF640B"/>
    <w:rsid w:val="00E22224"/>
    <w:rsid w:val="00E2721F"/>
    <w:rsid w:val="00E30B4B"/>
    <w:rsid w:val="00E30C87"/>
    <w:rsid w:val="00E316C6"/>
    <w:rsid w:val="00E454B8"/>
    <w:rsid w:val="00E473A9"/>
    <w:rsid w:val="00E562BF"/>
    <w:rsid w:val="00E56AC0"/>
    <w:rsid w:val="00E57020"/>
    <w:rsid w:val="00E613BB"/>
    <w:rsid w:val="00E644ED"/>
    <w:rsid w:val="00E65FD2"/>
    <w:rsid w:val="00E71429"/>
    <w:rsid w:val="00E72CD1"/>
    <w:rsid w:val="00E8041E"/>
    <w:rsid w:val="00E844D2"/>
    <w:rsid w:val="00E91EDC"/>
    <w:rsid w:val="00E92F67"/>
    <w:rsid w:val="00E93D68"/>
    <w:rsid w:val="00E951C8"/>
    <w:rsid w:val="00E95B91"/>
    <w:rsid w:val="00EA43BE"/>
    <w:rsid w:val="00EA626D"/>
    <w:rsid w:val="00EA6B97"/>
    <w:rsid w:val="00EB2052"/>
    <w:rsid w:val="00EB4A77"/>
    <w:rsid w:val="00EB66FF"/>
    <w:rsid w:val="00EB7569"/>
    <w:rsid w:val="00ED2EEC"/>
    <w:rsid w:val="00ED6C99"/>
    <w:rsid w:val="00ED6DD2"/>
    <w:rsid w:val="00EF6E35"/>
    <w:rsid w:val="00F21449"/>
    <w:rsid w:val="00F24974"/>
    <w:rsid w:val="00F2730F"/>
    <w:rsid w:val="00F339D2"/>
    <w:rsid w:val="00F5330E"/>
    <w:rsid w:val="00F65859"/>
    <w:rsid w:val="00F7067A"/>
    <w:rsid w:val="00F8123B"/>
    <w:rsid w:val="00F835B4"/>
    <w:rsid w:val="00F927AE"/>
    <w:rsid w:val="00F9280D"/>
    <w:rsid w:val="00F9374F"/>
    <w:rsid w:val="00FA3DAE"/>
    <w:rsid w:val="00FA5175"/>
    <w:rsid w:val="00FA7358"/>
    <w:rsid w:val="00FB297A"/>
    <w:rsid w:val="00FC7BB0"/>
    <w:rsid w:val="00FD0660"/>
    <w:rsid w:val="00FD22AB"/>
    <w:rsid w:val="00FD244C"/>
    <w:rsid w:val="00FE1946"/>
    <w:rsid w:val="00FE5742"/>
    <w:rsid w:val="00FF1E88"/>
    <w:rsid w:val="00FF40A6"/>
    <w:rsid w:val="00FF495A"/>
    <w:rsid w:val="00FF51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670C1"/>
  <w15:chartTrackingRefBased/>
  <w15:docId w15:val="{64796252-1A4D-46AC-A039-02289EB97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ormalny"/>
    <w:link w:val="Nagwek1Znak"/>
    <w:autoRedefine/>
    <w:uiPriority w:val="9"/>
    <w:qFormat/>
    <w:rsid w:val="00D87EDF"/>
    <w:pPr>
      <w:keepNext/>
      <w:keepLines/>
      <w:numPr>
        <w:numId w:val="1"/>
      </w:numPr>
      <w:spacing w:before="120" w:after="240"/>
      <w:ind w:left="993" w:hanging="993"/>
      <w:outlineLvl w:val="0"/>
    </w:pPr>
    <w:rPr>
      <w:rFonts w:asciiTheme="majorHAnsi" w:eastAsiaTheme="majorEastAsia" w:hAnsiTheme="majorHAnsi" w:cstheme="majorBidi"/>
      <w:color w:val="1A7466" w:themeColor="text2"/>
      <w:sz w:val="32"/>
      <w:szCs w:val="32"/>
    </w:rPr>
  </w:style>
  <w:style w:type="paragraph" w:styleId="Nagwek2">
    <w:name w:val="heading 2"/>
    <w:basedOn w:val="Normalny"/>
    <w:next w:val="Normalny"/>
    <w:link w:val="Nagwek2Znak"/>
    <w:uiPriority w:val="9"/>
    <w:unhideWhenUsed/>
    <w:qFormat/>
    <w:rsid w:val="005A4393"/>
    <w:pPr>
      <w:keepNext/>
      <w:keepLines/>
      <w:numPr>
        <w:ilvl w:val="1"/>
        <w:numId w:val="1"/>
      </w:numPr>
      <w:spacing w:before="40" w:after="240"/>
      <w:ind w:left="1021" w:hanging="1021"/>
      <w:jc w:val="both"/>
      <w:outlineLvl w:val="1"/>
    </w:pPr>
    <w:rPr>
      <w:rFonts w:ascii="Verdana" w:eastAsiaTheme="majorEastAsia" w:hAnsi="Verdana" w:cstheme="majorBidi"/>
      <w:color w:val="000000" w:themeColor="text1"/>
      <w:szCs w:val="26"/>
    </w:rPr>
  </w:style>
  <w:style w:type="paragraph" w:styleId="Nagwek3">
    <w:name w:val="heading 3"/>
    <w:basedOn w:val="Nagwek2"/>
    <w:next w:val="Normalny"/>
    <w:link w:val="Nagwek3Znak"/>
    <w:uiPriority w:val="9"/>
    <w:unhideWhenUsed/>
    <w:qFormat/>
    <w:rsid w:val="005A4393"/>
    <w:pPr>
      <w:numPr>
        <w:ilvl w:val="2"/>
      </w:numPr>
      <w:ind w:left="1021" w:hanging="1021"/>
      <w:outlineLvl w:val="2"/>
    </w:pPr>
  </w:style>
  <w:style w:type="paragraph" w:styleId="Nagwek4">
    <w:name w:val="heading 4"/>
    <w:basedOn w:val="Styl3"/>
    <w:next w:val="Normalny"/>
    <w:link w:val="Nagwek4Znak"/>
    <w:uiPriority w:val="9"/>
    <w:unhideWhenUsed/>
    <w:qFormat/>
    <w:rsid w:val="000552E0"/>
    <w:pPr>
      <w:spacing w:before="40"/>
      <w:ind w:left="1021" w:hanging="1021"/>
      <w:outlineLvl w:val="3"/>
    </w:pPr>
    <w:rPr>
      <w:i w:val="0"/>
    </w:rPr>
  </w:style>
  <w:style w:type="paragraph" w:styleId="Nagwek5">
    <w:name w:val="heading 5"/>
    <w:basedOn w:val="Normalny"/>
    <w:next w:val="Normalny"/>
    <w:link w:val="Nagwek5Znak"/>
    <w:uiPriority w:val="9"/>
    <w:unhideWhenUsed/>
    <w:rsid w:val="00060EAD"/>
    <w:pPr>
      <w:keepNext/>
      <w:keepLines/>
      <w:spacing w:before="240" w:after="240"/>
      <w:outlineLvl w:val="4"/>
    </w:pPr>
    <w:rPr>
      <w:rFonts w:asciiTheme="majorHAnsi" w:eastAsiaTheme="majorEastAsia" w:hAnsiTheme="majorHAnsi" w:cstheme="majorBidi"/>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7F1989"/>
    <w:pPr>
      <w:numPr>
        <w:numId w:val="15"/>
      </w:numPr>
      <w:spacing w:before="40" w:after="240"/>
      <w:ind w:left="567" w:hanging="567"/>
    </w:pPr>
  </w:style>
  <w:style w:type="character" w:customStyle="1" w:styleId="Styl1Znak">
    <w:name w:val="Styl1 Znak"/>
    <w:basedOn w:val="Domylnaczcionkaakapitu"/>
    <w:link w:val="Styl1"/>
    <w:rsid w:val="007F1989"/>
    <w:rPr>
      <w:sz w:val="18"/>
    </w:rPr>
  </w:style>
  <w:style w:type="character" w:customStyle="1" w:styleId="Nagwek2Znak">
    <w:name w:val="Nagłówek 2 Znak"/>
    <w:basedOn w:val="Domylnaczcionkaakapitu"/>
    <w:link w:val="Nagwek2"/>
    <w:uiPriority w:val="9"/>
    <w:rsid w:val="005A4393"/>
    <w:rPr>
      <w:rFonts w:ascii="Verdana" w:eastAsiaTheme="majorEastAsia" w:hAnsi="Verdana" w:cstheme="majorBidi"/>
      <w:color w:val="000000" w:themeColor="text1"/>
      <w:sz w:val="18"/>
      <w:szCs w:val="26"/>
    </w:rPr>
  </w:style>
  <w:style w:type="character" w:customStyle="1" w:styleId="Nagwek1Znak">
    <w:name w:val="Nagłówek 1 Znak"/>
    <w:basedOn w:val="Domylnaczcionkaakapitu"/>
    <w:link w:val="Nagwek1"/>
    <w:uiPriority w:val="9"/>
    <w:rsid w:val="00D87EDF"/>
    <w:rPr>
      <w:rFonts w:asciiTheme="majorHAnsi" w:eastAsiaTheme="majorEastAsia" w:hAnsiTheme="majorHAnsi" w:cstheme="majorBidi"/>
      <w:color w:val="1A7466" w:themeColor="text2"/>
      <w:sz w:val="32"/>
      <w:szCs w:val="32"/>
    </w:rPr>
  </w:style>
  <w:style w:type="character" w:customStyle="1" w:styleId="Nagwek3Znak">
    <w:name w:val="Nagłówek 3 Znak"/>
    <w:basedOn w:val="Domylnaczcionkaakapitu"/>
    <w:link w:val="Nagwek3"/>
    <w:uiPriority w:val="9"/>
    <w:rsid w:val="005A4393"/>
    <w:rPr>
      <w:rFonts w:ascii="Verdana" w:eastAsiaTheme="majorEastAsia" w:hAnsi="Verdana" w:cstheme="majorBidi"/>
      <w:color w:val="000000" w:themeColor="text1"/>
      <w:sz w:val="18"/>
      <w:szCs w:val="26"/>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1A7466"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1A7466"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1A7466"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0552E0"/>
    <w:rPr>
      <w:rFonts w:eastAsiaTheme="majorEastAsia" w:cstheme="majorBidi"/>
      <w:color w:val="000000" w:themeColor="text1"/>
      <w:sz w:val="18"/>
      <w:szCs w:val="18"/>
    </w:rPr>
  </w:style>
  <w:style w:type="character" w:customStyle="1" w:styleId="Nagwek5Znak">
    <w:name w:val="Nagłówek 5 Znak"/>
    <w:basedOn w:val="Domylnaczcionkaakapitu"/>
    <w:link w:val="Nagwek5"/>
    <w:uiPriority w:val="9"/>
    <w:rsid w:val="00060EAD"/>
    <w:rPr>
      <w:rFonts w:asciiTheme="majorHAnsi" w:eastAsiaTheme="majorEastAsia" w:hAnsiTheme="majorHAnsi" w:cstheme="majorBidi"/>
      <w:color w:val="000000" w:themeColor="text1"/>
      <w:sz w:val="24"/>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1A7466" w:themeColor="text2"/>
    </w:rPr>
  </w:style>
  <w:style w:type="character" w:customStyle="1" w:styleId="CytatintensywnyZnak">
    <w:name w:val="Cytat intensywny Znak"/>
    <w:basedOn w:val="Domylnaczcionkaakapitu"/>
    <w:link w:val="Cytatintensywny"/>
    <w:uiPriority w:val="30"/>
    <w:rsid w:val="00A02C84"/>
    <w:rPr>
      <w:i/>
      <w:iCs/>
      <w:color w:val="1A7466"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E454B8"/>
    <w:pPr>
      <w:numPr>
        <w:ilvl w:val="0"/>
        <w:numId w:val="0"/>
      </w:numPr>
      <w:spacing w:before="240"/>
      <w:ind w:left="1021"/>
    </w:pPr>
    <w:rPr>
      <w:rFonts w:asciiTheme="minorHAnsi" w:hAnsiTheme="minorHAnsi"/>
      <w:i/>
      <w:szCs w:val="18"/>
    </w:rPr>
  </w:style>
  <w:style w:type="paragraph" w:customStyle="1" w:styleId="Styl3">
    <w:name w:val="Styl3"/>
    <w:basedOn w:val="Styl2"/>
    <w:link w:val="Styl3Znak"/>
    <w:autoRedefine/>
    <w:qFormat/>
    <w:rsid w:val="004031AA"/>
    <w:pPr>
      <w:numPr>
        <w:ilvl w:val="3"/>
        <w:numId w:val="1"/>
      </w:numPr>
    </w:pPr>
  </w:style>
  <w:style w:type="character" w:customStyle="1" w:styleId="Styl2Znak">
    <w:name w:val="Styl2 Znak"/>
    <w:basedOn w:val="Nagwek2Znak"/>
    <w:link w:val="Styl2"/>
    <w:rsid w:val="00E454B8"/>
    <w:rPr>
      <w:rFonts w:ascii="Verdana" w:eastAsiaTheme="majorEastAsia" w:hAnsi="Verdana" w:cstheme="majorBidi"/>
      <w: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1A7466" w:themeColor="accent3"/>
        <w:left w:val="single" w:sz="4" w:space="0" w:color="1A7466" w:themeColor="accent3"/>
        <w:bottom w:val="single" w:sz="4" w:space="0" w:color="1A7466" w:themeColor="accent3"/>
        <w:right w:val="single" w:sz="4" w:space="0" w:color="1A7466" w:themeColor="accent3"/>
      </w:tblBorders>
    </w:tblPr>
    <w:tblStylePr w:type="firstRow">
      <w:rPr>
        <w:b/>
        <w:bCs/>
        <w:color w:val="FFFFFF" w:themeColor="background1"/>
      </w:rPr>
      <w:tblPr/>
      <w:tcPr>
        <w:shd w:val="clear" w:color="auto" w:fill="1A7466" w:themeFill="accent3"/>
      </w:tcPr>
    </w:tblStylePr>
    <w:tblStylePr w:type="lastRow">
      <w:rPr>
        <w:b/>
        <w:bCs/>
      </w:rPr>
      <w:tblPr/>
      <w:tcPr>
        <w:tcBorders>
          <w:top w:val="double" w:sz="4" w:space="0" w:color="1A746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A7466" w:themeColor="accent3"/>
          <w:right w:val="single" w:sz="4" w:space="0" w:color="1A7466" w:themeColor="accent3"/>
        </w:tcBorders>
      </w:tcPr>
    </w:tblStylePr>
    <w:tblStylePr w:type="band1Horz">
      <w:tblPr/>
      <w:tcPr>
        <w:tcBorders>
          <w:top w:val="single" w:sz="4" w:space="0" w:color="1A7466" w:themeColor="accent3"/>
          <w:bottom w:val="single" w:sz="4" w:space="0" w:color="1A746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7466" w:themeColor="accent3"/>
          <w:left w:val="nil"/>
        </w:tcBorders>
      </w:tcPr>
    </w:tblStylePr>
    <w:tblStylePr w:type="swCell">
      <w:tblPr/>
      <w:tcPr>
        <w:tcBorders>
          <w:top w:val="double" w:sz="4" w:space="0" w:color="1A7466" w:themeColor="accent3"/>
          <w:right w:val="nil"/>
        </w:tcBorders>
      </w:tcPr>
    </w:tblStylePr>
  </w:style>
  <w:style w:type="character" w:customStyle="1" w:styleId="Styl3Znak">
    <w:name w:val="Styl3 Znak"/>
    <w:basedOn w:val="Styl2Znak"/>
    <w:link w:val="Styl3"/>
    <w:rsid w:val="004031AA"/>
    <w:rPr>
      <w:rFonts w:ascii="Verdana" w:eastAsiaTheme="majorEastAsia" w:hAnsi="Verdana" w:cstheme="majorBidi"/>
      <w: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rPr>
      <w:rFonts w:asciiTheme="minorHAnsi" w:hAnsiTheme="minorHAnsi"/>
      <w:szCs w:val="18"/>
    </w:r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B71AA7"/>
    <w:pPr>
      <w:ind w:left="720"/>
      <w:contextualSpacing/>
    </w:pPr>
  </w:style>
  <w:style w:type="paragraph" w:styleId="Tekstprzypisudolnego">
    <w:name w:val="footnote text"/>
    <w:basedOn w:val="Normalny"/>
    <w:link w:val="TekstprzypisudolnegoZnak"/>
    <w:uiPriority w:val="99"/>
    <w:semiHidden/>
    <w:unhideWhenUsed/>
    <w:rsid w:val="00B71AA7"/>
    <w:pPr>
      <w:spacing w:after="0"/>
    </w:pPr>
    <w:rPr>
      <w:sz w:val="20"/>
      <w:szCs w:val="20"/>
    </w:rPr>
  </w:style>
  <w:style w:type="character" w:customStyle="1" w:styleId="TekstprzypisudolnegoZnak">
    <w:name w:val="Tekst przypisu dolnego Znak"/>
    <w:basedOn w:val="Domylnaczcionkaakapitu"/>
    <w:link w:val="Tekstprzypisudolnego"/>
    <w:uiPriority w:val="99"/>
    <w:semiHidden/>
    <w:rsid w:val="00B71AA7"/>
    <w:rPr>
      <w:sz w:val="20"/>
      <w:szCs w:val="20"/>
    </w:rPr>
  </w:style>
  <w:style w:type="table" w:customStyle="1" w:styleId="Tabela-Siatka1">
    <w:name w:val="Tabela - Siatka1"/>
    <w:basedOn w:val="Standardowy"/>
    <w:next w:val="Tabela-Siatka"/>
    <w:uiPriority w:val="39"/>
    <w:rsid w:val="00B71AA7"/>
    <w:pPr>
      <w:spacing w:after="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iPriority w:val="99"/>
    <w:rsid w:val="0035204E"/>
    <w:rPr>
      <w:rFonts w:cs="Times New Roman"/>
      <w:vertAlign w:val="superscript"/>
    </w:rPr>
  </w:style>
  <w:style w:type="paragraph" w:styleId="Tematkomentarza">
    <w:name w:val="annotation subject"/>
    <w:basedOn w:val="Tekstkomentarza"/>
    <w:next w:val="Tekstkomentarza"/>
    <w:link w:val="TematkomentarzaZnak"/>
    <w:uiPriority w:val="99"/>
    <w:semiHidden/>
    <w:unhideWhenUsed/>
    <w:rsid w:val="00BB6DE8"/>
    <w:rPr>
      <w:b/>
      <w:bCs/>
    </w:rPr>
  </w:style>
  <w:style w:type="character" w:customStyle="1" w:styleId="TematkomentarzaZnak">
    <w:name w:val="Temat komentarza Znak"/>
    <w:basedOn w:val="TekstkomentarzaZnak"/>
    <w:link w:val="Tematkomentarza"/>
    <w:uiPriority w:val="99"/>
    <w:semiHidden/>
    <w:rsid w:val="00BB6DE8"/>
    <w:rPr>
      <w:b/>
      <w:bCs/>
      <w:sz w:val="20"/>
      <w:szCs w:val="20"/>
    </w:rPr>
  </w:style>
  <w:style w:type="character" w:customStyle="1" w:styleId="WW8Num21z0">
    <w:name w:val="WW8Num21z0"/>
    <w:qFormat/>
    <w:rsid w:val="0007333B"/>
    <w:rPr>
      <w:rFonts w:ascii="Arial" w:hAnsi="Arial" w:cs="Arial"/>
      <w:b/>
      <w:i w:val="0"/>
      <w:sz w:val="20"/>
    </w:rPr>
  </w:style>
  <w:style w:type="table" w:customStyle="1" w:styleId="Tabela-Siatka3">
    <w:name w:val="Tabela - Siatka3"/>
    <w:basedOn w:val="Standardowy"/>
    <w:next w:val="Tabela-Siatka"/>
    <w:rsid w:val="00263331"/>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364DCA"/>
    <w:rPr>
      <w:sz w:val="18"/>
    </w:rPr>
  </w:style>
  <w:style w:type="paragraph" w:styleId="Poprawka">
    <w:name w:val="Revision"/>
    <w:hidden/>
    <w:uiPriority w:val="99"/>
    <w:semiHidden/>
    <w:rsid w:val="0078562A"/>
    <w:pPr>
      <w:spacing w:after="0"/>
    </w:pPr>
    <w:rPr>
      <w:sz w:val="18"/>
    </w:rPr>
  </w:style>
  <w:style w:type="character" w:styleId="Nierozpoznanawzmianka">
    <w:name w:val="Unresolved Mention"/>
    <w:basedOn w:val="Domylnaczcionkaakapitu"/>
    <w:uiPriority w:val="99"/>
    <w:semiHidden/>
    <w:unhideWhenUsed/>
    <w:rsid w:val="0078562A"/>
    <w:rPr>
      <w:color w:val="605E5C"/>
      <w:shd w:val="clear" w:color="auto" w:fill="E1DFDD"/>
    </w:rPr>
  </w:style>
  <w:style w:type="character" w:styleId="UyteHipercze">
    <w:name w:val="FollowedHyperlink"/>
    <w:basedOn w:val="Domylnaczcionkaakapitu"/>
    <w:uiPriority w:val="99"/>
    <w:semiHidden/>
    <w:unhideWhenUsed/>
    <w:rsid w:val="004F4DA3"/>
    <w:rPr>
      <w:color w:val="7297CE"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69856">
      <w:bodyDiv w:val="1"/>
      <w:marLeft w:val="0"/>
      <w:marRight w:val="0"/>
      <w:marTop w:val="0"/>
      <w:marBottom w:val="0"/>
      <w:divBdr>
        <w:top w:val="none" w:sz="0" w:space="0" w:color="auto"/>
        <w:left w:val="none" w:sz="0" w:space="0" w:color="auto"/>
        <w:bottom w:val="none" w:sz="0" w:space="0" w:color="auto"/>
        <w:right w:val="none" w:sz="0" w:space="0" w:color="auto"/>
      </w:divBdr>
    </w:div>
    <w:div w:id="479733186">
      <w:bodyDiv w:val="1"/>
      <w:marLeft w:val="0"/>
      <w:marRight w:val="0"/>
      <w:marTop w:val="0"/>
      <w:marBottom w:val="0"/>
      <w:divBdr>
        <w:top w:val="none" w:sz="0" w:space="0" w:color="auto"/>
        <w:left w:val="none" w:sz="0" w:space="0" w:color="auto"/>
        <w:bottom w:val="none" w:sz="0" w:space="0" w:color="auto"/>
        <w:right w:val="none" w:sz="0" w:space="0" w:color="auto"/>
      </w:divBdr>
    </w:div>
    <w:div w:id="875238694">
      <w:bodyDiv w:val="1"/>
      <w:marLeft w:val="0"/>
      <w:marRight w:val="0"/>
      <w:marTop w:val="0"/>
      <w:marBottom w:val="0"/>
      <w:divBdr>
        <w:top w:val="none" w:sz="0" w:space="0" w:color="auto"/>
        <w:left w:val="none" w:sz="0" w:space="0" w:color="auto"/>
        <w:bottom w:val="none" w:sz="0" w:space="0" w:color="auto"/>
        <w:right w:val="none" w:sz="0" w:space="0" w:color="auto"/>
      </w:divBdr>
    </w:div>
    <w:div w:id="1749960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0.jpg"/><Relationship Id="rId18" Type="http://schemas.openxmlformats.org/officeDocument/2006/relationships/header" Target="header2.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eader" Target="header1.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footer" Target="footer2.xm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https://www.gkpge.pl/grupa-pge/przetargi/zakupy/dokumenty" TargetMode="Externa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kpge.pl/grupa-pge/przetargi/zakupy/dokumenty" TargetMode="External"/><Relationship Id="rId22" Type="http://schemas.openxmlformats.org/officeDocument/2006/relationships/footer" Target="footer3.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NIEPUBLICZNE%20STAN%20NA%20DN.%2010%202024\WZORY%20SWZ%20NIEPUBLICZNE%2002%2012%202024\WZ&#211;R%20SWZ%20NZ_02%2012%202024.dotx" TargetMode="External"/></Relationships>
</file>

<file path=word/theme/theme1.xml><?xml version="1.0" encoding="utf-8"?>
<a:theme xmlns:a="http://schemas.openxmlformats.org/drawingml/2006/main" name="Motyw PGE 2024">
  <a:themeElements>
    <a:clrScheme name="Niestandardowy 9">
      <a:dk1>
        <a:srgbClr val="000000"/>
      </a:dk1>
      <a:lt1>
        <a:srgbClr val="FFFFFF"/>
      </a:lt1>
      <a:dk2>
        <a:srgbClr val="1A7466"/>
      </a:dk2>
      <a:lt2>
        <a:srgbClr val="E7E6E6"/>
      </a:lt2>
      <a:accent1>
        <a:srgbClr val="B2CF65"/>
      </a:accent1>
      <a:accent2>
        <a:srgbClr val="1A7466"/>
      </a:accent2>
      <a:accent3>
        <a:srgbClr val="1A7466"/>
      </a:accent3>
      <a:accent4>
        <a:srgbClr val="092D74"/>
      </a:accent4>
      <a:accent5>
        <a:srgbClr val="36A9E1"/>
      </a:accent5>
      <a:accent6>
        <a:srgbClr val="EF7F00"/>
      </a:accent6>
      <a:hlink>
        <a:srgbClr val="36A9E1"/>
      </a:hlink>
      <a:folHlink>
        <a:srgbClr val="7297CE"/>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2025-12-01_SWZ_modernizacja 609_2025-11-25.docx</dmsv2BaseFileName>
    <dmsv2BaseDisplayName xmlns="http://schemas.microsoft.com/sharepoint/v3">2025-12-01_SWZ_modernizacja 609_2025-11-25</dmsv2BaseDisplayName>
    <dmsv2SWPP2ObjectNumber xmlns="http://schemas.microsoft.com/sharepoint/v3">POST/PGE/PGE/DZ/00296/2025                        </dmsv2SWPP2ObjectNumber>
    <dmsv2SWPP2SumMD5 xmlns="http://schemas.microsoft.com/sharepoint/v3">8c901cd4388e33d4e218196970927a33</dmsv2SWPP2SumMD5>
    <dmsv2BaseMoved xmlns="http://schemas.microsoft.com/sharepoint/v3">false</dmsv2BaseMoved>
    <dmsv2BaseIsSensitive xmlns="http://schemas.microsoft.com/sharepoint/v3">true</dmsv2BaseIsSensitive>
    <dmsv2SWPP2IDSWPP2 xmlns="http://schemas.microsoft.com/sharepoint/v3">695170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23883857</dmsv2BaseClientSystemDocumentID>
    <dmsv2BaseModifiedByID xmlns="http://schemas.microsoft.com/sharepoint/v3">10210156</dmsv2BaseModifiedByID>
    <dmsv2BaseCreatedByID xmlns="http://schemas.microsoft.com/sharepoint/v3">10210156</dmsv2BaseCreatedByID>
    <dmsv2SWPP2ObjectDepartment xmlns="http://schemas.microsoft.com/sharepoint/v3">000000010001000000010009</dmsv2SWPP2ObjectDepartment>
    <dmsv2SWPP2ObjectName xmlns="http://schemas.microsoft.com/sharepoint/v3">Postępowanie</dmsv2SWPP2ObjectName>
    <_dlc_DocId xmlns="a19cb1c7-c5c7-46d4-85ae-d83685407bba">JEUP5JKVCYQC-1440096624-1972</_dlc_DocId>
    <_dlc_DocIdUrl xmlns="a19cb1c7-c5c7-46d4-85ae-d83685407bba">
      <Url>https://swpp2.dms.gkpge.pl/sites/41/_layouts/15/DocIdRedir.aspx?ID=JEUP5JKVCYQC-1440096624-1972</Url>
      <Description>JEUP5JKVCYQC-1440096624-1972</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BF1D4A8-D72D-4F7A-99D1-ED9D373F651B}">
  <ds:schemaRefs>
    <ds:schemaRef ds:uri="http://schemas.openxmlformats.org/officeDocument/2006/bibliography"/>
  </ds:schemaRefs>
</ds:datastoreItem>
</file>

<file path=customXml/itemProps2.xml><?xml version="1.0" encoding="utf-8"?>
<ds:datastoreItem xmlns:ds="http://schemas.openxmlformats.org/officeDocument/2006/customXml" ds:itemID="{44CC0530-0198-40EC-8A2C-85FF54D61CA3}"/>
</file>

<file path=customXml/itemProps3.xml><?xml version="1.0" encoding="utf-8"?>
<ds:datastoreItem xmlns:ds="http://schemas.openxmlformats.org/officeDocument/2006/customXml" ds:itemID="{A6F80B87-E717-4764-9FBD-1038DA398C1E}">
  <ds:schemaRefs>
    <ds:schemaRef ds:uri="http://schemas.microsoft.com/sharepoint/v3/contenttype/forms"/>
  </ds:schemaRefs>
</ds:datastoreItem>
</file>

<file path=customXml/itemProps4.xml><?xml version="1.0" encoding="utf-8"?>
<ds:datastoreItem xmlns:ds="http://schemas.openxmlformats.org/officeDocument/2006/customXml" ds:itemID="{74B688BF-08DD-491E-A68F-1C5A7EF15D4A}">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783C753A-704D-47E9-AA19-8697E2BC86E3}"/>
</file>

<file path=docProps/app.xml><?xml version="1.0" encoding="utf-8"?>
<Properties xmlns="http://schemas.openxmlformats.org/officeDocument/2006/extended-properties" xmlns:vt="http://schemas.openxmlformats.org/officeDocument/2006/docPropsVTypes">
  <Template>WZÓR SWZ NZ_02 12 2024</Template>
  <TotalTime>1</TotalTime>
  <Pages>33</Pages>
  <Words>9689</Words>
  <Characters>58139</Characters>
  <Application>Microsoft Office Word</Application>
  <DocSecurity>0</DocSecurity>
  <Lines>484</Lines>
  <Paragraphs>135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67693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Stańczyk Joanna [PGE S.A.]</cp:lastModifiedBy>
  <cp:revision>2</cp:revision>
  <cp:lastPrinted>2024-07-15T11:21:00Z</cp:lastPrinted>
  <dcterms:created xsi:type="dcterms:W3CDTF">2025-12-01T14:14:00Z</dcterms:created>
  <dcterms:modified xsi:type="dcterms:W3CDTF">2025-12-01T14:14:00Z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14114f9-be46-4331-8fe2-8a463f84c1e9_Enabled">
    <vt:lpwstr>true</vt:lpwstr>
  </property>
  <property fmtid="{D5CDD505-2E9C-101B-9397-08002B2CF9AE}" pid="3" name="MSIP_Label_514114f9-be46-4331-8fe2-8a463f84c1e9_SetDate">
    <vt:lpwstr>2025-02-05T14:21:39Z</vt:lpwstr>
  </property>
  <property fmtid="{D5CDD505-2E9C-101B-9397-08002B2CF9AE}" pid="4" name="MSIP_Label_514114f9-be46-4331-8fe2-8a463f84c1e9_Method">
    <vt:lpwstr>Privileged</vt:lpwstr>
  </property>
  <property fmtid="{D5CDD505-2E9C-101B-9397-08002B2CF9AE}" pid="5" name="MSIP_Label_514114f9-be46-4331-8fe2-8a463f84c1e9_Name">
    <vt:lpwstr>ALL-Wewnetrzne-w-GK-PGE</vt:lpwstr>
  </property>
  <property fmtid="{D5CDD505-2E9C-101B-9397-08002B2CF9AE}" pid="6" name="MSIP_Label_514114f9-be46-4331-8fe2-8a463f84c1e9_SiteId">
    <vt:lpwstr>e9895a11-04dc-4848-aa12-7fca9faefb60</vt:lpwstr>
  </property>
  <property fmtid="{D5CDD505-2E9C-101B-9397-08002B2CF9AE}" pid="7" name="MSIP_Label_514114f9-be46-4331-8fe2-8a463f84c1e9_ActionId">
    <vt:lpwstr>70366de1-7a6d-4134-8e33-dac5ff411fe4</vt:lpwstr>
  </property>
  <property fmtid="{D5CDD505-2E9C-101B-9397-08002B2CF9AE}" pid="8" name="MSIP_Label_514114f9-be46-4331-8fe2-8a463f84c1e9_ContentBits">
    <vt:lpwstr>1</vt:lpwstr>
  </property>
  <property fmtid="{D5CDD505-2E9C-101B-9397-08002B2CF9AE}" pid="9" name="ContentTypeId">
    <vt:lpwstr>0x0101891000D82C8EAC8B9C6C4A8BEB0E6D9F50544E</vt:lpwstr>
  </property>
  <property fmtid="{D5CDD505-2E9C-101B-9397-08002B2CF9AE}" pid="10" name="_dlc_DocIdItemGuid">
    <vt:lpwstr>ace5d563-894f-4316-89dc-74163138411f</vt:lpwstr>
  </property>
</Properties>
</file>